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F85" w:rsidRDefault="00C25F85">
      <w:pPr>
        <w:jc w:val="center"/>
        <w:rPr>
          <w:rFonts w:ascii="Comic Sans MS" w:hAnsi="Comic Sans MS"/>
          <w:b/>
          <w:sz w:val="52"/>
          <w:szCs w:val="52"/>
        </w:rPr>
      </w:pPr>
      <w:r>
        <w:rPr>
          <w:rFonts w:ascii="Comic Sans MS" w:hAnsi="Comic Sans MS"/>
          <w:b/>
          <w:sz w:val="52"/>
          <w:szCs w:val="52"/>
        </w:rPr>
        <w:t>FORRESTER HIGH SCHOOL ENGLISH DEPARTMENT</w:t>
      </w:r>
    </w:p>
    <w:p w:rsidR="00C25F85" w:rsidRDefault="00C25F85">
      <w:pPr>
        <w:jc w:val="center"/>
        <w:rPr>
          <w:rFonts w:ascii="Comic Sans MS" w:hAnsi="Comic Sans MS"/>
          <w:b/>
          <w:sz w:val="52"/>
          <w:szCs w:val="52"/>
        </w:rPr>
      </w:pPr>
    </w:p>
    <w:p w:rsidR="00C25F85" w:rsidRDefault="00C25F85">
      <w:pPr>
        <w:jc w:val="center"/>
        <w:rPr>
          <w:rFonts w:ascii="Comic Sans MS" w:hAnsi="Comic Sans MS"/>
          <w:b/>
          <w:sz w:val="48"/>
          <w:szCs w:val="48"/>
        </w:rPr>
      </w:pPr>
      <w:r>
        <w:rPr>
          <w:rFonts w:ascii="Comic Sans MS" w:hAnsi="Comic Sans MS"/>
          <w:b/>
          <w:sz w:val="48"/>
          <w:szCs w:val="48"/>
        </w:rPr>
        <w:t>S1 HOMEWORK CONNECTIONS</w:t>
      </w:r>
    </w:p>
    <w:p w:rsidR="00C25F85" w:rsidRDefault="00C25F85"/>
    <w:p w:rsidR="00C25F85" w:rsidRDefault="00C25F85"/>
    <w:p w:rsidR="00C25F85" w:rsidRDefault="00C25F85"/>
    <w:p w:rsidR="00C25F85" w:rsidRDefault="00C25F85">
      <w:r>
        <w:t xml:space="preserve">       </w:t>
      </w:r>
      <w:r w:rsidRPr="005544D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utoShapeProperty" o:spid="_x0000_i1025" type="#_x0000_t75" style="width:69.75pt;height:75pt;visibility:visible">
            <v:imagedata r:id="rId5" o:title=""/>
          </v:shape>
        </w:pict>
      </w:r>
      <w:r>
        <w:t xml:space="preserve">             </w:t>
      </w:r>
      <w:r w:rsidRPr="005544D4">
        <w:rPr>
          <w:noProof/>
        </w:rPr>
        <w:pict>
          <v:shape id="_x0000_i1026" type="#_x0000_t75" style="width:93pt;height:93pt;visibility:visible">
            <v:imagedata r:id="rId6" o:title=""/>
          </v:shape>
        </w:pict>
      </w:r>
      <w:r>
        <w:t xml:space="preserve">                </w:t>
      </w:r>
      <w:r w:rsidRPr="005544D4">
        <w:rPr>
          <w:noProof/>
        </w:rPr>
        <w:pict>
          <v:shape id="_x0000_i1027" type="#_x0000_t75" style="width:65.25pt;height:70.5pt;visibility:visible">
            <v:imagedata r:id="rId7" o:title=""/>
          </v:shape>
        </w:pict>
      </w:r>
      <w:r>
        <w:t xml:space="preserve">   </w:t>
      </w:r>
    </w:p>
    <w:p w:rsidR="00C25F85" w:rsidRDefault="00C25F85"/>
    <w:p w:rsidR="00C25F85" w:rsidRDefault="00C25F85">
      <w:r>
        <w:t xml:space="preserve">     </w:t>
      </w:r>
    </w:p>
    <w:p w:rsidR="00C25F85" w:rsidRDefault="00C25F85">
      <w:r>
        <w:t xml:space="preserve">                                          </w:t>
      </w:r>
    </w:p>
    <w:p w:rsidR="00C25F85" w:rsidRDefault="00C25F85"/>
    <w:p w:rsidR="00C25F85" w:rsidRDefault="00C25F85">
      <w:r>
        <w:t xml:space="preserve">                        </w:t>
      </w:r>
    </w:p>
    <w:p w:rsidR="00C25F85" w:rsidRDefault="00C25F85"/>
    <w:p w:rsidR="00C25F85" w:rsidRDefault="00C25F85"/>
    <w:p w:rsidR="00C25F85" w:rsidRDefault="00C25F85">
      <w:r>
        <w:t xml:space="preserve">                        </w:t>
      </w:r>
      <w:r>
        <w:tab/>
      </w:r>
    </w:p>
    <w:p w:rsidR="00C25F85" w:rsidRDefault="00C25F85"/>
    <w:p w:rsidR="00C25F85" w:rsidRDefault="00C25F85"/>
    <w:p w:rsidR="00C25F85" w:rsidRDefault="00C25F85"/>
    <w:p w:rsidR="00C25F85" w:rsidRDefault="00C25F85">
      <w:r>
        <w:tab/>
      </w:r>
      <w:r>
        <w:tab/>
      </w:r>
      <w:r>
        <w:tab/>
        <w:t xml:space="preserve">  </w:t>
      </w:r>
      <w:r w:rsidRPr="005544D4">
        <w:rPr>
          <w:noProof/>
        </w:rPr>
        <w:pict>
          <v:shape id="_x0000_i1028" type="#_x0000_t75" style="width:135pt;height:135pt;visibility:visible">
            <v:imagedata r:id="rId8" o:title=""/>
          </v:shape>
        </w:pict>
      </w:r>
    </w:p>
    <w:p w:rsidR="00C25F85" w:rsidRDefault="00C25F85">
      <w:pPr>
        <w:rPr>
          <w:rFonts w:ascii="Comic Sans MS" w:hAnsi="Comic Sans MS"/>
          <w:b/>
          <w:sz w:val="32"/>
          <w:szCs w:val="32"/>
        </w:rPr>
      </w:pPr>
    </w:p>
    <w:p w:rsidR="00C25F85" w:rsidRDefault="00C25F85">
      <w:pPr>
        <w:rPr>
          <w:rFonts w:ascii="Comic Sans MS" w:hAnsi="Comic Sans MS"/>
          <w:b/>
          <w:sz w:val="32"/>
          <w:szCs w:val="32"/>
        </w:rPr>
      </w:pPr>
      <w:r>
        <w:rPr>
          <w:rFonts w:ascii="Comic Sans MS" w:hAnsi="Comic Sans MS"/>
          <w:b/>
          <w:sz w:val="32"/>
          <w:szCs w:val="32"/>
        </w:rPr>
        <w:t>Name:</w:t>
      </w:r>
    </w:p>
    <w:p w:rsidR="00C25F85" w:rsidRDefault="00C25F85">
      <w:pPr>
        <w:rPr>
          <w:rFonts w:ascii="Comic Sans MS" w:hAnsi="Comic Sans MS"/>
          <w:b/>
          <w:sz w:val="32"/>
          <w:szCs w:val="32"/>
        </w:rPr>
      </w:pPr>
      <w:r>
        <w:rPr>
          <w:rFonts w:ascii="Comic Sans MS" w:hAnsi="Comic Sans MS"/>
          <w:b/>
          <w:sz w:val="32"/>
          <w:szCs w:val="32"/>
        </w:rPr>
        <w:t>Class:</w:t>
      </w:r>
    </w:p>
    <w:p w:rsidR="00C25F85" w:rsidRDefault="00C25F85">
      <w:pPr>
        <w:rPr>
          <w:rFonts w:ascii="Comic Sans MS" w:hAnsi="Comic Sans MS"/>
          <w:b/>
          <w:sz w:val="32"/>
          <w:szCs w:val="32"/>
        </w:rPr>
      </w:pPr>
      <w:r>
        <w:rPr>
          <w:rFonts w:ascii="Comic Sans MS" w:hAnsi="Comic Sans MS"/>
          <w:b/>
          <w:sz w:val="32"/>
          <w:szCs w:val="32"/>
        </w:rPr>
        <w:t>Teacher:</w:t>
      </w:r>
    </w:p>
    <w:p w:rsidR="00C25F85" w:rsidRDefault="00C25F85">
      <w:pPr>
        <w:rPr>
          <w:rFonts w:ascii="Comic Sans MS" w:hAnsi="Comic Sans MS"/>
          <w:b/>
          <w:sz w:val="32"/>
          <w:szCs w:val="32"/>
        </w:rPr>
      </w:pPr>
      <w:r>
        <w:rPr>
          <w:rFonts w:ascii="Comic Sans MS" w:hAnsi="Comic Sans MS"/>
          <w:b/>
          <w:sz w:val="32"/>
          <w:szCs w:val="32"/>
        </w:rPr>
        <w:t>Library Period:</w:t>
      </w:r>
    </w:p>
    <w:p w:rsidR="00C25F85" w:rsidRDefault="00C25F85">
      <w:pPr>
        <w:rPr>
          <w:rFonts w:ascii="Comic Sans MS" w:hAnsi="Comic Sans MS"/>
          <w:b/>
          <w:sz w:val="32"/>
          <w:szCs w:val="32"/>
        </w:rPr>
      </w:pPr>
      <w:r>
        <w:rPr>
          <w:rFonts w:ascii="Comic Sans MS" w:hAnsi="Comic Sans MS"/>
          <w:b/>
          <w:sz w:val="32"/>
          <w:szCs w:val="32"/>
        </w:rPr>
        <w:t>Colour/reading range: Blue 6.0+</w:t>
      </w:r>
    </w:p>
    <w:p w:rsidR="00C25F85" w:rsidRDefault="00C25F85">
      <w:pPr>
        <w:rPr>
          <w:rFonts w:ascii="Comic Sans MS" w:hAnsi="Comic Sans MS"/>
          <w:b/>
          <w:sz w:val="32"/>
          <w:szCs w:val="32"/>
        </w:rPr>
      </w:pPr>
    </w:p>
    <w:p w:rsidR="00C25F85" w:rsidRDefault="00C25F85">
      <w:pPr>
        <w:rPr>
          <w:rFonts w:ascii="Comic Sans MS" w:hAnsi="Comic Sans MS"/>
          <w:b/>
          <w:sz w:val="32"/>
          <w:szCs w:val="32"/>
        </w:rPr>
      </w:pPr>
      <w:r>
        <w:rPr>
          <w:rFonts w:ascii="Comic Sans MS" w:hAnsi="Comic Sans MS"/>
          <w:b/>
          <w:sz w:val="32"/>
          <w:szCs w:val="32"/>
        </w:rPr>
        <w:t>Homework Policy</w: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rFonts w:ascii="Comic Sans MS" w:hAnsi="Comic Sans MS"/>
          <w:sz w:val="28"/>
          <w:szCs w:val="28"/>
        </w:rPr>
        <w:t>The English Department homework policy is in line with the whole school policy. Homework is viewed, at all stages, as an essential part of the learning process, for which the pupil is expected to take responsibility. All pupils are entitled to be provided with appropriate homework that will be checked or gone over in class, by the teacher.</w: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rFonts w:ascii="Comic Sans MS" w:hAnsi="Comic Sans MS"/>
          <w:sz w:val="28"/>
          <w:szCs w:val="28"/>
        </w:rPr>
        <w:t>Homework is given out on a regular basis for the following reasons:</w:t>
      </w:r>
    </w:p>
    <w:p w:rsidR="00C25F85" w:rsidRDefault="00C25F85">
      <w:pPr>
        <w:numPr>
          <w:ilvl w:val="0"/>
          <w:numId w:val="1"/>
        </w:numPr>
        <w:rPr>
          <w:rFonts w:ascii="Comic Sans MS" w:hAnsi="Comic Sans MS"/>
          <w:sz w:val="28"/>
          <w:szCs w:val="28"/>
        </w:rPr>
      </w:pPr>
      <w:r>
        <w:rPr>
          <w:rFonts w:ascii="Comic Sans MS" w:hAnsi="Comic Sans MS"/>
          <w:sz w:val="28"/>
          <w:szCs w:val="28"/>
        </w:rPr>
        <w:t>To reinforce, practice and extend work completed in class.</w:t>
      </w:r>
    </w:p>
    <w:p w:rsidR="00C25F85" w:rsidRDefault="00C25F85">
      <w:pPr>
        <w:numPr>
          <w:ilvl w:val="0"/>
          <w:numId w:val="1"/>
        </w:numPr>
        <w:rPr>
          <w:rFonts w:ascii="Comic Sans MS" w:hAnsi="Comic Sans MS"/>
          <w:sz w:val="28"/>
          <w:szCs w:val="28"/>
        </w:rPr>
      </w:pPr>
      <w:r>
        <w:rPr>
          <w:rFonts w:ascii="Comic Sans MS" w:hAnsi="Comic Sans MS"/>
          <w:sz w:val="28"/>
          <w:szCs w:val="28"/>
        </w:rPr>
        <w:t>To provide the opportunity for individualised work.</w:t>
      </w:r>
    </w:p>
    <w:p w:rsidR="00C25F85" w:rsidRDefault="00C25F85">
      <w:pPr>
        <w:numPr>
          <w:ilvl w:val="0"/>
          <w:numId w:val="1"/>
        </w:numPr>
        <w:rPr>
          <w:rFonts w:ascii="Comic Sans MS" w:hAnsi="Comic Sans MS"/>
          <w:sz w:val="28"/>
          <w:szCs w:val="28"/>
        </w:rPr>
      </w:pPr>
      <w:r>
        <w:rPr>
          <w:rFonts w:ascii="Comic Sans MS" w:hAnsi="Comic Sans MS"/>
          <w:sz w:val="28"/>
          <w:szCs w:val="28"/>
        </w:rPr>
        <w:t>To develop in pupils good habits of self discipline, personal responsibility and independent learning.</w:t>
      </w:r>
    </w:p>
    <w:p w:rsidR="00C25F85" w:rsidRDefault="00C25F85">
      <w:pPr>
        <w:numPr>
          <w:ilvl w:val="0"/>
          <w:numId w:val="1"/>
        </w:numPr>
        <w:rPr>
          <w:rFonts w:ascii="Comic Sans MS" w:hAnsi="Comic Sans MS"/>
          <w:sz w:val="28"/>
          <w:szCs w:val="28"/>
        </w:rPr>
      </w:pPr>
      <w:r>
        <w:rPr>
          <w:rFonts w:ascii="Comic Sans MS" w:hAnsi="Comic Sans MS"/>
          <w:sz w:val="28"/>
          <w:szCs w:val="28"/>
        </w:rPr>
        <w:t>To provide an opportunity for parents to support their child’s learning.</w: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rFonts w:ascii="Comic Sans MS" w:hAnsi="Comic Sans MS"/>
          <w:sz w:val="28"/>
          <w:szCs w:val="28"/>
        </w:rPr>
        <w:t>The amount of time spent on formal homework will depend on the stage and set of the pupil. However, these are our rough guidelines:</w:t>
      </w:r>
    </w:p>
    <w:p w:rsidR="00C25F85" w:rsidRDefault="00C25F85">
      <w:pPr>
        <w:rPr>
          <w:rFonts w:ascii="Comic Sans MS" w:hAnsi="Comic Sans MS"/>
          <w:sz w:val="28"/>
          <w:szCs w:val="28"/>
        </w:rPr>
      </w:pPr>
    </w:p>
    <w:p w:rsidR="00C25F85" w:rsidRDefault="00C25F85">
      <w:pPr>
        <w:numPr>
          <w:ilvl w:val="0"/>
          <w:numId w:val="2"/>
        </w:numPr>
        <w:rPr>
          <w:rFonts w:ascii="Comic Sans MS" w:hAnsi="Comic Sans MS"/>
          <w:sz w:val="28"/>
          <w:szCs w:val="28"/>
        </w:rPr>
      </w:pPr>
      <w:r>
        <w:rPr>
          <w:rFonts w:ascii="Comic Sans MS" w:hAnsi="Comic Sans MS"/>
          <w:sz w:val="28"/>
          <w:szCs w:val="28"/>
        </w:rPr>
        <w:t>S1 = 1 hour per week (includes reading)</w: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rFonts w:ascii="Comic Sans MS" w:hAnsi="Comic Sans MS"/>
          <w:sz w:val="28"/>
          <w:szCs w:val="28"/>
        </w:rPr>
        <w:t>Please note that reading, watching documentaries, going to the cinema and theatre, reading newspapers, reading fiction and non-fiction out of school will benefit and support pupils in their study of English.</w: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b/>
          <w:sz w:val="32"/>
          <w:szCs w:val="32"/>
        </w:rPr>
      </w:pPr>
    </w:p>
    <w:p w:rsidR="00C25F85" w:rsidRDefault="00C25F85">
      <w:pPr>
        <w:rPr>
          <w:rFonts w:ascii="Comic Sans MS" w:hAnsi="Comic Sans MS"/>
          <w:b/>
          <w:sz w:val="32"/>
          <w:szCs w:val="32"/>
        </w:rPr>
      </w:pPr>
    </w:p>
    <w:p w:rsidR="00C25F85" w:rsidRDefault="00C25F85">
      <w:pPr>
        <w:rPr>
          <w:rFonts w:ascii="Comic Sans MS" w:hAnsi="Comic Sans MS"/>
          <w:b/>
          <w:sz w:val="32"/>
          <w:szCs w:val="32"/>
        </w:rPr>
      </w:pPr>
    </w:p>
    <w:p w:rsidR="00C25F85" w:rsidRDefault="00C25F85">
      <w:pPr>
        <w:rPr>
          <w:rFonts w:ascii="Comic Sans MS" w:hAnsi="Comic Sans MS"/>
          <w:b/>
          <w:sz w:val="32"/>
          <w:szCs w:val="32"/>
        </w:rPr>
      </w:pPr>
    </w:p>
    <w:p w:rsidR="00C25F85" w:rsidRDefault="00C25F85">
      <w:pPr>
        <w:rPr>
          <w:rFonts w:ascii="Comic Sans MS" w:hAnsi="Comic Sans MS"/>
          <w:b/>
          <w:sz w:val="32"/>
          <w:szCs w:val="32"/>
        </w:rPr>
      </w:pPr>
      <w:r>
        <w:rPr>
          <w:rFonts w:ascii="Comic Sans MS" w:hAnsi="Comic Sans MS"/>
          <w:b/>
          <w:sz w:val="32"/>
          <w:szCs w:val="32"/>
        </w:rPr>
        <w:t>S1 (5-14 Curriculum)</w:t>
      </w:r>
    </w:p>
    <w:p w:rsidR="00C25F85" w:rsidRDefault="00C25F85">
      <w:pPr>
        <w:rPr>
          <w:rFonts w:ascii="Comic Sans MS" w:hAnsi="Comic Sans MS"/>
          <w:sz w:val="28"/>
          <w:szCs w:val="28"/>
        </w:rPr>
      </w:pPr>
    </w:p>
    <w:p w:rsidR="00C25F85" w:rsidRDefault="00C25F85">
      <w:pPr>
        <w:numPr>
          <w:ilvl w:val="0"/>
          <w:numId w:val="3"/>
        </w:numPr>
        <w:rPr>
          <w:rFonts w:ascii="Comic Sans MS" w:hAnsi="Comic Sans MS"/>
          <w:sz w:val="28"/>
          <w:szCs w:val="28"/>
        </w:rPr>
      </w:pPr>
      <w:r>
        <w:rPr>
          <w:rFonts w:ascii="Comic Sans MS" w:hAnsi="Comic Sans MS"/>
          <w:sz w:val="28"/>
          <w:szCs w:val="28"/>
        </w:rPr>
        <w:t xml:space="preserve">In S1 personal reading, for the accelerated reader programme, will be a large part of homework. The majority of pupils will be expected to read 1 to 2 chapters of their chosen novel, per week. </w:t>
      </w:r>
    </w:p>
    <w:p w:rsidR="00C25F85" w:rsidRDefault="00C25F85">
      <w:pPr>
        <w:ind w:left="360"/>
        <w:rPr>
          <w:rFonts w:ascii="Comic Sans MS" w:hAnsi="Comic Sans MS"/>
          <w:sz w:val="28"/>
          <w:szCs w:val="28"/>
        </w:rPr>
      </w:pPr>
    </w:p>
    <w:p w:rsidR="00C25F85" w:rsidRDefault="00C25F85">
      <w:pPr>
        <w:numPr>
          <w:ilvl w:val="0"/>
          <w:numId w:val="3"/>
        </w:numPr>
        <w:rPr>
          <w:rFonts w:ascii="Comic Sans MS" w:hAnsi="Comic Sans MS"/>
          <w:sz w:val="28"/>
          <w:szCs w:val="28"/>
        </w:rPr>
      </w:pPr>
      <w:r>
        <w:rPr>
          <w:rFonts w:ascii="Comic Sans MS" w:hAnsi="Comic Sans MS"/>
          <w:sz w:val="28"/>
          <w:szCs w:val="28"/>
        </w:rPr>
        <w:t>Pupils will also be expected to complete one written task per week; this will be appropriate and of relevance to the unit of work being taught in class, at that time. Examples of this are:</w:t>
      </w:r>
    </w:p>
    <w:p w:rsidR="00C25F85" w:rsidRDefault="00C25F85">
      <w:pPr>
        <w:numPr>
          <w:ilvl w:val="0"/>
          <w:numId w:val="4"/>
        </w:numPr>
        <w:rPr>
          <w:rFonts w:ascii="Comic Sans MS" w:hAnsi="Comic Sans MS"/>
          <w:sz w:val="28"/>
          <w:szCs w:val="28"/>
        </w:rPr>
      </w:pPr>
      <w:r>
        <w:rPr>
          <w:rFonts w:ascii="Comic Sans MS" w:hAnsi="Comic Sans MS"/>
          <w:sz w:val="28"/>
          <w:szCs w:val="28"/>
        </w:rPr>
        <w:t>Written tasks generated from class reading or discussion of a literary text, such as: questions, plot summary, character analysis, quizzes etc. Such tasks will contribute to the end of unit assignment.</w:t>
      </w:r>
    </w:p>
    <w:p w:rsidR="00C25F85" w:rsidRDefault="00C25F85">
      <w:pPr>
        <w:numPr>
          <w:ilvl w:val="0"/>
          <w:numId w:val="4"/>
        </w:numPr>
        <w:rPr>
          <w:rFonts w:ascii="Comic Sans MS" w:hAnsi="Comic Sans MS"/>
          <w:sz w:val="28"/>
          <w:szCs w:val="28"/>
        </w:rPr>
      </w:pPr>
      <w:r>
        <w:rPr>
          <w:rFonts w:ascii="Comic Sans MS" w:hAnsi="Comic Sans MS"/>
          <w:sz w:val="28"/>
          <w:szCs w:val="28"/>
        </w:rPr>
        <w:t>Small written tasks that are relevant to class work and/or an essay on the following: personal, imaginative, functional, transactional writing.</w:t>
      </w:r>
    </w:p>
    <w:p w:rsidR="00C25F85" w:rsidRDefault="00C25F85">
      <w:pPr>
        <w:numPr>
          <w:ilvl w:val="0"/>
          <w:numId w:val="4"/>
        </w:numPr>
        <w:rPr>
          <w:rFonts w:ascii="Comic Sans MS" w:hAnsi="Comic Sans MS"/>
          <w:sz w:val="28"/>
          <w:szCs w:val="28"/>
        </w:rPr>
      </w:pPr>
      <w:r>
        <w:rPr>
          <w:rFonts w:ascii="Comic Sans MS" w:hAnsi="Comic Sans MS"/>
          <w:sz w:val="28"/>
          <w:szCs w:val="28"/>
        </w:rPr>
        <w:t>Practice in literacy skills, taken from the literacy outcomes.</w: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numPr>
          <w:ilvl w:val="0"/>
          <w:numId w:val="5"/>
        </w:numPr>
        <w:rPr>
          <w:rFonts w:ascii="Comic Sans MS" w:hAnsi="Comic Sans MS"/>
          <w:sz w:val="28"/>
          <w:szCs w:val="28"/>
        </w:rPr>
      </w:pPr>
      <w:r>
        <w:rPr>
          <w:rFonts w:ascii="Comic Sans MS" w:hAnsi="Comic Sans MS"/>
          <w:sz w:val="28"/>
          <w:szCs w:val="28"/>
        </w:rPr>
        <w:t>In S1 pupils with major difficulties with writing will not be set formal written tasks as homework, i.e. critical essays etc</w:t>
      </w:r>
    </w:p>
    <w:p w:rsidR="00C25F85" w:rsidRDefault="00C25F85">
      <w:pPr>
        <w:ind w:left="360"/>
        <w:rPr>
          <w:rFonts w:ascii="Comic Sans MS" w:hAnsi="Comic Sans MS"/>
          <w:sz w:val="28"/>
          <w:szCs w:val="28"/>
        </w:rPr>
      </w:pPr>
    </w:p>
    <w:p w:rsidR="00C25F85" w:rsidRDefault="00C25F85">
      <w:pPr>
        <w:ind w:left="360"/>
        <w:rPr>
          <w:rFonts w:ascii="Comic Sans MS" w:hAnsi="Comic Sans MS"/>
          <w:sz w:val="28"/>
          <w:szCs w:val="28"/>
        </w:rPr>
      </w:pPr>
    </w:p>
    <w:p w:rsidR="00C25F85" w:rsidRDefault="00C25F85">
      <w:pPr>
        <w:numPr>
          <w:ilvl w:val="0"/>
          <w:numId w:val="5"/>
        </w:numPr>
        <w:rPr>
          <w:rFonts w:ascii="Comic Sans MS" w:hAnsi="Comic Sans MS"/>
          <w:sz w:val="28"/>
          <w:szCs w:val="28"/>
        </w:rPr>
      </w:pPr>
      <w:r>
        <w:rPr>
          <w:rFonts w:ascii="Comic Sans MS" w:hAnsi="Comic Sans MS"/>
          <w:sz w:val="28"/>
          <w:szCs w:val="28"/>
        </w:rPr>
        <w:t>Homework will be issued to pupils on Thursdays.</w: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b/>
          <w:sz w:val="28"/>
          <w:szCs w:val="28"/>
        </w:rPr>
      </w:pPr>
      <w:r>
        <w:rPr>
          <w:rFonts w:ascii="Comic Sans MS" w:hAnsi="Comic Sans MS"/>
          <w:b/>
          <w:sz w:val="28"/>
          <w:szCs w:val="28"/>
        </w:rPr>
        <w:t>Signature of parent/guardian:</w:t>
      </w:r>
    </w:p>
    <w:p w:rsidR="00C25F85" w:rsidRDefault="00C25F85">
      <w:pPr>
        <w:jc w:val="center"/>
      </w:pPr>
    </w:p>
    <w:p w:rsidR="00C25F85" w:rsidRDefault="00C25F85">
      <w:pPr>
        <w:jc w:val="center"/>
      </w:pPr>
    </w:p>
    <w:p w:rsidR="00C25F85" w:rsidRDefault="00C25F85">
      <w:pPr>
        <w:jc w:val="center"/>
      </w:pPr>
    </w:p>
    <w:p w:rsidR="00C25F85" w:rsidRDefault="00C25F85">
      <w:pPr>
        <w:jc w:val="center"/>
      </w:pPr>
    </w:p>
    <w:p w:rsidR="00C25F85" w:rsidRDefault="00C25F85">
      <w:pPr>
        <w:rPr>
          <w:rFonts w:ascii="Comic Sans MS" w:hAnsi="Comic Sans MS"/>
        </w:rPr>
      </w:pPr>
      <w:r>
        <w:rPr>
          <w:rFonts w:ascii="Comic Sans MS" w:hAnsi="Comic Sans MS"/>
          <w:b/>
          <w:sz w:val="28"/>
          <w:szCs w:val="28"/>
          <w:u w:val="single"/>
        </w:rPr>
        <w:t>Week 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type id="_x0000_t202" coordsize="21600,21600" o:spt="202" path="m,l,21600r21600,l21600,xe">
            <v:stroke joinstyle="miter"/>
            <v:path gradientshapeok="t" o:connecttype="rect"/>
          </v:shapetype>
          <v:shape id="_x0000_s1026" type="#_x0000_t202" style="position:absolute;margin-left:9pt;margin-top:6pt;width:27pt;height:45pt;z-index:251685888" stroked="f">
            <v:textbox>
              <w:txbxContent>
                <w:p w:rsidR="00C25F85" w:rsidRDefault="00C25F85">
                  <w:pPr>
                    <w:rPr>
                      <w:rFonts w:ascii="Comic Sans MS" w:hAnsi="Comic Sans MS"/>
                    </w:rPr>
                  </w:pPr>
                  <w:hyperlink r:id="rId9" w:history="1">
                    <w:r w:rsidRPr="00F4132B">
                      <w:rPr>
                        <w:rFonts w:ascii="Arial" w:hAnsi="Arial" w:cs="Arial"/>
                        <w:noProof/>
                        <w:color w:val="0000FF"/>
                      </w:rPr>
                      <w:pict>
                        <v:shape id="_x0000_i1030"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Pr="00420034" w:rsidRDefault="00C25F85">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Written task:</w:t>
      </w:r>
    </w:p>
    <w:p w:rsidR="00C25F85" w:rsidRDefault="00C25F85">
      <w:pPr>
        <w:rPr>
          <w:rFonts w:ascii="Comic Sans MS" w:hAnsi="Comic Sans MS"/>
          <w:sz w:val="28"/>
          <w:szCs w:val="28"/>
        </w:rPr>
      </w:pPr>
      <w:r>
        <w:rPr>
          <w:noProof/>
        </w:rPr>
        <w:pict>
          <v:shape id="_x0000_s1027" type="#_x0000_t202" style="position:absolute;margin-left:9pt;margin-top:11.95pt;width:36pt;height:36pt;z-index:251686912" stroked="f">
            <v:textbox>
              <w:txbxContent>
                <w:p w:rsidR="00C25F85" w:rsidRDefault="00C25F85">
                  <w:hyperlink r:id="rId11" w:history="1">
                    <w:r w:rsidRPr="00F4132B">
                      <w:rPr>
                        <w:rFonts w:ascii="Arial" w:hAnsi="Arial" w:cs="Arial"/>
                        <w:noProof/>
                        <w:color w:val="0000FF"/>
                      </w:rPr>
                      <w:pict>
                        <v:shape id="_x0000_i1032" type="#_x0000_t75" style="width:28.5pt;height:28.5pt;visibility:visible">
                          <v:imagedata r:id="rId12" o:title=""/>
                        </v:shape>
                      </w:pict>
                    </w:r>
                  </w:hyperlink>
                </w:p>
              </w:txbxContent>
            </v:textbox>
          </v:shape>
        </w:pict>
      </w:r>
    </w:p>
    <w:p w:rsidR="00C25F85" w:rsidRPr="00420034" w:rsidRDefault="00C25F85">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Reading task:</w:t>
      </w: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r>
        <w:rPr>
          <w:rFonts w:ascii="Comic Sans MS" w:hAnsi="Comic Sans MS"/>
          <w:b/>
          <w:sz w:val="28"/>
          <w:szCs w:val="28"/>
          <w:u w:val="single"/>
        </w:rPr>
        <w:t>Week 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28" type="#_x0000_t202" style="position:absolute;margin-left:9pt;margin-top:17.6pt;width:36pt;height:45pt;z-index:251687936" stroked="f">
            <v:textbox>
              <w:txbxContent>
                <w:p w:rsidR="00C25F85" w:rsidRDefault="00C25F85">
                  <w:hyperlink r:id="rId13" w:history="1">
                    <w:r w:rsidRPr="00F4132B">
                      <w:rPr>
                        <w:rFonts w:ascii="Arial" w:hAnsi="Arial" w:cs="Arial"/>
                        <w:noProof/>
                        <w:color w:val="0000FF"/>
                      </w:rPr>
                      <w:pict>
                        <v:shape id="_x0000_i1034"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Pr="00420034" w:rsidRDefault="00C25F85" w:rsidP="00420034">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Written task:</w:t>
      </w:r>
    </w:p>
    <w:p w:rsidR="00C25F85" w:rsidRDefault="00C25F85" w:rsidP="00420034">
      <w:pPr>
        <w:rPr>
          <w:rFonts w:ascii="Comic Sans MS" w:hAnsi="Comic Sans MS"/>
          <w:sz w:val="28"/>
          <w:szCs w:val="28"/>
        </w:rPr>
      </w:pPr>
      <w:r>
        <w:rPr>
          <w:noProof/>
        </w:rPr>
        <w:pict>
          <v:shape id="_x0000_s1029" type="#_x0000_t202" style="position:absolute;margin-left:9pt;margin-top:11.95pt;width:36pt;height:36pt;z-index:251728896" stroked="f">
            <v:textbox>
              <w:txbxContent>
                <w:p w:rsidR="00C25F85" w:rsidRDefault="00C25F85" w:rsidP="00420034">
                  <w:hyperlink r:id="rId14" w:history="1">
                    <w:r w:rsidRPr="00F4132B">
                      <w:rPr>
                        <w:rFonts w:ascii="Arial" w:hAnsi="Arial" w:cs="Arial"/>
                        <w:noProof/>
                        <w:color w:val="0000FF"/>
                      </w:rPr>
                      <w:pict>
                        <v:shape id="_x0000_i1036" type="#_x0000_t75" style="width:28.5pt;height:28.5pt;visibility:visible">
                          <v:imagedata r:id="rId12" o:title=""/>
                        </v:shape>
                      </w:pict>
                    </w:r>
                  </w:hyperlink>
                </w:p>
              </w:txbxContent>
            </v:textbox>
          </v:shape>
        </w:pict>
      </w:r>
    </w:p>
    <w:p w:rsidR="00C25F85" w:rsidRPr="00420034" w:rsidRDefault="00C25F85" w:rsidP="00420034">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Reading task:</w:t>
      </w: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30" type="#_x0000_t202" style="position:absolute;margin-left:9pt;margin-top:6pt;width:27pt;height:45pt;z-index:251688960" stroked="f">
            <v:textbox>
              <w:txbxContent>
                <w:p w:rsidR="00C25F85" w:rsidRDefault="00C25F85">
                  <w:pPr>
                    <w:rPr>
                      <w:rFonts w:ascii="Comic Sans MS" w:hAnsi="Comic Sans MS"/>
                    </w:rPr>
                  </w:pPr>
                  <w:hyperlink r:id="rId15" w:history="1">
                    <w:r w:rsidRPr="00F4132B">
                      <w:rPr>
                        <w:rFonts w:ascii="Arial" w:hAnsi="Arial" w:cs="Arial"/>
                        <w:noProof/>
                        <w:color w:val="0000FF"/>
                      </w:rPr>
                      <w:pict>
                        <v:shape id="_x0000_i1038"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Pr="00420034" w:rsidRDefault="00C25F85" w:rsidP="00420034">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Written task:</w:t>
      </w:r>
    </w:p>
    <w:p w:rsidR="00C25F85" w:rsidRDefault="00C25F85" w:rsidP="00420034">
      <w:pPr>
        <w:rPr>
          <w:rFonts w:ascii="Comic Sans MS" w:hAnsi="Comic Sans MS"/>
          <w:sz w:val="28"/>
          <w:szCs w:val="28"/>
        </w:rPr>
      </w:pPr>
      <w:r>
        <w:rPr>
          <w:noProof/>
        </w:rPr>
        <w:pict>
          <v:shape id="_x0000_s1031" type="#_x0000_t202" style="position:absolute;margin-left:9pt;margin-top:11.95pt;width:36pt;height:36pt;z-index:251729920" stroked="f">
            <v:textbox>
              <w:txbxContent>
                <w:p w:rsidR="00C25F85" w:rsidRDefault="00C25F85" w:rsidP="00420034">
                  <w:hyperlink r:id="rId16" w:history="1">
                    <w:r w:rsidRPr="00F4132B">
                      <w:rPr>
                        <w:rFonts w:ascii="Arial" w:hAnsi="Arial" w:cs="Arial"/>
                        <w:noProof/>
                        <w:color w:val="0000FF"/>
                      </w:rPr>
                      <w:pict>
                        <v:shape id="_x0000_i1040" type="#_x0000_t75" style="width:28.5pt;height:28.5pt;visibility:visible">
                          <v:imagedata r:id="rId12" o:title=""/>
                        </v:shape>
                      </w:pict>
                    </w:r>
                  </w:hyperlink>
                </w:p>
              </w:txbxContent>
            </v:textbox>
          </v:shape>
        </w:pict>
      </w:r>
    </w:p>
    <w:p w:rsidR="00C25F85" w:rsidRPr="00420034" w:rsidRDefault="00C25F85" w:rsidP="00420034">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Reading task:</w: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32" type="#_x0000_t202" style="position:absolute;margin-left:9pt;margin-top:17.6pt;width:36pt;height:45pt;z-index:251689984" stroked="f">
            <v:textbox>
              <w:txbxContent>
                <w:p w:rsidR="00C25F85" w:rsidRDefault="00C25F85">
                  <w:hyperlink r:id="rId17" w:history="1">
                    <w:r w:rsidRPr="00F4132B">
                      <w:rPr>
                        <w:rFonts w:ascii="Arial" w:hAnsi="Arial" w:cs="Arial"/>
                        <w:noProof/>
                        <w:color w:val="0000FF"/>
                      </w:rPr>
                      <w:pict>
                        <v:shape id="_x0000_i1042"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Pr="00420034" w:rsidRDefault="00C25F85" w:rsidP="00420034">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Written task:</w:t>
      </w:r>
    </w:p>
    <w:p w:rsidR="00C25F85" w:rsidRDefault="00C25F85" w:rsidP="00420034">
      <w:pPr>
        <w:rPr>
          <w:rFonts w:ascii="Comic Sans MS" w:hAnsi="Comic Sans MS"/>
          <w:sz w:val="28"/>
          <w:szCs w:val="28"/>
        </w:rPr>
      </w:pPr>
      <w:r>
        <w:rPr>
          <w:noProof/>
        </w:rPr>
        <w:pict>
          <v:shape id="_x0000_s1033" type="#_x0000_t202" style="position:absolute;margin-left:9pt;margin-top:11.95pt;width:36pt;height:36pt;z-index:251730944" stroked="f">
            <v:textbox>
              <w:txbxContent>
                <w:p w:rsidR="00C25F85" w:rsidRDefault="00C25F85" w:rsidP="00420034">
                  <w:hyperlink r:id="rId18" w:history="1">
                    <w:r w:rsidRPr="00F4132B">
                      <w:rPr>
                        <w:rFonts w:ascii="Arial" w:hAnsi="Arial" w:cs="Arial"/>
                        <w:noProof/>
                        <w:color w:val="0000FF"/>
                      </w:rPr>
                      <w:pict>
                        <v:shape id="_x0000_i1044" type="#_x0000_t75" style="width:28.5pt;height:28.5pt;visibility:visible">
                          <v:imagedata r:id="rId12" o:title=""/>
                        </v:shape>
                      </w:pict>
                    </w:r>
                  </w:hyperlink>
                </w:p>
              </w:txbxContent>
            </v:textbox>
          </v:shape>
        </w:pict>
      </w:r>
    </w:p>
    <w:p w:rsidR="00C25F85" w:rsidRPr="00420034" w:rsidRDefault="00C25F85" w:rsidP="00420034">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Reading task:</w:t>
      </w: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b/>
          <w:sz w:val="28"/>
          <w:szCs w:val="28"/>
          <w:u w:val="single"/>
        </w:rPr>
      </w:pPr>
    </w:p>
    <w:p w:rsidR="00C25F85" w:rsidRDefault="00C25F85">
      <w:pPr>
        <w:rPr>
          <w:rFonts w:ascii="Comic Sans MS" w:hAnsi="Comic Sans MS"/>
          <w:b/>
          <w:sz w:val="28"/>
          <w:szCs w:val="28"/>
          <w:u w:val="single"/>
        </w:rPr>
      </w:pPr>
    </w:p>
    <w:p w:rsidR="00C25F85" w:rsidRDefault="00C25F85">
      <w:pPr>
        <w:rPr>
          <w:rFonts w:ascii="Comic Sans MS" w:hAnsi="Comic Sans MS"/>
        </w:rPr>
      </w:pPr>
      <w:r>
        <w:rPr>
          <w:rFonts w:ascii="Comic Sans MS" w:hAnsi="Comic Sans MS"/>
          <w:b/>
          <w:sz w:val="28"/>
          <w:szCs w:val="28"/>
          <w:u w:val="single"/>
        </w:rPr>
        <w:t>Week 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34" type="#_x0000_t202" style="position:absolute;margin-left:9pt;margin-top:6pt;width:27pt;height:45pt;z-index:251581440" stroked="f">
            <v:textbox>
              <w:txbxContent>
                <w:p w:rsidR="00C25F85" w:rsidRDefault="00C25F85">
                  <w:pPr>
                    <w:rPr>
                      <w:rFonts w:ascii="Comic Sans MS" w:hAnsi="Comic Sans MS"/>
                    </w:rPr>
                  </w:pPr>
                  <w:hyperlink r:id="rId19" w:history="1">
                    <w:r w:rsidRPr="00F4132B">
                      <w:rPr>
                        <w:rFonts w:ascii="Arial" w:hAnsi="Arial" w:cs="Arial"/>
                        <w:noProof/>
                        <w:color w:val="0000FF"/>
                      </w:rPr>
                      <w:pict>
                        <v:shape id="_x0000_i1046"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Pr="00420034" w:rsidRDefault="00C25F85" w:rsidP="00420034">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Written task:</w:t>
      </w:r>
    </w:p>
    <w:p w:rsidR="00C25F85" w:rsidRDefault="00C25F85" w:rsidP="00420034">
      <w:pPr>
        <w:rPr>
          <w:rFonts w:ascii="Comic Sans MS" w:hAnsi="Comic Sans MS"/>
          <w:sz w:val="28"/>
          <w:szCs w:val="28"/>
        </w:rPr>
      </w:pPr>
      <w:r>
        <w:rPr>
          <w:noProof/>
        </w:rPr>
        <w:pict>
          <v:shape id="_x0000_s1035" type="#_x0000_t202" style="position:absolute;margin-left:9pt;margin-top:11.95pt;width:36pt;height:36pt;z-index:251731968" stroked="f">
            <v:textbox>
              <w:txbxContent>
                <w:p w:rsidR="00C25F85" w:rsidRDefault="00C25F85" w:rsidP="00420034">
                  <w:hyperlink r:id="rId20" w:history="1">
                    <w:r w:rsidRPr="00F4132B">
                      <w:rPr>
                        <w:rFonts w:ascii="Arial" w:hAnsi="Arial" w:cs="Arial"/>
                        <w:noProof/>
                        <w:color w:val="0000FF"/>
                      </w:rPr>
                      <w:pict>
                        <v:shape id="_x0000_i1048" type="#_x0000_t75" style="width:28.5pt;height:28.5pt;visibility:visible">
                          <v:imagedata r:id="rId12" o:title=""/>
                        </v:shape>
                      </w:pict>
                    </w:r>
                  </w:hyperlink>
                </w:p>
              </w:txbxContent>
            </v:textbox>
          </v:shape>
        </w:pict>
      </w:r>
    </w:p>
    <w:p w:rsidR="00C25F85" w:rsidRPr="00420034" w:rsidRDefault="00C25F85" w:rsidP="00420034">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Reading task:</w: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36" type="#_x0000_t202" style="position:absolute;margin-left:9pt;margin-top:17.6pt;width:36pt;height:45pt;z-index:251582464" stroked="f">
            <v:textbox>
              <w:txbxContent>
                <w:p w:rsidR="00C25F85" w:rsidRDefault="00C25F85">
                  <w:hyperlink r:id="rId21" w:history="1">
                    <w:r w:rsidRPr="00F4132B">
                      <w:rPr>
                        <w:rFonts w:ascii="Arial" w:hAnsi="Arial" w:cs="Arial"/>
                        <w:noProof/>
                        <w:color w:val="0000FF"/>
                      </w:rPr>
                      <w:pict>
                        <v:shape id="_x0000_i1050"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Pr="00420034" w:rsidRDefault="00C25F85" w:rsidP="00420034">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Written task:</w:t>
      </w:r>
    </w:p>
    <w:p w:rsidR="00C25F85" w:rsidRDefault="00C25F85" w:rsidP="00420034">
      <w:pPr>
        <w:rPr>
          <w:rFonts w:ascii="Comic Sans MS" w:hAnsi="Comic Sans MS"/>
          <w:sz w:val="28"/>
          <w:szCs w:val="28"/>
        </w:rPr>
      </w:pPr>
      <w:r>
        <w:rPr>
          <w:noProof/>
        </w:rPr>
        <w:pict>
          <v:shape id="_x0000_s1037" type="#_x0000_t202" style="position:absolute;margin-left:9pt;margin-top:11.95pt;width:36pt;height:36pt;z-index:251732992" stroked="f">
            <v:textbox>
              <w:txbxContent>
                <w:p w:rsidR="00C25F85" w:rsidRDefault="00C25F85" w:rsidP="00420034">
                  <w:hyperlink r:id="rId22" w:history="1">
                    <w:r w:rsidRPr="00F4132B">
                      <w:rPr>
                        <w:rFonts w:ascii="Arial" w:hAnsi="Arial" w:cs="Arial"/>
                        <w:noProof/>
                        <w:color w:val="0000FF"/>
                      </w:rPr>
                      <w:pict>
                        <v:shape id="_x0000_i1052" type="#_x0000_t75" style="width:28.5pt;height:28.5pt;visibility:visible">
                          <v:imagedata r:id="rId12" o:title=""/>
                        </v:shape>
                      </w:pict>
                    </w:r>
                  </w:hyperlink>
                </w:p>
              </w:txbxContent>
            </v:textbox>
          </v:shape>
        </w:pict>
      </w:r>
    </w:p>
    <w:p w:rsidR="00C25F85" w:rsidRPr="00420034" w:rsidRDefault="00C25F85" w:rsidP="00420034">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Reading task:</w:t>
      </w: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38" type="#_x0000_t202" style="position:absolute;margin-left:9pt;margin-top:6pt;width:27pt;height:45pt;z-index:251584512" stroked="f">
            <v:textbox>
              <w:txbxContent>
                <w:p w:rsidR="00C25F85" w:rsidRDefault="00C25F85">
                  <w:pPr>
                    <w:rPr>
                      <w:rFonts w:ascii="Comic Sans MS" w:hAnsi="Comic Sans MS"/>
                    </w:rPr>
                  </w:pPr>
                  <w:hyperlink r:id="rId23" w:history="1">
                    <w:r w:rsidRPr="00F4132B">
                      <w:rPr>
                        <w:rFonts w:ascii="Arial" w:hAnsi="Arial" w:cs="Arial"/>
                        <w:noProof/>
                        <w:color w:val="0000FF"/>
                      </w:rPr>
                      <w:pict>
                        <v:shape id="_x0000_i1054"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Pr="00420034" w:rsidRDefault="00C25F85" w:rsidP="00420034">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Written task:</w:t>
      </w:r>
    </w:p>
    <w:p w:rsidR="00C25F85" w:rsidRDefault="00C25F85" w:rsidP="00420034">
      <w:pPr>
        <w:rPr>
          <w:rFonts w:ascii="Comic Sans MS" w:hAnsi="Comic Sans MS"/>
          <w:sz w:val="28"/>
          <w:szCs w:val="28"/>
        </w:rPr>
      </w:pPr>
      <w:r>
        <w:rPr>
          <w:noProof/>
        </w:rPr>
        <w:pict>
          <v:shape id="_x0000_s1039" type="#_x0000_t202" style="position:absolute;margin-left:9pt;margin-top:11.95pt;width:36pt;height:36pt;z-index:251734016" stroked="f">
            <v:textbox>
              <w:txbxContent>
                <w:p w:rsidR="00C25F85" w:rsidRDefault="00C25F85" w:rsidP="00420034">
                  <w:hyperlink r:id="rId24" w:history="1">
                    <w:r w:rsidRPr="00F4132B">
                      <w:rPr>
                        <w:rFonts w:ascii="Arial" w:hAnsi="Arial" w:cs="Arial"/>
                        <w:noProof/>
                        <w:color w:val="0000FF"/>
                      </w:rPr>
                      <w:pict>
                        <v:shape id="_x0000_i1056" type="#_x0000_t75" style="width:28.5pt;height:28.5pt;visibility:visible">
                          <v:imagedata r:id="rId12" o:title=""/>
                        </v:shape>
                      </w:pict>
                    </w:r>
                  </w:hyperlink>
                </w:p>
              </w:txbxContent>
            </v:textbox>
          </v:shape>
        </w:pict>
      </w:r>
    </w:p>
    <w:p w:rsidR="00C25F85" w:rsidRPr="00420034" w:rsidRDefault="00C25F85">
      <w:pPr>
        <w:rPr>
          <w:rFonts w:ascii="Comic Sans MS" w:hAnsi="Comic Sans MS"/>
        </w:rPr>
      </w:pPr>
      <w:r>
        <w:rPr>
          <w:rFonts w:ascii="Comic Sans MS" w:hAnsi="Comic Sans MS"/>
          <w:sz w:val="28"/>
          <w:szCs w:val="28"/>
        </w:rPr>
        <w:tab/>
      </w:r>
      <w:r>
        <w:rPr>
          <w:rFonts w:ascii="Comic Sans MS" w:hAnsi="Comic Sans MS"/>
          <w:sz w:val="28"/>
          <w:szCs w:val="28"/>
        </w:rPr>
        <w:tab/>
      </w:r>
      <w:r w:rsidRPr="00420034">
        <w:rPr>
          <w:rFonts w:ascii="Comic Sans MS" w:hAnsi="Comic Sans MS"/>
        </w:rPr>
        <w:t>Reading task:</w:t>
      </w: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40" type="#_x0000_t202" style="position:absolute;margin-left:0;margin-top:10.3pt;width:414pt;height:97.3pt;z-index:251583488">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041" type="#_x0000_t202" style="position:absolute;margin-left:9pt;margin-top:17.6pt;width:36pt;height:45pt;z-index:251585536" stroked="f">
            <v:textbox>
              <w:txbxContent>
                <w:p w:rsidR="00C25F85" w:rsidRDefault="00C25F85">
                  <w:hyperlink r:id="rId25" w:history="1">
                    <w:r w:rsidRPr="00F4132B">
                      <w:rPr>
                        <w:rFonts w:ascii="Arial" w:hAnsi="Arial" w:cs="Arial"/>
                        <w:noProof/>
                        <w:color w:val="0000FF"/>
                      </w:rPr>
                      <w:pict>
                        <v:shape id="_x0000_i1058"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42" type="#_x0000_t202" style="position:absolute;margin-left:9pt;margin-top:4.05pt;width:36pt;height:36pt;z-index:251586560" stroked="f">
            <v:textbox>
              <w:txbxContent>
                <w:p w:rsidR="00C25F85" w:rsidRDefault="00C25F85">
                  <w:hyperlink r:id="rId26" w:history="1">
                    <w:r w:rsidRPr="00F4132B">
                      <w:rPr>
                        <w:rFonts w:ascii="Arial" w:hAnsi="Arial" w:cs="Arial"/>
                        <w:noProof/>
                        <w:color w:val="0000FF"/>
                      </w:rPr>
                      <w:pict>
                        <v:shape id="_x0000_i1060"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b/>
          <w:sz w:val="28"/>
          <w:szCs w:val="28"/>
          <w:u w:val="single"/>
        </w:rPr>
      </w:pPr>
    </w:p>
    <w:p w:rsidR="00C25F85" w:rsidRDefault="00C25F85">
      <w:pPr>
        <w:rPr>
          <w:rFonts w:ascii="Comic Sans MS" w:hAnsi="Comic Sans MS"/>
        </w:rPr>
      </w:pPr>
      <w:r>
        <w:rPr>
          <w:rFonts w:ascii="Comic Sans MS" w:hAnsi="Comic Sans MS"/>
          <w:b/>
          <w:sz w:val="28"/>
          <w:szCs w:val="28"/>
          <w:u w:val="single"/>
        </w:rPr>
        <w:t>Week 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43" type="#_x0000_t202" style="position:absolute;margin-left:0;margin-top:16.5pt;width:414pt;height:99pt;z-index:251587584">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044" type="#_x0000_t202" style="position:absolute;margin-left:9pt;margin-top:6pt;width:27pt;height:45pt;z-index:251589632" stroked="f">
            <v:textbox>
              <w:txbxContent>
                <w:p w:rsidR="00C25F85" w:rsidRDefault="00C25F85">
                  <w:pPr>
                    <w:rPr>
                      <w:rFonts w:ascii="Comic Sans MS" w:hAnsi="Comic Sans MS"/>
                    </w:rPr>
                  </w:pPr>
                  <w:hyperlink r:id="rId27" w:history="1">
                    <w:r w:rsidRPr="00F4132B">
                      <w:rPr>
                        <w:rFonts w:ascii="Arial" w:hAnsi="Arial" w:cs="Arial"/>
                        <w:noProof/>
                        <w:color w:val="0000FF"/>
                      </w:rPr>
                      <w:pict>
                        <v:shape id="_x0000_i1062"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45" type="#_x0000_t202" style="position:absolute;margin-left:9pt;margin-top:11.95pt;width:36pt;height:36pt;z-index:251590656" stroked="f">
            <v:textbox>
              <w:txbxContent>
                <w:p w:rsidR="00C25F85" w:rsidRDefault="00C25F85">
                  <w:hyperlink r:id="rId28" w:history="1">
                    <w:r w:rsidRPr="00F4132B">
                      <w:rPr>
                        <w:rFonts w:ascii="Arial" w:hAnsi="Arial" w:cs="Arial"/>
                        <w:noProof/>
                        <w:color w:val="0000FF"/>
                      </w:rPr>
                      <w:pict>
                        <v:shape id="_x0000_i1064"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10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46" type="#_x0000_t202" style="position:absolute;margin-left:0;margin-top:10.3pt;width:414pt;height:97.3pt;z-index:251588608">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047" type="#_x0000_t202" style="position:absolute;margin-left:9pt;margin-top:17.6pt;width:36pt;height:45pt;z-index:251591680" stroked="f">
            <v:textbox>
              <w:txbxContent>
                <w:p w:rsidR="00C25F85" w:rsidRDefault="00C25F85">
                  <w:hyperlink r:id="rId29" w:history="1">
                    <w:r w:rsidRPr="00F4132B">
                      <w:rPr>
                        <w:rFonts w:ascii="Arial" w:hAnsi="Arial" w:cs="Arial"/>
                        <w:noProof/>
                        <w:color w:val="0000FF"/>
                      </w:rPr>
                      <w:pict>
                        <v:shape id="_x0000_i1066"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48" type="#_x0000_t202" style="position:absolute;margin-left:9pt;margin-top:4.05pt;width:36pt;height:36pt;z-index:251592704" stroked="f">
            <v:textbox>
              <w:txbxContent>
                <w:p w:rsidR="00C25F85" w:rsidRDefault="00C25F85">
                  <w:hyperlink r:id="rId30" w:history="1">
                    <w:r w:rsidRPr="00F4132B">
                      <w:rPr>
                        <w:rFonts w:ascii="Arial" w:hAnsi="Arial" w:cs="Arial"/>
                        <w:noProof/>
                        <w:color w:val="0000FF"/>
                      </w:rPr>
                      <w:pict>
                        <v:shape id="_x0000_i1068"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11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49" type="#_x0000_t202" style="position:absolute;margin-left:0;margin-top:16.5pt;width:414pt;height:99pt;z-index:251593728">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050" type="#_x0000_t202" style="position:absolute;margin-left:9pt;margin-top:6pt;width:27pt;height:45pt;z-index:251595776" stroked="f">
            <v:textbox>
              <w:txbxContent>
                <w:p w:rsidR="00C25F85" w:rsidRDefault="00C25F85">
                  <w:pPr>
                    <w:rPr>
                      <w:rFonts w:ascii="Comic Sans MS" w:hAnsi="Comic Sans MS"/>
                    </w:rPr>
                  </w:pPr>
                  <w:hyperlink r:id="rId31" w:history="1">
                    <w:r w:rsidRPr="00F4132B">
                      <w:rPr>
                        <w:rFonts w:ascii="Arial" w:hAnsi="Arial" w:cs="Arial"/>
                        <w:noProof/>
                        <w:color w:val="0000FF"/>
                      </w:rPr>
                      <w:pict>
                        <v:shape id="_x0000_i1070"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51" type="#_x0000_t202" style="position:absolute;margin-left:9pt;margin-top:11.95pt;width:36pt;height:36pt;z-index:251596800" stroked="f">
            <v:textbox>
              <w:txbxContent>
                <w:p w:rsidR="00C25F85" w:rsidRDefault="00C25F85">
                  <w:hyperlink r:id="rId32" w:history="1">
                    <w:r w:rsidRPr="00F4132B">
                      <w:rPr>
                        <w:rFonts w:ascii="Arial" w:hAnsi="Arial" w:cs="Arial"/>
                        <w:noProof/>
                        <w:color w:val="0000FF"/>
                      </w:rPr>
                      <w:pict>
                        <v:shape id="_x0000_i1072"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12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52" type="#_x0000_t202" style="position:absolute;margin-left:0;margin-top:10.3pt;width:414pt;height:97.3pt;z-index:251594752">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053" type="#_x0000_t202" style="position:absolute;margin-left:9pt;margin-top:17.6pt;width:36pt;height:45pt;z-index:251597824" stroked="f">
            <v:textbox>
              <w:txbxContent>
                <w:p w:rsidR="00C25F85" w:rsidRDefault="00C25F85">
                  <w:hyperlink r:id="rId33" w:history="1">
                    <w:r w:rsidRPr="00F4132B">
                      <w:rPr>
                        <w:rFonts w:ascii="Arial" w:hAnsi="Arial" w:cs="Arial"/>
                        <w:noProof/>
                        <w:color w:val="0000FF"/>
                      </w:rPr>
                      <w:pict>
                        <v:shape id="_x0000_i1074"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54" type="#_x0000_t202" style="position:absolute;margin-left:9pt;margin-top:4.05pt;width:36pt;height:36pt;z-index:251598848" stroked="f">
            <v:textbox>
              <w:txbxContent>
                <w:p w:rsidR="00C25F85" w:rsidRDefault="00C25F85">
                  <w:hyperlink r:id="rId34" w:history="1">
                    <w:r w:rsidRPr="00F4132B">
                      <w:rPr>
                        <w:rFonts w:ascii="Arial" w:hAnsi="Arial" w:cs="Arial"/>
                        <w:noProof/>
                        <w:color w:val="0000FF"/>
                      </w:rPr>
                      <w:pict>
                        <v:shape id="_x0000_i1076"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b/>
          <w:sz w:val="28"/>
          <w:szCs w:val="28"/>
          <w:u w:val="single"/>
        </w:rPr>
      </w:pPr>
    </w:p>
    <w:p w:rsidR="00C25F85" w:rsidRDefault="00C25F85">
      <w:pPr>
        <w:rPr>
          <w:rFonts w:ascii="Comic Sans MS" w:hAnsi="Comic Sans MS"/>
        </w:rPr>
      </w:pPr>
      <w:r>
        <w:rPr>
          <w:rFonts w:ascii="Comic Sans MS" w:hAnsi="Comic Sans MS"/>
          <w:b/>
          <w:sz w:val="28"/>
          <w:szCs w:val="28"/>
          <w:u w:val="single"/>
        </w:rPr>
        <w:t>Week 13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55" type="#_x0000_t202" style="position:absolute;margin-left:0;margin-top:16.5pt;width:414pt;height:99pt;z-index:251599872">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056" type="#_x0000_t202" style="position:absolute;margin-left:9pt;margin-top:6pt;width:27pt;height:45pt;z-index:251601920" stroked="f">
            <v:textbox>
              <w:txbxContent>
                <w:p w:rsidR="00C25F85" w:rsidRDefault="00C25F85">
                  <w:pPr>
                    <w:rPr>
                      <w:rFonts w:ascii="Comic Sans MS" w:hAnsi="Comic Sans MS"/>
                    </w:rPr>
                  </w:pPr>
                  <w:hyperlink r:id="rId35" w:history="1">
                    <w:r w:rsidRPr="00F4132B">
                      <w:rPr>
                        <w:rFonts w:ascii="Arial" w:hAnsi="Arial" w:cs="Arial"/>
                        <w:noProof/>
                        <w:color w:val="0000FF"/>
                      </w:rPr>
                      <w:pict>
                        <v:shape id="_x0000_i1078"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57" type="#_x0000_t202" style="position:absolute;margin-left:9pt;margin-top:11.95pt;width:36pt;height:36pt;z-index:251602944" stroked="f">
            <v:textbox>
              <w:txbxContent>
                <w:p w:rsidR="00C25F85" w:rsidRDefault="00C25F85">
                  <w:hyperlink r:id="rId36" w:history="1">
                    <w:r w:rsidRPr="00F4132B">
                      <w:rPr>
                        <w:rFonts w:ascii="Arial" w:hAnsi="Arial" w:cs="Arial"/>
                        <w:noProof/>
                        <w:color w:val="0000FF"/>
                      </w:rPr>
                      <w:pict>
                        <v:shape id="_x0000_i1080"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14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58" type="#_x0000_t202" style="position:absolute;margin-left:0;margin-top:10.3pt;width:414pt;height:97.3pt;z-index:251600896">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059" type="#_x0000_t202" style="position:absolute;margin-left:9pt;margin-top:17.6pt;width:36pt;height:45pt;z-index:251603968" stroked="f">
            <v:textbox>
              <w:txbxContent>
                <w:p w:rsidR="00C25F85" w:rsidRDefault="00C25F85">
                  <w:hyperlink r:id="rId37" w:history="1">
                    <w:r w:rsidRPr="00F4132B">
                      <w:rPr>
                        <w:rFonts w:ascii="Arial" w:hAnsi="Arial" w:cs="Arial"/>
                        <w:noProof/>
                        <w:color w:val="0000FF"/>
                      </w:rPr>
                      <w:pict>
                        <v:shape id="_x0000_i1082"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60" type="#_x0000_t202" style="position:absolute;margin-left:9pt;margin-top:4.05pt;width:36pt;height:36pt;z-index:251604992" stroked="f">
            <v:textbox>
              <w:txbxContent>
                <w:p w:rsidR="00C25F85" w:rsidRDefault="00C25F85">
                  <w:hyperlink r:id="rId38" w:history="1">
                    <w:r w:rsidRPr="00F4132B">
                      <w:rPr>
                        <w:rFonts w:ascii="Arial" w:hAnsi="Arial" w:cs="Arial"/>
                        <w:noProof/>
                        <w:color w:val="0000FF"/>
                      </w:rPr>
                      <w:pict>
                        <v:shape id="_x0000_i1084"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15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61" type="#_x0000_t202" style="position:absolute;margin-left:0;margin-top:16.5pt;width:414pt;height:99pt;z-index:251606016">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062" type="#_x0000_t202" style="position:absolute;margin-left:9pt;margin-top:6pt;width:27pt;height:45pt;z-index:251608064" stroked="f">
            <v:textbox>
              <w:txbxContent>
                <w:p w:rsidR="00C25F85" w:rsidRDefault="00C25F85">
                  <w:pPr>
                    <w:rPr>
                      <w:rFonts w:ascii="Comic Sans MS" w:hAnsi="Comic Sans MS"/>
                    </w:rPr>
                  </w:pPr>
                  <w:hyperlink r:id="rId39" w:history="1">
                    <w:r w:rsidRPr="00F4132B">
                      <w:rPr>
                        <w:rFonts w:ascii="Arial" w:hAnsi="Arial" w:cs="Arial"/>
                        <w:noProof/>
                        <w:color w:val="0000FF"/>
                      </w:rPr>
                      <w:pict>
                        <v:shape id="_x0000_i1086"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63" type="#_x0000_t202" style="position:absolute;margin-left:9pt;margin-top:11.95pt;width:36pt;height:36pt;z-index:251609088" stroked="f">
            <v:textbox>
              <w:txbxContent>
                <w:p w:rsidR="00C25F85" w:rsidRDefault="00C25F85">
                  <w:hyperlink r:id="rId40" w:history="1">
                    <w:r w:rsidRPr="00F4132B">
                      <w:rPr>
                        <w:rFonts w:ascii="Arial" w:hAnsi="Arial" w:cs="Arial"/>
                        <w:noProof/>
                        <w:color w:val="0000FF"/>
                      </w:rPr>
                      <w:pict>
                        <v:shape id="_x0000_i1088"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16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64" type="#_x0000_t202" style="position:absolute;margin-left:0;margin-top:10.3pt;width:414pt;height:97.3pt;z-index:251607040">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065" type="#_x0000_t202" style="position:absolute;margin-left:9pt;margin-top:17.6pt;width:36pt;height:45pt;z-index:251610112" stroked="f">
            <v:textbox>
              <w:txbxContent>
                <w:p w:rsidR="00C25F85" w:rsidRDefault="00C25F85">
                  <w:hyperlink r:id="rId41" w:history="1">
                    <w:r w:rsidRPr="00F4132B">
                      <w:rPr>
                        <w:rFonts w:ascii="Arial" w:hAnsi="Arial" w:cs="Arial"/>
                        <w:noProof/>
                        <w:color w:val="0000FF"/>
                      </w:rPr>
                      <w:pict>
                        <v:shape id="_x0000_i1090"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66" type="#_x0000_t202" style="position:absolute;margin-left:9pt;margin-top:4.05pt;width:36pt;height:36pt;z-index:251611136" stroked="f">
            <v:textbox>
              <w:txbxContent>
                <w:p w:rsidR="00C25F85" w:rsidRDefault="00C25F85">
                  <w:hyperlink r:id="rId42" w:history="1">
                    <w:r w:rsidRPr="00F4132B">
                      <w:rPr>
                        <w:rFonts w:ascii="Arial" w:hAnsi="Arial" w:cs="Arial"/>
                        <w:noProof/>
                        <w:color w:val="0000FF"/>
                      </w:rPr>
                      <w:pict>
                        <v:shape id="_x0000_i1092"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b/>
          <w:sz w:val="28"/>
          <w:szCs w:val="28"/>
          <w:u w:val="single"/>
        </w:rPr>
      </w:pPr>
    </w:p>
    <w:p w:rsidR="00C25F85" w:rsidRDefault="00C25F85">
      <w:pPr>
        <w:rPr>
          <w:rFonts w:ascii="Comic Sans MS" w:hAnsi="Comic Sans MS"/>
        </w:rPr>
      </w:pPr>
      <w:r>
        <w:rPr>
          <w:rFonts w:ascii="Comic Sans MS" w:hAnsi="Comic Sans MS"/>
          <w:b/>
          <w:sz w:val="28"/>
          <w:szCs w:val="28"/>
          <w:u w:val="single"/>
        </w:rPr>
        <w:t>Week 17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67" type="#_x0000_t202" style="position:absolute;margin-left:0;margin-top:16.5pt;width:414pt;height:99pt;z-index:251612160">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068" type="#_x0000_t202" style="position:absolute;margin-left:9pt;margin-top:6pt;width:27pt;height:45pt;z-index:251614208" stroked="f">
            <v:textbox>
              <w:txbxContent>
                <w:p w:rsidR="00C25F85" w:rsidRDefault="00C25F85">
                  <w:pPr>
                    <w:rPr>
                      <w:rFonts w:ascii="Comic Sans MS" w:hAnsi="Comic Sans MS"/>
                    </w:rPr>
                  </w:pPr>
                  <w:hyperlink r:id="rId43" w:history="1">
                    <w:r w:rsidRPr="00F4132B">
                      <w:rPr>
                        <w:rFonts w:ascii="Arial" w:hAnsi="Arial" w:cs="Arial"/>
                        <w:noProof/>
                        <w:color w:val="0000FF"/>
                      </w:rPr>
                      <w:pict>
                        <v:shape id="_x0000_i1094"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69" type="#_x0000_t202" style="position:absolute;margin-left:9pt;margin-top:11.95pt;width:36pt;height:36pt;z-index:251615232" stroked="f">
            <v:textbox>
              <w:txbxContent>
                <w:p w:rsidR="00C25F85" w:rsidRDefault="00C25F85">
                  <w:hyperlink r:id="rId44" w:history="1">
                    <w:r w:rsidRPr="00F4132B">
                      <w:rPr>
                        <w:rFonts w:ascii="Arial" w:hAnsi="Arial" w:cs="Arial"/>
                        <w:noProof/>
                        <w:color w:val="0000FF"/>
                      </w:rPr>
                      <w:pict>
                        <v:shape id="_x0000_i1096"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18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70" type="#_x0000_t202" style="position:absolute;margin-left:0;margin-top:10.3pt;width:414pt;height:97.3pt;z-index:251613184">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071" type="#_x0000_t202" style="position:absolute;margin-left:9pt;margin-top:17.6pt;width:36pt;height:45pt;z-index:251616256" stroked="f">
            <v:textbox>
              <w:txbxContent>
                <w:p w:rsidR="00C25F85" w:rsidRDefault="00C25F85">
                  <w:hyperlink r:id="rId45" w:history="1">
                    <w:r w:rsidRPr="00F4132B">
                      <w:rPr>
                        <w:rFonts w:ascii="Arial" w:hAnsi="Arial" w:cs="Arial"/>
                        <w:noProof/>
                        <w:color w:val="0000FF"/>
                      </w:rPr>
                      <w:pict>
                        <v:shape id="_x0000_i1098"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72" type="#_x0000_t202" style="position:absolute;margin-left:9pt;margin-top:4.05pt;width:36pt;height:36pt;z-index:251617280" stroked="f">
            <v:textbox>
              <w:txbxContent>
                <w:p w:rsidR="00C25F85" w:rsidRDefault="00C25F85">
                  <w:hyperlink r:id="rId46" w:history="1">
                    <w:r w:rsidRPr="00F4132B">
                      <w:rPr>
                        <w:rFonts w:ascii="Arial" w:hAnsi="Arial" w:cs="Arial"/>
                        <w:noProof/>
                        <w:color w:val="0000FF"/>
                      </w:rPr>
                      <w:pict>
                        <v:shape id="_x0000_i1100"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19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73" type="#_x0000_t202" style="position:absolute;margin-left:0;margin-top:16.5pt;width:414pt;height:99pt;z-index:251618304">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074" type="#_x0000_t202" style="position:absolute;margin-left:9pt;margin-top:6pt;width:27pt;height:45pt;z-index:251620352" stroked="f">
            <v:textbox>
              <w:txbxContent>
                <w:p w:rsidR="00C25F85" w:rsidRDefault="00C25F85">
                  <w:pPr>
                    <w:rPr>
                      <w:rFonts w:ascii="Comic Sans MS" w:hAnsi="Comic Sans MS"/>
                    </w:rPr>
                  </w:pPr>
                  <w:hyperlink r:id="rId47" w:history="1">
                    <w:r w:rsidRPr="00F4132B">
                      <w:rPr>
                        <w:rFonts w:ascii="Arial" w:hAnsi="Arial" w:cs="Arial"/>
                        <w:noProof/>
                        <w:color w:val="0000FF"/>
                      </w:rPr>
                      <w:pict>
                        <v:shape id="_x0000_i1102"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75" type="#_x0000_t202" style="position:absolute;margin-left:9pt;margin-top:11.95pt;width:36pt;height:36pt;z-index:251621376" stroked="f">
            <v:textbox>
              <w:txbxContent>
                <w:p w:rsidR="00C25F85" w:rsidRDefault="00C25F85">
                  <w:hyperlink r:id="rId48" w:history="1">
                    <w:r w:rsidRPr="00F4132B">
                      <w:rPr>
                        <w:rFonts w:ascii="Arial" w:hAnsi="Arial" w:cs="Arial"/>
                        <w:noProof/>
                        <w:color w:val="0000FF"/>
                      </w:rPr>
                      <w:pict>
                        <v:shape id="_x0000_i1104"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20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76" type="#_x0000_t202" style="position:absolute;margin-left:0;margin-top:10.3pt;width:414pt;height:97.3pt;z-index:251619328">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077" type="#_x0000_t202" style="position:absolute;margin-left:9pt;margin-top:17.6pt;width:36pt;height:45pt;z-index:251622400" stroked="f">
            <v:textbox>
              <w:txbxContent>
                <w:p w:rsidR="00C25F85" w:rsidRDefault="00C25F85">
                  <w:hyperlink r:id="rId49" w:history="1">
                    <w:r w:rsidRPr="00F4132B">
                      <w:rPr>
                        <w:rFonts w:ascii="Arial" w:hAnsi="Arial" w:cs="Arial"/>
                        <w:noProof/>
                        <w:color w:val="0000FF"/>
                      </w:rPr>
                      <w:pict>
                        <v:shape id="_x0000_i1106"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78" type="#_x0000_t202" style="position:absolute;margin-left:9pt;margin-top:4.05pt;width:36pt;height:36pt;z-index:251623424" stroked="f">
            <v:textbox>
              <w:txbxContent>
                <w:p w:rsidR="00C25F85" w:rsidRDefault="00C25F85">
                  <w:hyperlink r:id="rId50" w:history="1">
                    <w:r w:rsidRPr="00F4132B">
                      <w:rPr>
                        <w:rFonts w:ascii="Arial" w:hAnsi="Arial" w:cs="Arial"/>
                        <w:noProof/>
                        <w:color w:val="0000FF"/>
                      </w:rPr>
                      <w:pict>
                        <v:shape id="_x0000_i1108"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b/>
          <w:sz w:val="28"/>
          <w:szCs w:val="28"/>
          <w:u w:val="single"/>
        </w:rPr>
      </w:pPr>
    </w:p>
    <w:p w:rsidR="00C25F85" w:rsidRDefault="00C25F85">
      <w:pPr>
        <w:rPr>
          <w:rFonts w:ascii="Comic Sans MS" w:hAnsi="Comic Sans MS"/>
        </w:rPr>
      </w:pPr>
      <w:r>
        <w:rPr>
          <w:rFonts w:ascii="Comic Sans MS" w:hAnsi="Comic Sans MS"/>
          <w:b/>
          <w:sz w:val="28"/>
          <w:szCs w:val="28"/>
          <w:u w:val="single"/>
        </w:rPr>
        <w:t>Week 21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79" type="#_x0000_t202" style="position:absolute;margin-left:0;margin-top:16.5pt;width:414pt;height:99pt;z-index:251624448">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080" type="#_x0000_t202" style="position:absolute;margin-left:9pt;margin-top:6pt;width:27pt;height:45pt;z-index:251626496" stroked="f">
            <v:textbox>
              <w:txbxContent>
                <w:p w:rsidR="00C25F85" w:rsidRDefault="00C25F85">
                  <w:pPr>
                    <w:rPr>
                      <w:rFonts w:ascii="Comic Sans MS" w:hAnsi="Comic Sans MS"/>
                    </w:rPr>
                  </w:pPr>
                  <w:hyperlink r:id="rId51" w:history="1">
                    <w:r w:rsidRPr="00F4132B">
                      <w:rPr>
                        <w:rFonts w:ascii="Arial" w:hAnsi="Arial" w:cs="Arial"/>
                        <w:noProof/>
                        <w:color w:val="0000FF"/>
                      </w:rPr>
                      <w:pict>
                        <v:shape id="_x0000_i1110"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81" type="#_x0000_t202" style="position:absolute;margin-left:9pt;margin-top:11.95pt;width:36pt;height:36pt;z-index:251627520" stroked="f">
            <v:textbox>
              <w:txbxContent>
                <w:p w:rsidR="00C25F85" w:rsidRDefault="00C25F85">
                  <w:hyperlink r:id="rId52" w:history="1">
                    <w:r w:rsidRPr="00F4132B">
                      <w:rPr>
                        <w:rFonts w:ascii="Arial" w:hAnsi="Arial" w:cs="Arial"/>
                        <w:noProof/>
                        <w:color w:val="0000FF"/>
                      </w:rPr>
                      <w:pict>
                        <v:shape id="_x0000_i1112"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22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82" type="#_x0000_t202" style="position:absolute;margin-left:0;margin-top:10.3pt;width:414pt;height:97.3pt;z-index:251625472">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083" type="#_x0000_t202" style="position:absolute;margin-left:9pt;margin-top:17.6pt;width:36pt;height:45pt;z-index:251628544" stroked="f">
            <v:textbox>
              <w:txbxContent>
                <w:p w:rsidR="00C25F85" w:rsidRDefault="00C25F85">
                  <w:hyperlink r:id="rId53" w:history="1">
                    <w:r w:rsidRPr="00F4132B">
                      <w:rPr>
                        <w:rFonts w:ascii="Arial" w:hAnsi="Arial" w:cs="Arial"/>
                        <w:noProof/>
                        <w:color w:val="0000FF"/>
                      </w:rPr>
                      <w:pict>
                        <v:shape id="_x0000_i1114"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84" type="#_x0000_t202" style="position:absolute;margin-left:9pt;margin-top:4.05pt;width:36pt;height:36pt;z-index:251629568" stroked="f">
            <v:textbox>
              <w:txbxContent>
                <w:p w:rsidR="00C25F85" w:rsidRDefault="00C25F85">
                  <w:hyperlink r:id="rId54" w:history="1">
                    <w:r w:rsidRPr="00F4132B">
                      <w:rPr>
                        <w:rFonts w:ascii="Arial" w:hAnsi="Arial" w:cs="Arial"/>
                        <w:noProof/>
                        <w:color w:val="0000FF"/>
                      </w:rPr>
                      <w:pict>
                        <v:shape id="_x0000_i1116"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23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85" type="#_x0000_t202" style="position:absolute;margin-left:0;margin-top:16.5pt;width:414pt;height:99pt;z-index:251630592">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086" type="#_x0000_t202" style="position:absolute;margin-left:9pt;margin-top:6pt;width:27pt;height:45pt;z-index:251632640" stroked="f">
            <v:textbox>
              <w:txbxContent>
                <w:p w:rsidR="00C25F85" w:rsidRDefault="00C25F85">
                  <w:pPr>
                    <w:rPr>
                      <w:rFonts w:ascii="Comic Sans MS" w:hAnsi="Comic Sans MS"/>
                    </w:rPr>
                  </w:pPr>
                  <w:hyperlink r:id="rId55" w:history="1">
                    <w:r w:rsidRPr="00F4132B">
                      <w:rPr>
                        <w:rFonts w:ascii="Arial" w:hAnsi="Arial" w:cs="Arial"/>
                        <w:noProof/>
                        <w:color w:val="0000FF"/>
                      </w:rPr>
                      <w:pict>
                        <v:shape id="_x0000_i1118"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87" type="#_x0000_t202" style="position:absolute;margin-left:9pt;margin-top:11.95pt;width:36pt;height:36pt;z-index:251633664" stroked="f">
            <v:textbox>
              <w:txbxContent>
                <w:p w:rsidR="00C25F85" w:rsidRDefault="00C25F85">
                  <w:hyperlink r:id="rId56" w:history="1">
                    <w:r w:rsidRPr="00F4132B">
                      <w:rPr>
                        <w:rFonts w:ascii="Arial" w:hAnsi="Arial" w:cs="Arial"/>
                        <w:noProof/>
                        <w:color w:val="0000FF"/>
                      </w:rPr>
                      <w:pict>
                        <v:shape id="_x0000_i1120"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24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88" type="#_x0000_t202" style="position:absolute;margin-left:0;margin-top:10.3pt;width:414pt;height:97.3pt;z-index:251631616">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089" type="#_x0000_t202" style="position:absolute;margin-left:9pt;margin-top:17.6pt;width:36pt;height:45pt;z-index:251634688" stroked="f">
            <v:textbox>
              <w:txbxContent>
                <w:p w:rsidR="00C25F85" w:rsidRDefault="00C25F85">
                  <w:hyperlink r:id="rId57" w:history="1">
                    <w:r w:rsidRPr="00F4132B">
                      <w:rPr>
                        <w:rFonts w:ascii="Arial" w:hAnsi="Arial" w:cs="Arial"/>
                        <w:noProof/>
                        <w:color w:val="0000FF"/>
                      </w:rPr>
                      <w:pict>
                        <v:shape id="_x0000_i1122"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90" type="#_x0000_t202" style="position:absolute;margin-left:9pt;margin-top:4.05pt;width:36pt;height:36pt;z-index:251635712" stroked="f">
            <v:textbox>
              <w:txbxContent>
                <w:p w:rsidR="00C25F85" w:rsidRDefault="00C25F85">
                  <w:hyperlink r:id="rId58" w:history="1">
                    <w:r w:rsidRPr="00F4132B">
                      <w:rPr>
                        <w:rFonts w:ascii="Arial" w:hAnsi="Arial" w:cs="Arial"/>
                        <w:noProof/>
                        <w:color w:val="0000FF"/>
                      </w:rPr>
                      <w:pict>
                        <v:shape id="_x0000_i1124"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b/>
          <w:sz w:val="28"/>
          <w:szCs w:val="28"/>
          <w:u w:val="single"/>
        </w:rPr>
      </w:pPr>
    </w:p>
    <w:p w:rsidR="00C25F85" w:rsidRDefault="00C25F85">
      <w:pPr>
        <w:rPr>
          <w:rFonts w:ascii="Comic Sans MS" w:hAnsi="Comic Sans MS"/>
        </w:rPr>
      </w:pPr>
      <w:r>
        <w:rPr>
          <w:rFonts w:ascii="Comic Sans MS" w:hAnsi="Comic Sans MS"/>
          <w:b/>
          <w:sz w:val="28"/>
          <w:szCs w:val="28"/>
          <w:u w:val="single"/>
        </w:rPr>
        <w:t>Week 25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91" type="#_x0000_t202" style="position:absolute;margin-left:0;margin-top:16.5pt;width:414pt;height:99pt;z-index:251636736">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092" type="#_x0000_t202" style="position:absolute;margin-left:9pt;margin-top:6pt;width:27pt;height:45pt;z-index:251638784" stroked="f">
            <v:textbox>
              <w:txbxContent>
                <w:p w:rsidR="00C25F85" w:rsidRDefault="00C25F85">
                  <w:pPr>
                    <w:rPr>
                      <w:rFonts w:ascii="Comic Sans MS" w:hAnsi="Comic Sans MS"/>
                    </w:rPr>
                  </w:pPr>
                  <w:hyperlink r:id="rId59" w:history="1">
                    <w:r w:rsidRPr="00F4132B">
                      <w:rPr>
                        <w:rFonts w:ascii="Arial" w:hAnsi="Arial" w:cs="Arial"/>
                        <w:noProof/>
                        <w:color w:val="0000FF"/>
                      </w:rPr>
                      <w:pict>
                        <v:shape id="_x0000_i1126"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93" type="#_x0000_t202" style="position:absolute;margin-left:9pt;margin-top:11.95pt;width:36pt;height:36pt;z-index:251639808" stroked="f">
            <v:textbox>
              <w:txbxContent>
                <w:p w:rsidR="00C25F85" w:rsidRDefault="00C25F85">
                  <w:hyperlink r:id="rId60" w:history="1">
                    <w:r w:rsidRPr="00F4132B">
                      <w:rPr>
                        <w:rFonts w:ascii="Arial" w:hAnsi="Arial" w:cs="Arial"/>
                        <w:noProof/>
                        <w:color w:val="0000FF"/>
                      </w:rPr>
                      <w:pict>
                        <v:shape id="_x0000_i1128"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26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94" type="#_x0000_t202" style="position:absolute;margin-left:0;margin-top:10.3pt;width:414pt;height:97.3pt;z-index:251637760">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095" type="#_x0000_t202" style="position:absolute;margin-left:9pt;margin-top:17.6pt;width:36pt;height:45pt;z-index:251640832" stroked="f">
            <v:textbox>
              <w:txbxContent>
                <w:p w:rsidR="00C25F85" w:rsidRDefault="00C25F85">
                  <w:hyperlink r:id="rId61" w:history="1">
                    <w:r w:rsidRPr="00F4132B">
                      <w:rPr>
                        <w:rFonts w:ascii="Arial" w:hAnsi="Arial" w:cs="Arial"/>
                        <w:noProof/>
                        <w:color w:val="0000FF"/>
                      </w:rPr>
                      <w:pict>
                        <v:shape id="_x0000_i1130"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96" type="#_x0000_t202" style="position:absolute;margin-left:9pt;margin-top:4.05pt;width:36pt;height:36pt;z-index:251641856" stroked="f">
            <v:textbox>
              <w:txbxContent>
                <w:p w:rsidR="00C25F85" w:rsidRDefault="00C25F85">
                  <w:hyperlink r:id="rId62" w:history="1">
                    <w:r w:rsidRPr="00F4132B">
                      <w:rPr>
                        <w:rFonts w:ascii="Arial" w:hAnsi="Arial" w:cs="Arial"/>
                        <w:noProof/>
                        <w:color w:val="0000FF"/>
                      </w:rPr>
                      <w:pict>
                        <v:shape id="_x0000_i1132"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27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097" type="#_x0000_t202" style="position:absolute;margin-left:0;margin-top:16.5pt;width:414pt;height:99pt;z-index:251642880">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098" type="#_x0000_t202" style="position:absolute;margin-left:9pt;margin-top:6pt;width:27pt;height:45pt;z-index:251644928" stroked="f">
            <v:textbox>
              <w:txbxContent>
                <w:p w:rsidR="00C25F85" w:rsidRDefault="00C25F85">
                  <w:pPr>
                    <w:rPr>
                      <w:rFonts w:ascii="Comic Sans MS" w:hAnsi="Comic Sans MS"/>
                    </w:rPr>
                  </w:pPr>
                  <w:hyperlink r:id="rId63" w:history="1">
                    <w:r w:rsidRPr="00F4132B">
                      <w:rPr>
                        <w:rFonts w:ascii="Arial" w:hAnsi="Arial" w:cs="Arial"/>
                        <w:noProof/>
                        <w:color w:val="0000FF"/>
                      </w:rPr>
                      <w:pict>
                        <v:shape id="_x0000_i1134"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099" type="#_x0000_t202" style="position:absolute;margin-left:9pt;margin-top:11.95pt;width:36pt;height:36pt;z-index:251645952" stroked="f">
            <v:textbox>
              <w:txbxContent>
                <w:p w:rsidR="00C25F85" w:rsidRDefault="00C25F85">
                  <w:hyperlink r:id="rId64" w:history="1">
                    <w:r w:rsidRPr="00F4132B">
                      <w:rPr>
                        <w:rFonts w:ascii="Arial" w:hAnsi="Arial" w:cs="Arial"/>
                        <w:noProof/>
                        <w:color w:val="0000FF"/>
                      </w:rPr>
                      <w:pict>
                        <v:shape id="_x0000_i1136"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28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100" type="#_x0000_t202" style="position:absolute;margin-left:0;margin-top:10.3pt;width:414pt;height:97.3pt;z-index:251643904">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101" type="#_x0000_t202" style="position:absolute;margin-left:9pt;margin-top:17.6pt;width:36pt;height:45pt;z-index:251646976" stroked="f">
            <v:textbox>
              <w:txbxContent>
                <w:p w:rsidR="00C25F85" w:rsidRDefault="00C25F85">
                  <w:hyperlink r:id="rId65" w:history="1">
                    <w:r w:rsidRPr="00F4132B">
                      <w:rPr>
                        <w:rFonts w:ascii="Arial" w:hAnsi="Arial" w:cs="Arial"/>
                        <w:noProof/>
                        <w:color w:val="0000FF"/>
                      </w:rPr>
                      <w:pict>
                        <v:shape id="_x0000_i1138"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102" type="#_x0000_t202" style="position:absolute;margin-left:9pt;margin-top:4.05pt;width:36pt;height:36pt;z-index:251648000" stroked="f">
            <v:textbox>
              <w:txbxContent>
                <w:p w:rsidR="00C25F85" w:rsidRDefault="00C25F85">
                  <w:hyperlink r:id="rId66" w:history="1">
                    <w:r w:rsidRPr="00F4132B">
                      <w:rPr>
                        <w:rFonts w:ascii="Arial" w:hAnsi="Arial" w:cs="Arial"/>
                        <w:noProof/>
                        <w:color w:val="0000FF"/>
                      </w:rPr>
                      <w:pict>
                        <v:shape id="_x0000_i1140"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b/>
          <w:sz w:val="28"/>
          <w:szCs w:val="28"/>
          <w:u w:val="single"/>
        </w:rPr>
      </w:pPr>
    </w:p>
    <w:p w:rsidR="00C25F85" w:rsidRDefault="00C25F85">
      <w:pPr>
        <w:rPr>
          <w:rFonts w:ascii="Comic Sans MS" w:hAnsi="Comic Sans MS"/>
        </w:rPr>
      </w:pPr>
      <w:r>
        <w:rPr>
          <w:rFonts w:ascii="Comic Sans MS" w:hAnsi="Comic Sans MS"/>
          <w:b/>
          <w:sz w:val="28"/>
          <w:szCs w:val="28"/>
          <w:u w:val="single"/>
        </w:rPr>
        <w:t>Week 29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103" type="#_x0000_t202" style="position:absolute;margin-left:0;margin-top:16.5pt;width:414pt;height:99pt;z-index:251649024">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104" type="#_x0000_t202" style="position:absolute;margin-left:9pt;margin-top:6pt;width:27pt;height:45pt;z-index:251651072" stroked="f">
            <v:textbox>
              <w:txbxContent>
                <w:p w:rsidR="00C25F85" w:rsidRDefault="00C25F85">
                  <w:pPr>
                    <w:rPr>
                      <w:rFonts w:ascii="Comic Sans MS" w:hAnsi="Comic Sans MS"/>
                    </w:rPr>
                  </w:pPr>
                  <w:hyperlink r:id="rId67" w:history="1">
                    <w:r w:rsidRPr="00F4132B">
                      <w:rPr>
                        <w:rFonts w:ascii="Arial" w:hAnsi="Arial" w:cs="Arial"/>
                        <w:noProof/>
                        <w:color w:val="0000FF"/>
                      </w:rPr>
                      <w:pict>
                        <v:shape id="_x0000_i1142"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105" type="#_x0000_t202" style="position:absolute;margin-left:9pt;margin-top:11.95pt;width:36pt;height:36pt;z-index:251652096" stroked="f">
            <v:textbox>
              <w:txbxContent>
                <w:p w:rsidR="00C25F85" w:rsidRDefault="00C25F85">
                  <w:hyperlink r:id="rId68" w:history="1">
                    <w:r w:rsidRPr="00F4132B">
                      <w:rPr>
                        <w:rFonts w:ascii="Arial" w:hAnsi="Arial" w:cs="Arial"/>
                        <w:noProof/>
                        <w:color w:val="0000FF"/>
                      </w:rPr>
                      <w:pict>
                        <v:shape id="_x0000_i1144"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30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106" type="#_x0000_t202" style="position:absolute;margin-left:0;margin-top:10.3pt;width:414pt;height:97.3pt;z-index:251650048">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107" type="#_x0000_t202" style="position:absolute;margin-left:9pt;margin-top:17.6pt;width:36pt;height:45pt;z-index:251653120" stroked="f">
            <v:textbox>
              <w:txbxContent>
                <w:p w:rsidR="00C25F85" w:rsidRDefault="00C25F85">
                  <w:hyperlink r:id="rId69" w:history="1">
                    <w:r w:rsidRPr="00F4132B">
                      <w:rPr>
                        <w:rFonts w:ascii="Arial" w:hAnsi="Arial" w:cs="Arial"/>
                        <w:noProof/>
                        <w:color w:val="0000FF"/>
                      </w:rPr>
                      <w:pict>
                        <v:shape id="_x0000_i1146"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108" type="#_x0000_t202" style="position:absolute;margin-left:9pt;margin-top:4.05pt;width:36pt;height:36pt;z-index:251654144" stroked="f">
            <v:textbox>
              <w:txbxContent>
                <w:p w:rsidR="00C25F85" w:rsidRDefault="00C25F85">
                  <w:hyperlink r:id="rId70" w:history="1">
                    <w:r w:rsidRPr="00F4132B">
                      <w:rPr>
                        <w:rFonts w:ascii="Arial" w:hAnsi="Arial" w:cs="Arial"/>
                        <w:noProof/>
                        <w:color w:val="0000FF"/>
                      </w:rPr>
                      <w:pict>
                        <v:shape id="_x0000_i1148"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31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109" type="#_x0000_t202" style="position:absolute;margin-left:0;margin-top:16.5pt;width:414pt;height:99pt;z-index:251655168">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110" type="#_x0000_t202" style="position:absolute;margin-left:9pt;margin-top:6pt;width:27pt;height:45pt;z-index:251657216" stroked="f">
            <v:textbox>
              <w:txbxContent>
                <w:p w:rsidR="00C25F85" w:rsidRDefault="00C25F85">
                  <w:pPr>
                    <w:rPr>
                      <w:rFonts w:ascii="Comic Sans MS" w:hAnsi="Comic Sans MS"/>
                    </w:rPr>
                  </w:pPr>
                  <w:hyperlink r:id="rId71" w:history="1">
                    <w:r w:rsidRPr="00F4132B">
                      <w:rPr>
                        <w:rFonts w:ascii="Arial" w:hAnsi="Arial" w:cs="Arial"/>
                        <w:noProof/>
                        <w:color w:val="0000FF"/>
                      </w:rPr>
                      <w:pict>
                        <v:shape id="_x0000_i1150"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111" type="#_x0000_t202" style="position:absolute;margin-left:9pt;margin-top:11.95pt;width:36pt;height:36pt;z-index:251658240" stroked="f">
            <v:textbox>
              <w:txbxContent>
                <w:p w:rsidR="00C25F85" w:rsidRDefault="00C25F85">
                  <w:hyperlink r:id="rId72" w:history="1">
                    <w:r w:rsidRPr="00F4132B">
                      <w:rPr>
                        <w:rFonts w:ascii="Arial" w:hAnsi="Arial" w:cs="Arial"/>
                        <w:noProof/>
                        <w:color w:val="0000FF"/>
                      </w:rPr>
                      <w:pict>
                        <v:shape id="_x0000_i1152"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32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112" type="#_x0000_t202" style="position:absolute;margin-left:0;margin-top:10.3pt;width:414pt;height:97.3pt;z-index:251656192">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113" type="#_x0000_t202" style="position:absolute;margin-left:9pt;margin-top:17.6pt;width:36pt;height:45pt;z-index:251659264" stroked="f">
            <v:textbox>
              <w:txbxContent>
                <w:p w:rsidR="00C25F85" w:rsidRDefault="00C25F85">
                  <w:hyperlink r:id="rId73" w:history="1">
                    <w:r w:rsidRPr="00F4132B">
                      <w:rPr>
                        <w:rFonts w:ascii="Arial" w:hAnsi="Arial" w:cs="Arial"/>
                        <w:noProof/>
                        <w:color w:val="0000FF"/>
                      </w:rPr>
                      <w:pict>
                        <v:shape id="_x0000_i1154"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114" type="#_x0000_t202" style="position:absolute;margin-left:9pt;margin-top:4.05pt;width:36pt;height:36pt;z-index:251660288" stroked="f">
            <v:textbox>
              <w:txbxContent>
                <w:p w:rsidR="00C25F85" w:rsidRDefault="00C25F85">
                  <w:hyperlink r:id="rId74" w:history="1">
                    <w:r w:rsidRPr="00F4132B">
                      <w:rPr>
                        <w:rFonts w:ascii="Arial" w:hAnsi="Arial" w:cs="Arial"/>
                        <w:noProof/>
                        <w:color w:val="0000FF"/>
                      </w:rPr>
                      <w:pict>
                        <v:shape id="_x0000_i1156"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b/>
          <w:sz w:val="28"/>
          <w:szCs w:val="28"/>
          <w:u w:val="single"/>
        </w:rPr>
      </w:pPr>
    </w:p>
    <w:p w:rsidR="00C25F85" w:rsidRDefault="00C25F85">
      <w:pPr>
        <w:rPr>
          <w:rFonts w:ascii="Comic Sans MS" w:hAnsi="Comic Sans MS"/>
        </w:rPr>
      </w:pPr>
      <w:r>
        <w:rPr>
          <w:rFonts w:ascii="Comic Sans MS" w:hAnsi="Comic Sans MS"/>
          <w:b/>
          <w:sz w:val="28"/>
          <w:szCs w:val="28"/>
          <w:u w:val="single"/>
        </w:rPr>
        <w:t>Week 33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115" type="#_x0000_t202" style="position:absolute;margin-left:0;margin-top:16.5pt;width:414pt;height:99pt;z-index:251661312">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116" type="#_x0000_t202" style="position:absolute;margin-left:9pt;margin-top:6pt;width:27pt;height:45pt;z-index:251663360" stroked="f">
            <v:textbox>
              <w:txbxContent>
                <w:p w:rsidR="00C25F85" w:rsidRDefault="00C25F85">
                  <w:pPr>
                    <w:rPr>
                      <w:rFonts w:ascii="Comic Sans MS" w:hAnsi="Comic Sans MS"/>
                    </w:rPr>
                  </w:pPr>
                  <w:hyperlink r:id="rId75" w:history="1">
                    <w:r w:rsidRPr="00F4132B">
                      <w:rPr>
                        <w:rFonts w:ascii="Arial" w:hAnsi="Arial" w:cs="Arial"/>
                        <w:noProof/>
                        <w:color w:val="0000FF"/>
                      </w:rPr>
                      <w:pict>
                        <v:shape id="_x0000_i1158"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117" type="#_x0000_t202" style="position:absolute;margin-left:9pt;margin-top:11.95pt;width:36pt;height:36pt;z-index:251664384" stroked="f">
            <v:textbox>
              <w:txbxContent>
                <w:p w:rsidR="00C25F85" w:rsidRDefault="00C25F85">
                  <w:hyperlink r:id="rId76" w:history="1">
                    <w:r w:rsidRPr="00F4132B">
                      <w:rPr>
                        <w:rFonts w:ascii="Arial" w:hAnsi="Arial" w:cs="Arial"/>
                        <w:noProof/>
                        <w:color w:val="0000FF"/>
                      </w:rPr>
                      <w:pict>
                        <v:shape id="_x0000_i1160"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34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118" type="#_x0000_t202" style="position:absolute;margin-left:0;margin-top:10.3pt;width:414pt;height:97.3pt;z-index:251662336">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119" type="#_x0000_t202" style="position:absolute;margin-left:9pt;margin-top:17.6pt;width:36pt;height:45pt;z-index:251665408" stroked="f">
            <v:textbox>
              <w:txbxContent>
                <w:p w:rsidR="00C25F85" w:rsidRDefault="00C25F85">
                  <w:hyperlink r:id="rId77" w:history="1">
                    <w:r w:rsidRPr="00F4132B">
                      <w:rPr>
                        <w:rFonts w:ascii="Arial" w:hAnsi="Arial" w:cs="Arial"/>
                        <w:noProof/>
                        <w:color w:val="0000FF"/>
                      </w:rPr>
                      <w:pict>
                        <v:shape id="_x0000_i1162"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120" type="#_x0000_t202" style="position:absolute;margin-left:9pt;margin-top:4.05pt;width:36pt;height:36pt;z-index:251666432" stroked="f">
            <v:textbox>
              <w:txbxContent>
                <w:p w:rsidR="00C25F85" w:rsidRDefault="00C25F85">
                  <w:hyperlink r:id="rId78" w:history="1">
                    <w:r w:rsidRPr="00F4132B">
                      <w:rPr>
                        <w:rFonts w:ascii="Arial" w:hAnsi="Arial" w:cs="Arial"/>
                        <w:noProof/>
                        <w:color w:val="0000FF"/>
                      </w:rPr>
                      <w:pict>
                        <v:shape id="_x0000_i1164"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35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121" type="#_x0000_t202" style="position:absolute;margin-left:0;margin-top:16.5pt;width:414pt;height:99pt;z-index:251667456">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122" type="#_x0000_t202" style="position:absolute;margin-left:9pt;margin-top:6pt;width:27pt;height:45pt;z-index:251669504" stroked="f">
            <v:textbox>
              <w:txbxContent>
                <w:p w:rsidR="00C25F85" w:rsidRDefault="00C25F85">
                  <w:pPr>
                    <w:rPr>
                      <w:rFonts w:ascii="Comic Sans MS" w:hAnsi="Comic Sans MS"/>
                    </w:rPr>
                  </w:pPr>
                  <w:hyperlink r:id="rId79" w:history="1">
                    <w:r w:rsidRPr="00F4132B">
                      <w:rPr>
                        <w:rFonts w:ascii="Arial" w:hAnsi="Arial" w:cs="Arial"/>
                        <w:noProof/>
                        <w:color w:val="0000FF"/>
                      </w:rPr>
                      <w:pict>
                        <v:shape id="_x0000_i1166"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123" type="#_x0000_t202" style="position:absolute;margin-left:9pt;margin-top:11.95pt;width:36pt;height:36pt;z-index:251670528" stroked="f">
            <v:textbox>
              <w:txbxContent>
                <w:p w:rsidR="00C25F85" w:rsidRDefault="00C25F85">
                  <w:hyperlink r:id="rId80" w:history="1">
                    <w:r w:rsidRPr="00F4132B">
                      <w:rPr>
                        <w:rFonts w:ascii="Arial" w:hAnsi="Arial" w:cs="Arial"/>
                        <w:noProof/>
                        <w:color w:val="0000FF"/>
                      </w:rPr>
                      <w:pict>
                        <v:shape id="_x0000_i1168"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36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124" type="#_x0000_t202" style="position:absolute;margin-left:0;margin-top:10.3pt;width:414pt;height:97.3pt;z-index:251668480">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125" type="#_x0000_t202" style="position:absolute;margin-left:9pt;margin-top:17.6pt;width:36pt;height:45pt;z-index:251671552" stroked="f">
            <v:textbox>
              <w:txbxContent>
                <w:p w:rsidR="00C25F85" w:rsidRDefault="00C25F85">
                  <w:hyperlink r:id="rId81" w:history="1">
                    <w:r w:rsidRPr="00F4132B">
                      <w:rPr>
                        <w:rFonts w:ascii="Arial" w:hAnsi="Arial" w:cs="Arial"/>
                        <w:noProof/>
                        <w:color w:val="0000FF"/>
                      </w:rPr>
                      <w:pict>
                        <v:shape id="_x0000_i1170"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126" type="#_x0000_t202" style="position:absolute;margin-left:9pt;margin-top:4.05pt;width:36pt;height:36pt;z-index:251672576" stroked="f">
            <v:textbox>
              <w:txbxContent>
                <w:p w:rsidR="00C25F85" w:rsidRDefault="00C25F85">
                  <w:hyperlink r:id="rId82" w:history="1">
                    <w:r w:rsidRPr="00F4132B">
                      <w:rPr>
                        <w:rFonts w:ascii="Arial" w:hAnsi="Arial" w:cs="Arial"/>
                        <w:noProof/>
                        <w:color w:val="0000FF"/>
                      </w:rPr>
                      <w:pict>
                        <v:shape id="_x0000_i1172"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b/>
          <w:sz w:val="28"/>
          <w:szCs w:val="28"/>
          <w:u w:val="single"/>
        </w:rPr>
      </w:pPr>
    </w:p>
    <w:p w:rsidR="00C25F85" w:rsidRDefault="00C25F85">
      <w:pPr>
        <w:rPr>
          <w:rFonts w:ascii="Comic Sans MS" w:hAnsi="Comic Sans MS"/>
        </w:rPr>
      </w:pPr>
      <w:r>
        <w:rPr>
          <w:rFonts w:ascii="Comic Sans MS" w:hAnsi="Comic Sans MS"/>
          <w:b/>
          <w:sz w:val="28"/>
          <w:szCs w:val="28"/>
          <w:u w:val="single"/>
        </w:rPr>
        <w:t>Week 37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127" type="#_x0000_t202" style="position:absolute;margin-left:0;margin-top:16.5pt;width:414pt;height:99pt;z-index:251673600">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128" type="#_x0000_t202" style="position:absolute;margin-left:9pt;margin-top:6pt;width:27pt;height:45pt;z-index:251675648" stroked="f">
            <v:textbox>
              <w:txbxContent>
                <w:p w:rsidR="00C25F85" w:rsidRDefault="00C25F85">
                  <w:pPr>
                    <w:rPr>
                      <w:rFonts w:ascii="Comic Sans MS" w:hAnsi="Comic Sans MS"/>
                    </w:rPr>
                  </w:pPr>
                  <w:hyperlink r:id="rId83" w:history="1">
                    <w:r w:rsidRPr="00F4132B">
                      <w:rPr>
                        <w:rFonts w:ascii="Arial" w:hAnsi="Arial" w:cs="Arial"/>
                        <w:noProof/>
                        <w:color w:val="0000FF"/>
                      </w:rPr>
                      <w:pict>
                        <v:shape id="_x0000_i1174"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129" type="#_x0000_t202" style="position:absolute;margin-left:9pt;margin-top:11.95pt;width:36pt;height:36pt;z-index:251676672" stroked="f">
            <v:textbox>
              <w:txbxContent>
                <w:p w:rsidR="00C25F85" w:rsidRDefault="00C25F85">
                  <w:hyperlink r:id="rId84" w:history="1">
                    <w:r w:rsidRPr="00F4132B">
                      <w:rPr>
                        <w:rFonts w:ascii="Arial" w:hAnsi="Arial" w:cs="Arial"/>
                        <w:noProof/>
                        <w:color w:val="0000FF"/>
                      </w:rPr>
                      <w:pict>
                        <v:shape id="_x0000_i1176"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38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130" type="#_x0000_t202" style="position:absolute;margin-left:0;margin-top:10.3pt;width:414pt;height:97.3pt;z-index:251674624">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131" type="#_x0000_t202" style="position:absolute;margin-left:9pt;margin-top:17.6pt;width:36pt;height:45pt;z-index:251677696" stroked="f">
            <v:textbox>
              <w:txbxContent>
                <w:p w:rsidR="00C25F85" w:rsidRDefault="00C25F85">
                  <w:hyperlink r:id="rId85" w:history="1">
                    <w:r w:rsidRPr="00F4132B">
                      <w:rPr>
                        <w:rFonts w:ascii="Arial" w:hAnsi="Arial" w:cs="Arial"/>
                        <w:noProof/>
                        <w:color w:val="0000FF"/>
                      </w:rPr>
                      <w:pict>
                        <v:shape id="_x0000_i1178"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132" type="#_x0000_t202" style="position:absolute;margin-left:9pt;margin-top:4.05pt;width:36pt;height:36pt;z-index:251678720" stroked="f">
            <v:textbox>
              <w:txbxContent>
                <w:p w:rsidR="00C25F85" w:rsidRDefault="00C25F85">
                  <w:hyperlink r:id="rId86" w:history="1">
                    <w:r w:rsidRPr="00F4132B">
                      <w:rPr>
                        <w:rFonts w:ascii="Arial" w:hAnsi="Arial" w:cs="Arial"/>
                        <w:noProof/>
                        <w:color w:val="0000FF"/>
                      </w:rPr>
                      <w:pict>
                        <v:shape id="_x0000_i1180"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39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133" type="#_x0000_t202" style="position:absolute;margin-left:0;margin-top:16.5pt;width:414pt;height:99pt;z-index:251679744">
            <v:textbox>
              <w:txbxContent>
                <w:p w:rsidR="00C25F85" w:rsidRDefault="00C25F85">
                  <w:pPr>
                    <w:ind w:firstLine="720"/>
                    <w:rPr>
                      <w:rFonts w:ascii="Comic Sans MS" w:hAnsi="Comic Sans MS"/>
                    </w:rPr>
                  </w:pPr>
                </w:p>
                <w:p w:rsidR="00C25F85" w:rsidRDefault="00C25F85">
                  <w:pPr>
                    <w:ind w:firstLine="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Reading Task:</w:t>
                  </w:r>
                  <w:r>
                    <w:rPr>
                      <w:rFonts w:ascii="Arial" w:hAnsi="Arial" w:cs="Arial"/>
                      <w:color w:val="000000"/>
                    </w:rPr>
                    <w:t xml:space="preserve"> </w:t>
                  </w:r>
                </w:p>
              </w:txbxContent>
            </v:textbox>
          </v:shape>
        </w:pict>
      </w:r>
    </w:p>
    <w:p w:rsidR="00C25F85" w:rsidRDefault="00C25F85">
      <w:pPr>
        <w:rPr>
          <w:rFonts w:ascii="Comic Sans MS" w:hAnsi="Comic Sans MS"/>
          <w:sz w:val="28"/>
          <w:szCs w:val="28"/>
        </w:rPr>
      </w:pPr>
      <w:r>
        <w:rPr>
          <w:noProof/>
        </w:rPr>
        <w:pict>
          <v:shape id="_x0000_s1134" type="#_x0000_t202" style="position:absolute;margin-left:9pt;margin-top:6pt;width:27pt;height:45pt;z-index:251681792" stroked="f">
            <v:textbox>
              <w:txbxContent>
                <w:p w:rsidR="00C25F85" w:rsidRDefault="00C25F85">
                  <w:pPr>
                    <w:rPr>
                      <w:rFonts w:ascii="Comic Sans MS" w:hAnsi="Comic Sans MS"/>
                    </w:rPr>
                  </w:pPr>
                  <w:hyperlink r:id="rId87" w:history="1">
                    <w:r w:rsidRPr="00F4132B">
                      <w:rPr>
                        <w:rFonts w:ascii="Arial" w:hAnsi="Arial" w:cs="Arial"/>
                        <w:noProof/>
                        <w:color w:val="0000FF"/>
                      </w:rPr>
                      <w:pict>
                        <v:shape id="_x0000_i1182" type="#_x0000_t75" style="width:28.5pt;height:40.5pt;visibility:visible">
                          <v:imagedata r:id="rId10" o:title=""/>
                        </v:shape>
                      </w:pict>
                    </w:r>
                  </w:hyperlink>
                </w:p>
                <w:p w:rsidR="00C25F85" w:rsidRDefault="00C25F85">
                  <w:pPr>
                    <w:rPr>
                      <w:rFonts w:ascii="Comic Sans MS" w:hAnsi="Comic Sans MS"/>
                    </w:rPr>
                  </w:pPr>
                </w:p>
                <w:p w:rsidR="00C25F85" w:rsidRDefault="00C25F85">
                  <w:pPr>
                    <w:ind w:firstLine="720"/>
                    <w:rPr>
                      <w:rFonts w:ascii="Comic Sans MS" w:hAnsi="Comic Sans MS"/>
                    </w:rPr>
                  </w:pPr>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135" type="#_x0000_t202" style="position:absolute;margin-left:9pt;margin-top:11.95pt;width:36pt;height:36pt;z-index:251682816" stroked="f">
            <v:textbox>
              <w:txbxContent>
                <w:p w:rsidR="00C25F85" w:rsidRDefault="00C25F85">
                  <w:hyperlink r:id="rId88" w:history="1">
                    <w:r w:rsidRPr="00F4132B">
                      <w:rPr>
                        <w:rFonts w:ascii="Arial" w:hAnsi="Arial" w:cs="Arial"/>
                        <w:noProof/>
                        <w:color w:val="0000FF"/>
                      </w:rPr>
                      <w:pict>
                        <v:shape id="_x0000_i1184" type="#_x0000_t75" style="width:28.5pt;height:28.5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b/>
          <w:sz w:val="28"/>
          <w:szCs w:val="28"/>
          <w:u w:val="single"/>
        </w:rPr>
        <w:t>Week 40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C25F85" w:rsidRDefault="00C25F85">
      <w:pPr>
        <w:rPr>
          <w:rFonts w:ascii="Comic Sans MS" w:hAnsi="Comic Sans MS"/>
          <w:sz w:val="28"/>
          <w:szCs w:val="28"/>
        </w:rPr>
      </w:pPr>
      <w:r>
        <w:rPr>
          <w:noProof/>
        </w:rPr>
        <w:pict>
          <v:shape id="_x0000_s1136" type="#_x0000_t202" style="position:absolute;margin-left:0;margin-top:10.3pt;width:414pt;height:97.3pt;z-index:251680768">
            <v:textbox>
              <w:txbxContent>
                <w:p w:rsidR="00C25F85" w:rsidRDefault="00C25F85">
                  <w:pPr>
                    <w:rPr>
                      <w:rFonts w:ascii="Comic Sans MS" w:hAnsi="Comic Sans MS"/>
                    </w:rPr>
                  </w:pPr>
                </w:p>
                <w:p w:rsidR="00C25F85" w:rsidRDefault="00C25F85">
                  <w:pPr>
                    <w:ind w:left="720"/>
                    <w:rPr>
                      <w:rFonts w:ascii="Comic Sans MS" w:hAnsi="Comic Sans MS"/>
                    </w:rPr>
                  </w:pPr>
                  <w:r>
                    <w:rPr>
                      <w:rFonts w:ascii="Comic Sans MS" w:hAnsi="Comic Sans MS"/>
                    </w:rPr>
                    <w:t xml:space="preserve">   Written task:</w:t>
                  </w:r>
                </w:p>
                <w:p w:rsidR="00C25F85" w:rsidRDefault="00C25F85">
                  <w:pPr>
                    <w:rPr>
                      <w:rFonts w:ascii="Comic Sans MS" w:hAnsi="Comic Sans MS"/>
                    </w:rPr>
                  </w:pPr>
                </w:p>
                <w:p w:rsidR="00C25F85" w:rsidRDefault="00C25F85">
                  <w:pPr>
                    <w:ind w:firstLine="720"/>
                    <w:rPr>
                      <w:rFonts w:ascii="Comic Sans MS" w:hAnsi="Comic Sans MS"/>
                    </w:rPr>
                  </w:pPr>
                  <w:r>
                    <w:rPr>
                      <w:rFonts w:ascii="Comic Sans MS" w:hAnsi="Comic Sans MS"/>
                    </w:rPr>
                    <w:t xml:space="preserve">   Reading Task:</w:t>
                  </w:r>
                  <w:r>
                    <w:rPr>
                      <w:rFonts w:ascii="Arial" w:hAnsi="Arial" w:cs="Arial"/>
                      <w:color w:val="000000"/>
                    </w:rPr>
                    <w:t xml:space="preserve"> </w:t>
                  </w:r>
                </w:p>
                <w:p w:rsidR="00C25F85" w:rsidRDefault="00C25F85"/>
              </w:txbxContent>
            </v:textbox>
          </v:shape>
        </w:pict>
      </w:r>
      <w:r>
        <w:rPr>
          <w:noProof/>
        </w:rPr>
        <w:pict>
          <v:shape id="_x0000_s1137" type="#_x0000_t202" style="position:absolute;margin-left:9pt;margin-top:17.6pt;width:36pt;height:45pt;z-index:251683840" stroked="f">
            <v:textbox>
              <w:txbxContent>
                <w:p w:rsidR="00C25F85" w:rsidRDefault="00C25F85">
                  <w:hyperlink r:id="rId89" w:history="1">
                    <w:r w:rsidRPr="00F4132B">
                      <w:rPr>
                        <w:rFonts w:ascii="Arial" w:hAnsi="Arial" w:cs="Arial"/>
                        <w:noProof/>
                        <w:color w:val="0000FF"/>
                      </w:rPr>
                      <w:pict>
                        <v:shape id="_x0000_i1186" type="#_x0000_t75" style="width:27.75pt;height:39.75pt;visibility:visible">
                          <v:imagedata r:id="rId10"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sz w:val="28"/>
          <w:szCs w:val="28"/>
        </w:rPr>
      </w:pPr>
      <w:r>
        <w:rPr>
          <w:noProof/>
        </w:rPr>
        <w:pict>
          <v:shape id="_x0000_s1138" type="#_x0000_t202" style="position:absolute;margin-left:9pt;margin-top:4.05pt;width:36pt;height:36pt;z-index:251684864" stroked="f">
            <v:textbox>
              <w:txbxContent>
                <w:p w:rsidR="00C25F85" w:rsidRDefault="00C25F85">
                  <w:hyperlink r:id="rId90" w:history="1">
                    <w:r w:rsidRPr="00F4132B">
                      <w:rPr>
                        <w:rFonts w:ascii="Arial" w:hAnsi="Arial" w:cs="Arial"/>
                        <w:noProof/>
                        <w:color w:val="0000FF"/>
                      </w:rPr>
                      <w:pict>
                        <v:shape id="_x0000_i1188" type="#_x0000_t75" style="width:27pt;height:27pt;visibility:visible">
                          <v:imagedata r:id="rId12" o:title=""/>
                        </v:shape>
                      </w:pict>
                    </w:r>
                  </w:hyperlink>
                </w:p>
              </w:txbxContent>
            </v:textbox>
          </v:shape>
        </w:pict>
      </w:r>
    </w:p>
    <w:p w:rsidR="00C25F85" w:rsidRDefault="00C25F85">
      <w:pPr>
        <w:rPr>
          <w:rFonts w:ascii="Comic Sans MS" w:hAnsi="Comic Sans MS"/>
          <w:sz w:val="28"/>
          <w:szCs w:val="28"/>
        </w:rPr>
      </w:pPr>
    </w:p>
    <w:p w:rsidR="00C25F85" w:rsidRDefault="00C25F85">
      <w:pPr>
        <w:rPr>
          <w:rFonts w:ascii="Comic Sans MS" w:hAnsi="Comic Sans MS"/>
          <w:sz w:val="28"/>
          <w:szCs w:val="28"/>
        </w:rPr>
      </w:pPr>
    </w:p>
    <w:p w:rsidR="00C25F85" w:rsidRDefault="00C25F85">
      <w:pPr>
        <w:rPr>
          <w:rFonts w:ascii="Comic Sans MS" w:hAnsi="Comic Sans MS"/>
        </w:rPr>
      </w:pPr>
    </w:p>
    <w:p w:rsidR="00C25F85" w:rsidRDefault="00C25F85">
      <w:pPr>
        <w:rPr>
          <w:rFonts w:ascii="Comic Sans MS" w:hAnsi="Comic Sans MS"/>
        </w:rPr>
      </w:pPr>
      <w:r>
        <w:rPr>
          <w:rFonts w:ascii="Comic Sans MS" w:hAnsi="Comic Sans MS"/>
        </w:rPr>
        <w:t>Parent’s Signature: __________________________</w:t>
      </w:r>
    </w:p>
    <w:p w:rsidR="00C25F85" w:rsidRDefault="00C25F85">
      <w:pPr>
        <w:rPr>
          <w:b/>
          <w:sz w:val="36"/>
          <w:szCs w:val="36"/>
          <w:u w:val="single"/>
        </w:rPr>
      </w:pPr>
    </w:p>
    <w:p w:rsidR="00C25F85" w:rsidRDefault="00C25F85">
      <w:pPr>
        <w:rPr>
          <w:b/>
          <w:sz w:val="36"/>
          <w:szCs w:val="36"/>
          <w:u w:val="single"/>
        </w:rPr>
      </w:pPr>
    </w:p>
    <w:p w:rsidR="00C25F85" w:rsidRDefault="00C25F85">
      <w:pPr>
        <w:rPr>
          <w:sz w:val="36"/>
          <w:szCs w:val="36"/>
        </w:rPr>
      </w:pPr>
      <w:r>
        <w:rPr>
          <w:b/>
          <w:sz w:val="36"/>
          <w:szCs w:val="36"/>
          <w:u w:val="single"/>
        </w:rPr>
        <w:t xml:space="preserve">CONNECT  FOUR </w:t>
      </w:r>
      <w:r>
        <w:rPr>
          <w:sz w:val="36"/>
          <w:szCs w:val="36"/>
        </w:rPr>
        <w:tab/>
        <w:t xml:space="preserve">Blue </w:t>
      </w:r>
      <w:r>
        <w:rPr>
          <w:sz w:val="36"/>
          <w:szCs w:val="36"/>
        </w:rPr>
        <w:tab/>
      </w:r>
      <w:r>
        <w:rPr>
          <w:sz w:val="36"/>
          <w:szCs w:val="36"/>
        </w:rPr>
        <w:tab/>
      </w:r>
      <w:r>
        <w:rPr>
          <w:sz w:val="36"/>
          <w:szCs w:val="36"/>
        </w:rPr>
        <w:tab/>
      </w:r>
      <w:r>
        <w:rPr>
          <w:sz w:val="36"/>
          <w:szCs w:val="36"/>
        </w:rPr>
        <w:tab/>
        <w:t>6.0 +</w:t>
      </w:r>
    </w:p>
    <w:p w:rsidR="00C25F85" w:rsidRDefault="00C25F85">
      <w:pPr>
        <w:rPr>
          <w:b/>
          <w:sz w:val="36"/>
          <w:szCs w:val="36"/>
          <w:u w:val="single"/>
        </w:rPr>
      </w:pPr>
    </w:p>
    <w:p w:rsidR="00C25F85" w:rsidRDefault="00C25F85">
      <w:pPr>
        <w:jc w:val="right"/>
        <w:rPr>
          <w:b/>
          <w:sz w:val="36"/>
          <w:szCs w:val="36"/>
          <w:u w:val="single"/>
        </w:rPr>
      </w:pPr>
      <w:r>
        <w:rPr>
          <w:b/>
          <w:sz w:val="36"/>
          <w:szCs w:val="36"/>
          <w:u w:val="single"/>
        </w:rPr>
        <w:t>Term 1: August - Christmas</w:t>
      </w:r>
    </w:p>
    <w:p w:rsidR="00C25F85" w:rsidRDefault="00C25F85">
      <w:pPr>
        <w:rPr>
          <w:b/>
          <w:sz w:val="36"/>
          <w:szCs w:val="36"/>
          <w:u w:val="single"/>
        </w:rPr>
      </w:pPr>
    </w:p>
    <w:p w:rsidR="00C25F85" w:rsidRDefault="00C25F85">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rsidR="00C25F85" w:rsidRDefault="00C25F85">
      <w:pPr>
        <w:jc w:val="both"/>
        <w:rPr>
          <w:sz w:val="28"/>
          <w:szCs w:val="28"/>
        </w:rPr>
      </w:pPr>
    </w:p>
    <w:p w:rsidR="00C25F85" w:rsidRDefault="00C25F85">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rsidR="00C25F85" w:rsidRDefault="00C25F85">
      <w:pPr>
        <w:jc w:val="both"/>
        <w:rPr>
          <w:sz w:val="28"/>
          <w:szCs w:val="28"/>
        </w:rPr>
      </w:pPr>
    </w:p>
    <w:p w:rsidR="00C25F85" w:rsidRDefault="00C25F85">
      <w:pPr>
        <w:jc w:val="both"/>
        <w:rPr>
          <w:sz w:val="28"/>
          <w:szCs w:val="28"/>
        </w:rPr>
      </w:pPr>
      <w:r>
        <w:rPr>
          <w:sz w:val="28"/>
          <w:szCs w:val="28"/>
        </w:rPr>
        <w:t>ENJOY!</w:t>
      </w:r>
    </w:p>
    <w:p w:rsidR="00C25F85" w:rsidRDefault="00C25F85">
      <w:pPr>
        <w:jc w:val="both"/>
        <w:rPr>
          <w:sz w:val="28"/>
          <w:szCs w:val="28"/>
        </w:rPr>
      </w:pPr>
    </w:p>
    <w:p w:rsidR="00C25F85" w:rsidRDefault="00C25F85">
      <w:pPr>
        <w:jc w:val="both"/>
        <w:rPr>
          <w:sz w:val="28"/>
          <w:szCs w:val="28"/>
        </w:rPr>
      </w:pPr>
      <w:r>
        <w:rPr>
          <w:noProof/>
        </w:rPr>
        <w:pict>
          <v:oval id="_x0000_s1139" style="position:absolute;left:0;text-align:left;margin-left:342pt;margin-top:11.45pt;width:108pt;height:54pt;z-index:251698176">
            <v:textbox>
              <w:txbxContent>
                <w:p w:rsidR="00C25F85" w:rsidRDefault="00C25F85">
                  <w:pPr>
                    <w:jc w:val="center"/>
                    <w:rPr>
                      <w:sz w:val="16"/>
                      <w:szCs w:val="16"/>
                    </w:rPr>
                  </w:pPr>
                  <w:r>
                    <w:rPr>
                      <w:sz w:val="16"/>
                      <w:szCs w:val="16"/>
                    </w:rPr>
                    <w:t>Harry Potter and the Philosopher’s stone</w:t>
                  </w:r>
                </w:p>
                <w:p w:rsidR="00C25F85" w:rsidRDefault="00C25F85">
                  <w:pPr>
                    <w:jc w:val="center"/>
                    <w:rPr>
                      <w:sz w:val="18"/>
                      <w:szCs w:val="18"/>
                    </w:rPr>
                  </w:pPr>
                  <w:r>
                    <w:rPr>
                      <w:sz w:val="18"/>
                      <w:szCs w:val="18"/>
                    </w:rPr>
                    <w:t>J.K Rowling</w:t>
                  </w:r>
                </w:p>
              </w:txbxContent>
            </v:textbox>
          </v:oval>
        </w:pict>
      </w:r>
      <w:r>
        <w:rPr>
          <w:noProof/>
        </w:rPr>
        <w:pict>
          <v:oval id="_x0000_s1140" style="position:absolute;left:0;text-align:left;margin-left:225pt;margin-top:11.45pt;width:108pt;height:54pt;z-index:251697152">
            <v:textbox>
              <w:txbxContent>
                <w:p w:rsidR="00C25F85" w:rsidRDefault="00C25F85">
                  <w:pPr>
                    <w:jc w:val="center"/>
                    <w:rPr>
                      <w:sz w:val="20"/>
                      <w:szCs w:val="20"/>
                    </w:rPr>
                  </w:pPr>
                  <w:r>
                    <w:rPr>
                      <w:sz w:val="20"/>
                      <w:szCs w:val="20"/>
                    </w:rPr>
                    <w:t>Imperial Assassin</w:t>
                  </w:r>
                </w:p>
                <w:p w:rsidR="00C25F85" w:rsidRDefault="00C25F85">
                  <w:pPr>
                    <w:jc w:val="center"/>
                    <w:rPr>
                      <w:sz w:val="20"/>
                      <w:szCs w:val="20"/>
                    </w:rPr>
                  </w:pPr>
                  <w:r>
                    <w:rPr>
                      <w:sz w:val="20"/>
                      <w:szCs w:val="20"/>
                    </w:rPr>
                    <w:t>Mark Robson</w:t>
                  </w:r>
                </w:p>
              </w:txbxContent>
            </v:textbox>
          </v:oval>
        </w:pict>
      </w:r>
      <w:r>
        <w:rPr>
          <w:noProof/>
        </w:rPr>
        <w:pict>
          <v:oval id="_x0000_s1141" style="position:absolute;left:0;text-align:left;margin-left:108pt;margin-top:11.45pt;width:108pt;height:54pt;z-index:251696128">
            <v:textbox>
              <w:txbxContent>
                <w:p w:rsidR="00C25F85" w:rsidRDefault="00C25F85">
                  <w:pPr>
                    <w:jc w:val="center"/>
                    <w:rPr>
                      <w:sz w:val="20"/>
                      <w:szCs w:val="20"/>
                    </w:rPr>
                  </w:pPr>
                  <w:r>
                    <w:rPr>
                      <w:sz w:val="20"/>
                      <w:szCs w:val="20"/>
                    </w:rPr>
                    <w:t>Discovery at Rosewell</w:t>
                  </w:r>
                </w:p>
                <w:p w:rsidR="00C25F85" w:rsidRDefault="00C25F85">
                  <w:pPr>
                    <w:jc w:val="center"/>
                    <w:rPr>
                      <w:sz w:val="20"/>
                      <w:szCs w:val="20"/>
                    </w:rPr>
                  </w:pPr>
                  <w:r>
                    <w:rPr>
                      <w:sz w:val="20"/>
                      <w:szCs w:val="20"/>
                    </w:rPr>
                    <w:t>Terry Deary</w:t>
                  </w:r>
                </w:p>
              </w:txbxContent>
            </v:textbox>
          </v:oval>
        </w:pict>
      </w:r>
      <w:r>
        <w:rPr>
          <w:noProof/>
        </w:rPr>
        <w:pict>
          <v:oval id="_x0000_s1142" style="position:absolute;left:0;text-align:left;margin-left:-9pt;margin-top:11.45pt;width:108pt;height:54pt;z-index:251695104">
            <v:textbox>
              <w:txbxContent>
                <w:p w:rsidR="00C25F85" w:rsidRDefault="00C25F85">
                  <w:pPr>
                    <w:jc w:val="center"/>
                    <w:rPr>
                      <w:sz w:val="20"/>
                      <w:szCs w:val="20"/>
                    </w:rPr>
                  </w:pPr>
                  <w:r>
                    <w:rPr>
                      <w:sz w:val="20"/>
                      <w:szCs w:val="20"/>
                    </w:rPr>
                    <w:t>Council of Evil</w:t>
                  </w:r>
                </w:p>
                <w:p w:rsidR="00C25F85" w:rsidRDefault="00C25F85">
                  <w:pPr>
                    <w:jc w:val="center"/>
                    <w:rPr>
                      <w:sz w:val="20"/>
                      <w:szCs w:val="20"/>
                    </w:rPr>
                  </w:pPr>
                  <w:r>
                    <w:rPr>
                      <w:sz w:val="20"/>
                      <w:szCs w:val="20"/>
                    </w:rPr>
                    <w:t>Andy Briggs</w:t>
                  </w:r>
                </w:p>
              </w:txbxContent>
            </v:textbox>
          </v:oval>
        </w:pict>
      </w:r>
    </w:p>
    <w:p w:rsidR="00C25F85" w:rsidRDefault="00C25F85">
      <w:pPr>
        <w:jc w:val="both"/>
        <w:rPr>
          <w:sz w:val="28"/>
          <w:szCs w:val="28"/>
        </w:rPr>
      </w:pPr>
      <w:r>
        <w:rPr>
          <w:sz w:val="28"/>
          <w:szCs w:val="28"/>
        </w:rPr>
        <w:tab/>
      </w:r>
      <w:r>
        <w:rPr>
          <w:sz w:val="28"/>
          <w:szCs w:val="28"/>
        </w:rPr>
        <w:tab/>
      </w:r>
      <w:r>
        <w:rPr>
          <w:sz w:val="28"/>
          <w:szCs w:val="28"/>
        </w:rPr>
        <w:tab/>
      </w:r>
      <w:r>
        <w:rPr>
          <w:sz w:val="28"/>
          <w:szCs w:val="28"/>
        </w:rPr>
        <w:tab/>
      </w:r>
    </w:p>
    <w:p w:rsidR="00C25F85" w:rsidRDefault="00C25F85">
      <w:pPr>
        <w:jc w:val="both"/>
        <w:rPr>
          <w:sz w:val="28"/>
          <w:szCs w:val="28"/>
        </w:rPr>
      </w:pPr>
    </w:p>
    <w:p w:rsidR="00C25F85" w:rsidRDefault="00C25F85">
      <w:pPr>
        <w:jc w:val="both"/>
        <w:rPr>
          <w:sz w:val="28"/>
          <w:szCs w:val="28"/>
        </w:rPr>
      </w:pPr>
    </w:p>
    <w:p w:rsidR="00C25F85" w:rsidRDefault="00C25F85">
      <w:pPr>
        <w:jc w:val="both"/>
        <w:rPr>
          <w:sz w:val="28"/>
          <w:szCs w:val="28"/>
        </w:rPr>
      </w:pPr>
    </w:p>
    <w:p w:rsidR="00C25F85" w:rsidRDefault="00C25F85">
      <w:pPr>
        <w:jc w:val="both"/>
        <w:rPr>
          <w:sz w:val="28"/>
          <w:szCs w:val="28"/>
        </w:rPr>
      </w:pPr>
      <w:r>
        <w:rPr>
          <w:noProof/>
        </w:rPr>
        <w:pict>
          <v:oval id="_x0000_s1143" style="position:absolute;left:0;text-align:left;margin-left:342pt;margin-top:2.95pt;width:108pt;height:54pt;z-index:251702272">
            <v:textbox>
              <w:txbxContent>
                <w:p w:rsidR="00C25F85" w:rsidRDefault="00C25F85">
                  <w:pPr>
                    <w:jc w:val="center"/>
                    <w:rPr>
                      <w:sz w:val="20"/>
                      <w:szCs w:val="20"/>
                    </w:rPr>
                  </w:pPr>
                  <w:r>
                    <w:rPr>
                      <w:sz w:val="20"/>
                      <w:szCs w:val="20"/>
                    </w:rPr>
                    <w:t>Going Solo</w:t>
                  </w:r>
                </w:p>
                <w:p w:rsidR="00C25F85" w:rsidRDefault="00C25F85">
                  <w:pPr>
                    <w:jc w:val="center"/>
                    <w:rPr>
                      <w:sz w:val="16"/>
                      <w:szCs w:val="16"/>
                    </w:rPr>
                  </w:pPr>
                </w:p>
                <w:p w:rsidR="00C25F85" w:rsidRDefault="00C25F85">
                  <w:pPr>
                    <w:jc w:val="center"/>
                    <w:rPr>
                      <w:sz w:val="20"/>
                      <w:szCs w:val="20"/>
                    </w:rPr>
                  </w:pPr>
                  <w:r>
                    <w:rPr>
                      <w:sz w:val="20"/>
                      <w:szCs w:val="20"/>
                    </w:rPr>
                    <w:t>Roald Dahl</w:t>
                  </w:r>
                </w:p>
              </w:txbxContent>
            </v:textbox>
          </v:oval>
        </w:pict>
      </w:r>
      <w:r>
        <w:rPr>
          <w:noProof/>
        </w:rPr>
        <w:pict>
          <v:oval id="_x0000_s1144" style="position:absolute;left:0;text-align:left;margin-left:225pt;margin-top:2.95pt;width:108pt;height:54pt;z-index:251701248">
            <v:textbox>
              <w:txbxContent>
                <w:p w:rsidR="00C25F85" w:rsidRDefault="00C25F85">
                  <w:pPr>
                    <w:jc w:val="center"/>
                    <w:rPr>
                      <w:sz w:val="16"/>
                      <w:szCs w:val="16"/>
                    </w:rPr>
                  </w:pPr>
                  <w:r>
                    <w:rPr>
                      <w:sz w:val="16"/>
                      <w:szCs w:val="16"/>
                    </w:rPr>
                    <w:t>Past, the Present &amp; the Loud Loud girl</w:t>
                  </w:r>
                </w:p>
                <w:p w:rsidR="00C25F85" w:rsidRDefault="00C25F85">
                  <w:pPr>
                    <w:jc w:val="center"/>
                    <w:rPr>
                      <w:sz w:val="20"/>
                      <w:szCs w:val="20"/>
                    </w:rPr>
                  </w:pPr>
                  <w:r>
                    <w:rPr>
                      <w:sz w:val="16"/>
                      <w:szCs w:val="16"/>
                    </w:rPr>
                    <w:t>Karen McCombie</w:t>
                  </w:r>
                </w:p>
              </w:txbxContent>
            </v:textbox>
          </v:oval>
        </w:pict>
      </w:r>
      <w:r>
        <w:rPr>
          <w:noProof/>
        </w:rPr>
        <w:pict>
          <v:oval id="_x0000_s1145" style="position:absolute;left:0;text-align:left;margin-left:108pt;margin-top:2.95pt;width:108pt;height:54pt;z-index:251700224">
            <v:textbox>
              <w:txbxContent>
                <w:p w:rsidR="00C25F85" w:rsidRDefault="00C25F85">
                  <w:pPr>
                    <w:jc w:val="center"/>
                    <w:rPr>
                      <w:sz w:val="20"/>
                      <w:szCs w:val="20"/>
                    </w:rPr>
                  </w:pPr>
                  <w:r>
                    <w:rPr>
                      <w:sz w:val="20"/>
                      <w:szCs w:val="20"/>
                    </w:rPr>
                    <w:t>How I live now</w:t>
                  </w:r>
                </w:p>
                <w:p w:rsidR="00C25F85" w:rsidRDefault="00C25F85">
                  <w:pPr>
                    <w:jc w:val="center"/>
                    <w:rPr>
                      <w:sz w:val="16"/>
                      <w:szCs w:val="16"/>
                    </w:rPr>
                  </w:pPr>
                </w:p>
                <w:p w:rsidR="00C25F85" w:rsidRDefault="00C25F85">
                  <w:pPr>
                    <w:jc w:val="center"/>
                    <w:rPr>
                      <w:sz w:val="20"/>
                      <w:szCs w:val="20"/>
                    </w:rPr>
                  </w:pPr>
                  <w:r>
                    <w:rPr>
                      <w:sz w:val="20"/>
                      <w:szCs w:val="20"/>
                    </w:rPr>
                    <w:t>Meg Rosoff</w:t>
                  </w:r>
                </w:p>
              </w:txbxContent>
            </v:textbox>
          </v:oval>
        </w:pict>
      </w:r>
      <w:r>
        <w:rPr>
          <w:noProof/>
        </w:rPr>
        <w:pict>
          <v:oval id="_x0000_s1146" style="position:absolute;left:0;text-align:left;margin-left:-9pt;margin-top:2.95pt;width:108pt;height:54pt;z-index:251699200">
            <v:textbox>
              <w:txbxContent>
                <w:p w:rsidR="00C25F85" w:rsidRDefault="00C25F85">
                  <w:pPr>
                    <w:jc w:val="center"/>
                    <w:rPr>
                      <w:sz w:val="20"/>
                      <w:szCs w:val="20"/>
                    </w:rPr>
                  </w:pPr>
                  <w:r>
                    <w:rPr>
                      <w:sz w:val="20"/>
                      <w:szCs w:val="20"/>
                    </w:rPr>
                    <w:t>Dot.Robot</w:t>
                  </w:r>
                </w:p>
                <w:p w:rsidR="00C25F85" w:rsidRDefault="00C25F85">
                  <w:pPr>
                    <w:jc w:val="center"/>
                    <w:rPr>
                      <w:sz w:val="16"/>
                      <w:szCs w:val="16"/>
                    </w:rPr>
                  </w:pPr>
                </w:p>
                <w:p w:rsidR="00C25F85" w:rsidRDefault="00C25F85">
                  <w:pPr>
                    <w:jc w:val="center"/>
                    <w:rPr>
                      <w:sz w:val="20"/>
                      <w:szCs w:val="20"/>
                    </w:rPr>
                  </w:pPr>
                  <w:r>
                    <w:rPr>
                      <w:sz w:val="20"/>
                      <w:szCs w:val="20"/>
                    </w:rPr>
                    <w:t>Jason Bradbury</w:t>
                  </w:r>
                </w:p>
              </w:txbxContent>
            </v:textbox>
          </v:oval>
        </w:pict>
      </w:r>
    </w:p>
    <w:p w:rsidR="00C25F85" w:rsidRDefault="00C25F85">
      <w:pPr>
        <w:jc w:val="both"/>
        <w:rPr>
          <w:sz w:val="28"/>
          <w:szCs w:val="28"/>
        </w:rPr>
      </w:pPr>
    </w:p>
    <w:p w:rsidR="00C25F85" w:rsidRDefault="00C25F85">
      <w:pPr>
        <w:jc w:val="both"/>
        <w:rPr>
          <w:sz w:val="28"/>
          <w:szCs w:val="28"/>
        </w:rPr>
      </w:pPr>
    </w:p>
    <w:p w:rsidR="00C25F85" w:rsidRDefault="00C25F85">
      <w:pPr>
        <w:jc w:val="both"/>
        <w:rPr>
          <w:sz w:val="28"/>
          <w:szCs w:val="28"/>
        </w:rPr>
      </w:pPr>
    </w:p>
    <w:p w:rsidR="00C25F85" w:rsidRDefault="00C25F85">
      <w:pPr>
        <w:jc w:val="both"/>
        <w:rPr>
          <w:sz w:val="28"/>
          <w:szCs w:val="28"/>
        </w:rPr>
      </w:pPr>
      <w:r>
        <w:rPr>
          <w:noProof/>
        </w:rPr>
        <w:pict>
          <v:oval id="_x0000_s1147" style="position:absolute;left:0;text-align:left;margin-left:342pt;margin-top:10.55pt;width:108pt;height:54pt;z-index:251706368">
            <v:textbox>
              <w:txbxContent>
                <w:p w:rsidR="00C25F85" w:rsidRDefault="00C25F85">
                  <w:pPr>
                    <w:jc w:val="center"/>
                    <w:rPr>
                      <w:sz w:val="20"/>
                      <w:szCs w:val="20"/>
                    </w:rPr>
                  </w:pPr>
                  <w:r>
                    <w:rPr>
                      <w:sz w:val="20"/>
                      <w:szCs w:val="20"/>
                    </w:rPr>
                    <w:t>The Phantom Tollbooth</w:t>
                  </w:r>
                </w:p>
                <w:p w:rsidR="00C25F85" w:rsidRDefault="00C25F85">
                  <w:pPr>
                    <w:jc w:val="center"/>
                    <w:rPr>
                      <w:sz w:val="20"/>
                      <w:szCs w:val="20"/>
                    </w:rPr>
                  </w:pPr>
                  <w:r>
                    <w:rPr>
                      <w:sz w:val="20"/>
                      <w:szCs w:val="20"/>
                    </w:rPr>
                    <w:t>Norton Juster</w:t>
                  </w:r>
                </w:p>
              </w:txbxContent>
            </v:textbox>
          </v:oval>
        </w:pict>
      </w:r>
      <w:r>
        <w:rPr>
          <w:noProof/>
        </w:rPr>
        <w:pict>
          <v:oval id="_x0000_s1148" style="position:absolute;left:0;text-align:left;margin-left:225pt;margin-top:10.55pt;width:108pt;height:54pt;z-index:251705344">
            <v:textbox>
              <w:txbxContent>
                <w:p w:rsidR="00C25F85" w:rsidRDefault="00C25F85">
                  <w:pPr>
                    <w:jc w:val="center"/>
                    <w:rPr>
                      <w:sz w:val="20"/>
                      <w:szCs w:val="20"/>
                    </w:rPr>
                  </w:pPr>
                  <w:r>
                    <w:rPr>
                      <w:sz w:val="20"/>
                      <w:szCs w:val="20"/>
                    </w:rPr>
                    <w:t>Zoo</w:t>
                  </w:r>
                </w:p>
                <w:p w:rsidR="00C25F85" w:rsidRDefault="00C25F85">
                  <w:pPr>
                    <w:jc w:val="center"/>
                    <w:rPr>
                      <w:sz w:val="16"/>
                      <w:szCs w:val="16"/>
                    </w:rPr>
                  </w:pPr>
                </w:p>
                <w:p w:rsidR="00C25F85" w:rsidRDefault="00C25F85">
                  <w:pPr>
                    <w:jc w:val="center"/>
                    <w:rPr>
                      <w:sz w:val="20"/>
                      <w:szCs w:val="20"/>
                    </w:rPr>
                  </w:pPr>
                  <w:r>
                    <w:rPr>
                      <w:sz w:val="20"/>
                      <w:szCs w:val="20"/>
                    </w:rPr>
                    <w:t>Graham Marks</w:t>
                  </w:r>
                </w:p>
              </w:txbxContent>
            </v:textbox>
          </v:oval>
        </w:pict>
      </w:r>
      <w:r>
        <w:rPr>
          <w:noProof/>
        </w:rPr>
        <w:pict>
          <v:oval id="_x0000_s1149" style="position:absolute;left:0;text-align:left;margin-left:108pt;margin-top:10.55pt;width:108pt;height:54pt;z-index:251704320">
            <v:textbox>
              <w:txbxContent>
                <w:p w:rsidR="00C25F85" w:rsidRDefault="00C25F85">
                  <w:pPr>
                    <w:jc w:val="center"/>
                    <w:rPr>
                      <w:sz w:val="20"/>
                      <w:szCs w:val="20"/>
                    </w:rPr>
                  </w:pPr>
                  <w:r>
                    <w:rPr>
                      <w:sz w:val="20"/>
                      <w:szCs w:val="20"/>
                    </w:rPr>
                    <w:t>Guitar Girl</w:t>
                  </w:r>
                </w:p>
                <w:p w:rsidR="00C25F85" w:rsidRDefault="00C25F85">
                  <w:pPr>
                    <w:jc w:val="center"/>
                    <w:rPr>
                      <w:sz w:val="16"/>
                      <w:szCs w:val="16"/>
                    </w:rPr>
                  </w:pPr>
                </w:p>
                <w:p w:rsidR="00C25F85" w:rsidRDefault="00C25F85">
                  <w:pPr>
                    <w:jc w:val="center"/>
                    <w:rPr>
                      <w:sz w:val="20"/>
                      <w:szCs w:val="20"/>
                    </w:rPr>
                  </w:pPr>
                  <w:r>
                    <w:rPr>
                      <w:sz w:val="20"/>
                      <w:szCs w:val="20"/>
                    </w:rPr>
                    <w:t>Sara Manning</w:t>
                  </w:r>
                </w:p>
              </w:txbxContent>
            </v:textbox>
          </v:oval>
        </w:pict>
      </w:r>
      <w:r>
        <w:rPr>
          <w:noProof/>
        </w:rPr>
        <w:pict>
          <v:oval id="_x0000_s1150" style="position:absolute;left:0;text-align:left;margin-left:-9pt;margin-top:10.55pt;width:108pt;height:54pt;z-index:251703296">
            <v:textbox>
              <w:txbxContent>
                <w:p w:rsidR="00C25F85" w:rsidRDefault="00C25F85">
                  <w:pPr>
                    <w:jc w:val="center"/>
                    <w:rPr>
                      <w:sz w:val="18"/>
                      <w:szCs w:val="18"/>
                    </w:rPr>
                  </w:pPr>
                  <w:r>
                    <w:rPr>
                      <w:sz w:val="18"/>
                      <w:szCs w:val="18"/>
                    </w:rPr>
                    <w:t>The Bad Beginning</w:t>
                  </w:r>
                </w:p>
                <w:p w:rsidR="00C25F85" w:rsidRDefault="00C25F85">
                  <w:pPr>
                    <w:jc w:val="center"/>
                    <w:rPr>
                      <w:sz w:val="18"/>
                      <w:szCs w:val="18"/>
                    </w:rPr>
                  </w:pPr>
                  <w:r>
                    <w:rPr>
                      <w:sz w:val="18"/>
                      <w:szCs w:val="18"/>
                    </w:rPr>
                    <w:t>Lemony Snicket</w:t>
                  </w:r>
                </w:p>
              </w:txbxContent>
            </v:textbox>
          </v:oval>
        </w:pict>
      </w:r>
    </w:p>
    <w:p w:rsidR="00C25F85" w:rsidRDefault="00C25F85">
      <w:pPr>
        <w:jc w:val="both"/>
        <w:rPr>
          <w:sz w:val="28"/>
          <w:szCs w:val="28"/>
        </w:rPr>
      </w:pPr>
    </w:p>
    <w:p w:rsidR="00C25F85" w:rsidRDefault="00C25F85">
      <w:pPr>
        <w:jc w:val="both"/>
        <w:rPr>
          <w:sz w:val="28"/>
          <w:szCs w:val="28"/>
        </w:rPr>
      </w:pPr>
    </w:p>
    <w:p w:rsidR="00C25F85" w:rsidRDefault="00C25F85">
      <w:pPr>
        <w:jc w:val="both"/>
        <w:rPr>
          <w:sz w:val="28"/>
          <w:szCs w:val="28"/>
        </w:rPr>
      </w:pPr>
    </w:p>
    <w:p w:rsidR="00C25F85" w:rsidRDefault="00C25F85">
      <w:pPr>
        <w:jc w:val="both"/>
        <w:rPr>
          <w:sz w:val="28"/>
          <w:szCs w:val="28"/>
        </w:rPr>
      </w:pPr>
    </w:p>
    <w:p w:rsidR="00C25F85" w:rsidRDefault="00C25F85">
      <w:pPr>
        <w:jc w:val="both"/>
        <w:rPr>
          <w:sz w:val="28"/>
          <w:szCs w:val="28"/>
        </w:rPr>
      </w:pPr>
      <w:r>
        <w:rPr>
          <w:noProof/>
        </w:rPr>
        <w:pict>
          <v:oval id="_x0000_s1151" style="position:absolute;left:0;text-align:left;margin-left:225pt;margin-top:-.6pt;width:108pt;height:57.1pt;z-index:251709440">
            <v:textbox>
              <w:txbxContent>
                <w:p w:rsidR="00C25F85" w:rsidRDefault="00C25F85">
                  <w:pPr>
                    <w:ind w:left="-180" w:right="-120"/>
                    <w:jc w:val="center"/>
                    <w:rPr>
                      <w:sz w:val="22"/>
                      <w:szCs w:val="22"/>
                    </w:rPr>
                  </w:pPr>
                  <w:r>
                    <w:rPr>
                      <w:sz w:val="22"/>
                      <w:szCs w:val="22"/>
                    </w:rPr>
                    <w:t>Flight of the silver turtle</w:t>
                  </w:r>
                </w:p>
                <w:p w:rsidR="00C25F85" w:rsidRDefault="00C25F85">
                  <w:pPr>
                    <w:ind w:left="-180" w:right="-120"/>
                    <w:jc w:val="center"/>
                    <w:rPr>
                      <w:sz w:val="20"/>
                      <w:szCs w:val="20"/>
                    </w:rPr>
                  </w:pPr>
                  <w:r>
                    <w:rPr>
                      <w:sz w:val="20"/>
                      <w:szCs w:val="20"/>
                    </w:rPr>
                    <w:t>John Fardell</w:t>
                  </w:r>
                </w:p>
              </w:txbxContent>
            </v:textbox>
          </v:oval>
        </w:pict>
      </w:r>
      <w:r>
        <w:rPr>
          <w:noProof/>
        </w:rPr>
        <w:pict>
          <v:oval id="_x0000_s1152" style="position:absolute;left:0;text-align:left;margin-left:342pt;margin-top:2.05pt;width:108pt;height:54pt;z-index:251710464">
            <v:textbox>
              <w:txbxContent>
                <w:p w:rsidR="00C25F85" w:rsidRDefault="00C25F85">
                  <w:pPr>
                    <w:jc w:val="center"/>
                    <w:rPr>
                      <w:sz w:val="20"/>
                      <w:szCs w:val="20"/>
                    </w:rPr>
                  </w:pPr>
                  <w:r>
                    <w:rPr>
                      <w:sz w:val="20"/>
                      <w:szCs w:val="20"/>
                    </w:rPr>
                    <w:t xml:space="preserve">Laura: Fashionistas </w:t>
                  </w:r>
                </w:p>
                <w:p w:rsidR="00C25F85" w:rsidRDefault="00C25F85">
                  <w:pPr>
                    <w:jc w:val="center"/>
                    <w:rPr>
                      <w:sz w:val="20"/>
                      <w:szCs w:val="20"/>
                    </w:rPr>
                  </w:pPr>
                  <w:r>
                    <w:rPr>
                      <w:sz w:val="20"/>
                      <w:szCs w:val="20"/>
                    </w:rPr>
                    <w:t>Sara Manning</w:t>
                  </w:r>
                </w:p>
              </w:txbxContent>
            </v:textbox>
          </v:oval>
        </w:pict>
      </w:r>
      <w:r>
        <w:rPr>
          <w:noProof/>
        </w:rPr>
        <w:pict>
          <v:oval id="_x0000_s1153" style="position:absolute;left:0;text-align:left;margin-left:108pt;margin-top:2.05pt;width:108pt;height:54pt;z-index:251708416">
            <v:textbox>
              <w:txbxContent>
                <w:p w:rsidR="00C25F85" w:rsidRDefault="00C25F85">
                  <w:pPr>
                    <w:jc w:val="center"/>
                    <w:rPr>
                      <w:sz w:val="22"/>
                      <w:szCs w:val="22"/>
                    </w:rPr>
                  </w:pPr>
                  <w:r>
                    <w:rPr>
                      <w:sz w:val="22"/>
                      <w:szCs w:val="22"/>
                    </w:rPr>
                    <w:t>Hostage</w:t>
                  </w:r>
                </w:p>
                <w:p w:rsidR="00C25F85" w:rsidRDefault="00C25F85">
                  <w:pPr>
                    <w:jc w:val="center"/>
                    <w:rPr>
                      <w:sz w:val="16"/>
                      <w:szCs w:val="16"/>
                    </w:rPr>
                  </w:pPr>
                </w:p>
                <w:p w:rsidR="00C25F85" w:rsidRDefault="00C25F85">
                  <w:pPr>
                    <w:jc w:val="center"/>
                    <w:rPr>
                      <w:sz w:val="20"/>
                      <w:szCs w:val="20"/>
                    </w:rPr>
                  </w:pPr>
                  <w:r>
                    <w:rPr>
                      <w:sz w:val="20"/>
                      <w:szCs w:val="20"/>
                    </w:rPr>
                    <w:t>Chris Ryan</w:t>
                  </w:r>
                </w:p>
              </w:txbxContent>
            </v:textbox>
          </v:oval>
        </w:pict>
      </w:r>
      <w:r>
        <w:rPr>
          <w:noProof/>
        </w:rPr>
        <w:pict>
          <v:oval id="_x0000_s1154" style="position:absolute;left:0;text-align:left;margin-left:-9pt;margin-top:2.05pt;width:108pt;height:54pt;z-index:251707392">
            <v:textbox>
              <w:txbxContent>
                <w:p w:rsidR="00C25F85" w:rsidRDefault="00C25F85">
                  <w:pPr>
                    <w:jc w:val="center"/>
                    <w:rPr>
                      <w:sz w:val="20"/>
                      <w:szCs w:val="20"/>
                    </w:rPr>
                  </w:pPr>
                  <w:r>
                    <w:rPr>
                      <w:sz w:val="20"/>
                      <w:szCs w:val="20"/>
                    </w:rPr>
                    <w:t>Mariah Mundi</w:t>
                  </w:r>
                </w:p>
                <w:p w:rsidR="00C25F85" w:rsidRDefault="00C25F85">
                  <w:pPr>
                    <w:jc w:val="center"/>
                    <w:rPr>
                      <w:sz w:val="16"/>
                      <w:szCs w:val="16"/>
                    </w:rPr>
                  </w:pPr>
                </w:p>
                <w:p w:rsidR="00C25F85" w:rsidRDefault="00C25F85">
                  <w:pPr>
                    <w:jc w:val="center"/>
                    <w:rPr>
                      <w:sz w:val="20"/>
                      <w:szCs w:val="20"/>
                    </w:rPr>
                  </w:pPr>
                  <w:r>
                    <w:rPr>
                      <w:sz w:val="20"/>
                      <w:szCs w:val="20"/>
                    </w:rPr>
                    <w:t xml:space="preserve">G P </w:t>
                  </w:r>
                  <w:smartTag w:uri="urn:schemas-microsoft-com:office:smarttags" w:element="place">
                    <w:smartTag w:uri="urn:schemas-microsoft-com:office:smarttags" w:element="City">
                      <w:r>
                        <w:rPr>
                          <w:sz w:val="20"/>
                          <w:szCs w:val="20"/>
                        </w:rPr>
                        <w:t>Taylor</w:t>
                      </w:r>
                    </w:smartTag>
                  </w:smartTag>
                </w:p>
              </w:txbxContent>
            </v:textbox>
          </v:oval>
        </w:pict>
      </w:r>
    </w:p>
    <w:p w:rsidR="00C25F85" w:rsidRDefault="00C25F85">
      <w:pPr>
        <w:jc w:val="both"/>
        <w:rPr>
          <w:sz w:val="28"/>
          <w:szCs w:val="28"/>
        </w:rPr>
      </w:pPr>
    </w:p>
    <w:p w:rsidR="00C25F85" w:rsidRDefault="00C25F85">
      <w:pPr>
        <w:jc w:val="both"/>
        <w:rPr>
          <w:sz w:val="28"/>
          <w:szCs w:val="28"/>
        </w:rPr>
      </w:pPr>
    </w:p>
    <w:p w:rsidR="00C25F85" w:rsidRDefault="00C25F85">
      <w:pPr>
        <w:jc w:val="both"/>
        <w:rPr>
          <w:sz w:val="28"/>
          <w:szCs w:val="28"/>
        </w:rPr>
      </w:pPr>
    </w:p>
    <w:p w:rsidR="00C25F85" w:rsidRDefault="00C25F85">
      <w:pPr>
        <w:jc w:val="both"/>
        <w:rPr>
          <w:sz w:val="28"/>
          <w:szCs w:val="28"/>
        </w:rPr>
      </w:pPr>
    </w:p>
    <w:p w:rsidR="00C25F85" w:rsidRDefault="00C25F85">
      <w:pPr>
        <w:jc w:val="both"/>
        <w:rPr>
          <w:sz w:val="28"/>
          <w:szCs w:val="28"/>
        </w:rPr>
      </w:pPr>
    </w:p>
    <w:p w:rsidR="00C25F85" w:rsidRDefault="00C25F85">
      <w:pPr>
        <w:jc w:val="both"/>
        <w:rPr>
          <w:sz w:val="28"/>
          <w:szCs w:val="28"/>
        </w:rPr>
      </w:pPr>
    </w:p>
    <w:p w:rsidR="00C25F85" w:rsidRDefault="00C25F85">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rsidR="00C25F85" w:rsidRDefault="00C25F85">
      <w:pPr>
        <w:rPr>
          <w:b/>
          <w:sz w:val="32"/>
          <w:szCs w:val="32"/>
        </w:rPr>
      </w:pPr>
    </w:p>
    <w:p w:rsidR="00C25F85" w:rsidRDefault="00C25F85">
      <w:pPr>
        <w:rPr>
          <w:b/>
          <w:sz w:val="32"/>
          <w:szCs w:val="32"/>
        </w:rPr>
      </w:pPr>
      <w:r>
        <w:rPr>
          <w:b/>
          <w:sz w:val="32"/>
          <w:szCs w:val="32"/>
        </w:rPr>
        <w:t>Pupil Reading Reflection Sheet:</w:t>
      </w:r>
    </w:p>
    <w:p w:rsidR="00C25F85" w:rsidRDefault="00C25F85"/>
    <w:p w:rsidR="00C25F85" w:rsidRDefault="00C25F85">
      <w:r>
        <w:t>At the end of each month you should reflect on how you feel you are progressing with your reading. This sheet should be completed as close to the last day of each month as is possible. In this way you can gauge your progress against your effort and work out whether you have met your own personal targets.</w:t>
      </w:r>
    </w:p>
    <w:p w:rsidR="00C25F85" w:rsidRDefault="00C25F85"/>
    <w:p w:rsidR="00C25F85" w:rsidRDefault="00C25F85">
      <w:r>
        <w:t xml:space="preserve">Please </w:t>
      </w:r>
      <w:r>
        <w:rPr>
          <w:b/>
        </w:rPr>
        <w:t>circle</w:t>
      </w:r>
      <w:r>
        <w:t xml:space="preserve"> the answer that best describes you.</w:t>
      </w:r>
    </w:p>
    <w:p w:rsidR="00C25F85" w:rsidRDefault="00C25F85">
      <w:pPr>
        <w:rPr>
          <w:b/>
        </w:rPr>
      </w:pPr>
    </w:p>
    <w:p w:rsidR="00C25F85" w:rsidRDefault="00C25F85">
      <w:pPr>
        <w:rPr>
          <w:b/>
        </w:rPr>
      </w:pPr>
      <w:r>
        <w:rPr>
          <w:b/>
        </w:rPr>
        <w:t>August</w:t>
      </w:r>
    </w:p>
    <w:p w:rsidR="00C25F85" w:rsidRDefault="00C25F85"/>
    <w:p w:rsidR="00C25F85" w:rsidRDefault="00C25F85">
      <w:r>
        <w:t>How much time have you spent reading this month?</w:t>
      </w:r>
    </w:p>
    <w:p w:rsidR="00C25F85" w:rsidRDefault="00C25F85"/>
    <w:p w:rsidR="00C25F85" w:rsidRDefault="00C25F85">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C25F85" w:rsidRDefault="00C25F85">
      <w:pPr>
        <w:rPr>
          <w:b/>
        </w:rPr>
      </w:pPr>
    </w:p>
    <w:p w:rsidR="00C25F85" w:rsidRDefault="00C25F85">
      <w:r>
        <w:t>How many books have you read this month?</w:t>
      </w:r>
    </w:p>
    <w:p w:rsidR="00C25F85" w:rsidRDefault="00C25F85"/>
    <w:p w:rsidR="00C25F85" w:rsidRDefault="00C25F85">
      <w:pPr>
        <w:rPr>
          <w:b/>
        </w:rPr>
      </w:pPr>
      <w:r>
        <w:rPr>
          <w:b/>
        </w:rPr>
        <w:t>1 book</w:t>
      </w:r>
      <w:r>
        <w:rPr>
          <w:b/>
        </w:rPr>
        <w:tab/>
      </w:r>
      <w:r>
        <w:rPr>
          <w:b/>
        </w:rPr>
        <w:tab/>
        <w:t>2 books</w:t>
      </w:r>
      <w:r>
        <w:rPr>
          <w:b/>
        </w:rPr>
        <w:tab/>
        <w:t>3 books</w:t>
      </w:r>
      <w:r>
        <w:rPr>
          <w:b/>
        </w:rPr>
        <w:tab/>
        <w:t>4 books</w:t>
      </w:r>
      <w:r>
        <w:rPr>
          <w:b/>
        </w:rPr>
        <w:tab/>
        <w:t>5 books</w:t>
      </w:r>
      <w:r>
        <w:rPr>
          <w:b/>
        </w:rPr>
        <w:tab/>
        <w:t>6 + books</w:t>
      </w:r>
    </w:p>
    <w:p w:rsidR="00C25F85" w:rsidRDefault="00C25F85">
      <w:pPr>
        <w:rPr>
          <w:b/>
        </w:rPr>
      </w:pPr>
    </w:p>
    <w:p w:rsidR="00C25F85" w:rsidRDefault="00C25F85">
      <w:r>
        <w:t>How many points have earned this month?</w:t>
      </w:r>
      <w:r>
        <w:tab/>
        <w:t>__________</w:t>
      </w:r>
    </w:p>
    <w:p w:rsidR="00C25F85" w:rsidRDefault="00C25F85"/>
    <w:p w:rsidR="00C25F85" w:rsidRDefault="00C25F85">
      <w:r>
        <w:t>Do you think this number of points was the best you could have achieved?</w:t>
      </w:r>
    </w:p>
    <w:p w:rsidR="00C25F85" w:rsidRDefault="00C25F85"/>
    <w:p w:rsidR="00C25F85" w:rsidRDefault="00C25F85">
      <w:pPr>
        <w:rPr>
          <w:b/>
        </w:rPr>
      </w:pPr>
      <w:r>
        <w:rPr>
          <w:b/>
        </w:rPr>
        <w:t>Yes</w:t>
      </w:r>
      <w:r>
        <w:rPr>
          <w:b/>
        </w:rPr>
        <w:tab/>
        <w:t>No</w:t>
      </w:r>
    </w:p>
    <w:p w:rsidR="00C25F85" w:rsidRDefault="00C25F85"/>
    <w:p w:rsidR="00C25F85" w:rsidRDefault="00C25F85">
      <w:r>
        <w:t>Where are you currently placed in the overall points positions of the class? ________</w:t>
      </w:r>
    </w:p>
    <w:p w:rsidR="00C25F85" w:rsidRDefault="00C25F85"/>
    <w:p w:rsidR="00C25F85" w:rsidRDefault="00C25F85"/>
    <w:p w:rsidR="00C25F85" w:rsidRDefault="00C25F85">
      <w:r>
        <w:t>Who is your favourite character this month and why?</w:t>
      </w:r>
    </w:p>
    <w:p w:rsidR="00C25F85" w:rsidRDefault="00C25F85"/>
    <w:p w:rsidR="00C25F85" w:rsidRDefault="00C25F85"/>
    <w:p w:rsidR="00C25F85" w:rsidRDefault="00C25F85"/>
    <w:p w:rsidR="00C25F85" w:rsidRDefault="00C25F85">
      <w:r>
        <w:t>What was your favourite book this month and why?</w:t>
      </w:r>
    </w:p>
    <w:p w:rsidR="00C25F85" w:rsidRDefault="00C25F85"/>
    <w:p w:rsidR="00C25F85" w:rsidRDefault="00C25F85"/>
    <w:p w:rsidR="00C25F85" w:rsidRDefault="00C25F85"/>
    <w:p w:rsidR="00C25F85" w:rsidRDefault="00C25F85"/>
    <w:p w:rsidR="00C25F85" w:rsidRDefault="00C25F85">
      <w:r>
        <w:t>What was your least favourite book this month and why?</w:t>
      </w:r>
    </w:p>
    <w:p w:rsidR="00C25F85" w:rsidRDefault="00C25F85">
      <w:pPr>
        <w:rPr>
          <w:sz w:val="20"/>
          <w:szCs w:val="20"/>
        </w:rPr>
      </w:pPr>
    </w:p>
    <w:p w:rsidR="00C25F85" w:rsidRDefault="00C25F85">
      <w:pPr>
        <w:rPr>
          <w:sz w:val="20"/>
          <w:szCs w:val="20"/>
        </w:rPr>
      </w:pPr>
    </w:p>
    <w:p w:rsidR="00C25F85" w:rsidRDefault="00C25F85">
      <w:pPr>
        <w:rPr>
          <w:b/>
          <w:sz w:val="28"/>
          <w:szCs w:val="28"/>
        </w:rPr>
      </w:pPr>
      <w:r>
        <w:rPr>
          <w:b/>
          <w:sz w:val="28"/>
          <w:szCs w:val="28"/>
        </w:rPr>
        <w:t>Parent Reading Reflection:</w:t>
      </w:r>
    </w:p>
    <w:p w:rsidR="00C25F85" w:rsidRDefault="00C25F85">
      <w:pPr>
        <w:rPr>
          <w:b/>
          <w:sz w:val="36"/>
          <w:szCs w:val="36"/>
        </w:rPr>
      </w:pPr>
    </w:p>
    <w:p w:rsidR="00C25F85" w:rsidRDefault="00C25F85">
      <w:r>
        <w:t>How many hours would you estimate your son/daughter has spent reading, including newspapers and magazines, this month?</w:t>
      </w:r>
    </w:p>
    <w:p w:rsidR="00C25F85" w:rsidRDefault="00C25F85">
      <w:pPr>
        <w:rPr>
          <w:sz w:val="28"/>
          <w:szCs w:val="28"/>
        </w:rPr>
      </w:pPr>
    </w:p>
    <w:p w:rsidR="00C25F85" w:rsidRDefault="00C25F85">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C25F85" w:rsidRDefault="00C25F85">
      <w:pPr>
        <w:rPr>
          <w:b/>
        </w:rPr>
      </w:pPr>
    </w:p>
    <w:p w:rsidR="00C25F85" w:rsidRDefault="00C25F85">
      <w:r>
        <w:t>Do you feel your son/daughter is progressing well with their reading?</w:t>
      </w:r>
    </w:p>
    <w:p w:rsidR="00C25F85" w:rsidRDefault="00C25F85"/>
    <w:p w:rsidR="00C25F85" w:rsidRDefault="00C25F85">
      <w:pPr>
        <w:rPr>
          <w:b/>
        </w:rPr>
      </w:pPr>
      <w:r>
        <w:rPr>
          <w:b/>
        </w:rPr>
        <w:t>Yes</w:t>
      </w:r>
    </w:p>
    <w:p w:rsidR="00C25F85" w:rsidRDefault="00C25F85">
      <w:r>
        <w:rPr>
          <w:b/>
        </w:rPr>
        <w:t>No</w:t>
      </w:r>
      <w:r>
        <w:t>- What aspect is concerning you? _______________________________________</w:t>
      </w:r>
    </w:p>
    <w:p w:rsidR="00C25F85" w:rsidRDefault="00C25F85">
      <w:pPr>
        <w:rPr>
          <w:b/>
          <w:sz w:val="32"/>
          <w:szCs w:val="32"/>
        </w:rPr>
      </w:pPr>
    </w:p>
    <w:p w:rsidR="00C25F85" w:rsidRDefault="00C25F85">
      <w:pPr>
        <w:rPr>
          <w:b/>
          <w:sz w:val="32"/>
          <w:szCs w:val="32"/>
        </w:rPr>
      </w:pPr>
      <w:r>
        <w:rPr>
          <w:b/>
          <w:sz w:val="32"/>
          <w:szCs w:val="32"/>
        </w:rPr>
        <w:t>Pupil Reading Reflection Sheet:</w:t>
      </w:r>
    </w:p>
    <w:p w:rsidR="00C25F85" w:rsidRDefault="00C25F85">
      <w:pPr>
        <w:rPr>
          <w:b/>
          <w:sz w:val="32"/>
          <w:szCs w:val="32"/>
        </w:rPr>
      </w:pPr>
    </w:p>
    <w:p w:rsidR="00C25F85" w:rsidRDefault="00C25F85">
      <w:pPr>
        <w:rPr>
          <w:b/>
          <w:sz w:val="32"/>
          <w:szCs w:val="32"/>
        </w:rPr>
      </w:pPr>
      <w:r>
        <w:rPr>
          <w:b/>
          <w:sz w:val="32"/>
          <w:szCs w:val="32"/>
        </w:rPr>
        <w:t>September</w:t>
      </w:r>
    </w:p>
    <w:p w:rsidR="00C25F85" w:rsidRDefault="00C25F85">
      <w:pPr>
        <w:rPr>
          <w:b/>
          <w:sz w:val="32"/>
          <w:szCs w:val="32"/>
        </w:rPr>
      </w:pPr>
    </w:p>
    <w:p w:rsidR="00C25F85" w:rsidRDefault="00C25F85">
      <w:r>
        <w:t>How much time have you spent reading this month?</w:t>
      </w:r>
    </w:p>
    <w:p w:rsidR="00C25F85" w:rsidRDefault="00C25F85"/>
    <w:p w:rsidR="00C25F85" w:rsidRDefault="00C25F85">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C25F85" w:rsidRDefault="00C25F85">
      <w:pPr>
        <w:rPr>
          <w:b/>
        </w:rPr>
      </w:pPr>
    </w:p>
    <w:p w:rsidR="00C25F85" w:rsidRDefault="00C25F85">
      <w:r>
        <w:t>How many books have you read this month?</w:t>
      </w:r>
    </w:p>
    <w:p w:rsidR="00C25F85" w:rsidRDefault="00C25F85"/>
    <w:p w:rsidR="00C25F85" w:rsidRDefault="00C25F85">
      <w:pPr>
        <w:rPr>
          <w:b/>
        </w:rPr>
      </w:pPr>
      <w:r>
        <w:rPr>
          <w:b/>
        </w:rPr>
        <w:t>1 book</w:t>
      </w:r>
      <w:r>
        <w:rPr>
          <w:b/>
        </w:rPr>
        <w:tab/>
      </w:r>
      <w:r>
        <w:rPr>
          <w:b/>
        </w:rPr>
        <w:tab/>
        <w:t>2 books</w:t>
      </w:r>
      <w:r>
        <w:rPr>
          <w:b/>
        </w:rPr>
        <w:tab/>
        <w:t>3 books</w:t>
      </w:r>
      <w:r>
        <w:rPr>
          <w:b/>
        </w:rPr>
        <w:tab/>
        <w:t>4 books</w:t>
      </w:r>
      <w:r>
        <w:rPr>
          <w:b/>
        </w:rPr>
        <w:tab/>
        <w:t>5 books</w:t>
      </w:r>
      <w:r>
        <w:rPr>
          <w:b/>
        </w:rPr>
        <w:tab/>
        <w:t>6 + books</w:t>
      </w:r>
    </w:p>
    <w:p w:rsidR="00C25F85" w:rsidRDefault="00C25F85">
      <w:pPr>
        <w:rPr>
          <w:b/>
        </w:rPr>
      </w:pPr>
    </w:p>
    <w:p w:rsidR="00C25F85" w:rsidRDefault="00C25F85">
      <w:r>
        <w:t>How many points have earned this month?</w:t>
      </w:r>
      <w:r>
        <w:tab/>
        <w:t>__________</w:t>
      </w:r>
    </w:p>
    <w:p w:rsidR="00C25F85" w:rsidRDefault="00C25F85"/>
    <w:p w:rsidR="00C25F85" w:rsidRDefault="00C25F85">
      <w:r>
        <w:t>Do you think this number of points was the best you could have achieved?</w:t>
      </w:r>
    </w:p>
    <w:p w:rsidR="00C25F85" w:rsidRDefault="00C25F85"/>
    <w:p w:rsidR="00C25F85" w:rsidRDefault="00C25F85">
      <w:pPr>
        <w:rPr>
          <w:b/>
        </w:rPr>
      </w:pPr>
      <w:r>
        <w:rPr>
          <w:b/>
        </w:rPr>
        <w:t>Yes</w:t>
      </w:r>
      <w:r>
        <w:rPr>
          <w:b/>
        </w:rPr>
        <w:tab/>
        <w:t>No</w:t>
      </w:r>
    </w:p>
    <w:p w:rsidR="00C25F85" w:rsidRDefault="00C25F85"/>
    <w:p w:rsidR="00C25F85" w:rsidRDefault="00C25F85">
      <w:r>
        <w:t>Where are you currently placed in the overall points positions of the class? ________</w:t>
      </w:r>
    </w:p>
    <w:p w:rsidR="00C25F85" w:rsidRDefault="00C25F85"/>
    <w:p w:rsidR="00C25F85" w:rsidRDefault="00C25F85"/>
    <w:p w:rsidR="00C25F85" w:rsidRDefault="00C25F85"/>
    <w:p w:rsidR="00C25F85" w:rsidRDefault="00C25F85">
      <w:r>
        <w:t>Who is your favourite character this month and why?</w:t>
      </w:r>
    </w:p>
    <w:p w:rsidR="00C25F85" w:rsidRDefault="00C25F85"/>
    <w:p w:rsidR="00C25F85" w:rsidRDefault="00C25F85"/>
    <w:p w:rsidR="00C25F85" w:rsidRDefault="00C25F85"/>
    <w:p w:rsidR="00C25F85" w:rsidRDefault="00C25F85"/>
    <w:p w:rsidR="00C25F85" w:rsidRDefault="00C25F85">
      <w:r>
        <w:t>What was your favourite book this month and why?</w:t>
      </w:r>
    </w:p>
    <w:p w:rsidR="00C25F85" w:rsidRDefault="00C25F85"/>
    <w:p w:rsidR="00C25F85" w:rsidRDefault="00C25F85"/>
    <w:p w:rsidR="00C25F85" w:rsidRDefault="00C25F85"/>
    <w:p w:rsidR="00C25F85" w:rsidRDefault="00C25F85"/>
    <w:p w:rsidR="00C25F85" w:rsidRDefault="00C25F85"/>
    <w:p w:rsidR="00C25F85" w:rsidRDefault="00C25F85">
      <w:r>
        <w:t>What was your least favourite book this month and why?</w:t>
      </w:r>
    </w:p>
    <w:p w:rsidR="00C25F85" w:rsidRDefault="00C25F85"/>
    <w:p w:rsidR="00C25F85" w:rsidRDefault="00C25F85"/>
    <w:p w:rsidR="00C25F85" w:rsidRDefault="00C25F85"/>
    <w:p w:rsidR="00C25F85" w:rsidRDefault="00C25F85"/>
    <w:p w:rsidR="00C25F85" w:rsidRDefault="00C25F85">
      <w:pPr>
        <w:rPr>
          <w:b/>
          <w:sz w:val="28"/>
          <w:szCs w:val="28"/>
        </w:rPr>
      </w:pPr>
      <w:r>
        <w:rPr>
          <w:b/>
          <w:sz w:val="28"/>
          <w:szCs w:val="28"/>
        </w:rPr>
        <w:t>Parent Reading Reflection:</w:t>
      </w:r>
    </w:p>
    <w:p w:rsidR="00C25F85" w:rsidRDefault="00C25F85">
      <w:pPr>
        <w:rPr>
          <w:sz w:val="28"/>
          <w:szCs w:val="28"/>
        </w:rPr>
      </w:pPr>
    </w:p>
    <w:p w:rsidR="00C25F85" w:rsidRDefault="00C25F85">
      <w:r>
        <w:t>How many hours would you estimate your son/daughter has spent reading, including newspapers and magazines, this month?</w:t>
      </w:r>
    </w:p>
    <w:p w:rsidR="00C25F85" w:rsidRDefault="00C25F85">
      <w:pPr>
        <w:rPr>
          <w:sz w:val="28"/>
          <w:szCs w:val="28"/>
        </w:rPr>
      </w:pPr>
    </w:p>
    <w:p w:rsidR="00C25F85" w:rsidRDefault="00C25F85">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C25F85" w:rsidRDefault="00C25F85">
      <w:pPr>
        <w:rPr>
          <w:b/>
        </w:rPr>
      </w:pPr>
    </w:p>
    <w:p w:rsidR="00C25F85" w:rsidRDefault="00C25F85">
      <w:r>
        <w:t>Do you feel your son/daughter is progressing well with their reading?</w:t>
      </w:r>
    </w:p>
    <w:p w:rsidR="00C25F85" w:rsidRDefault="00C25F85"/>
    <w:p w:rsidR="00C25F85" w:rsidRDefault="00C25F85">
      <w:pPr>
        <w:rPr>
          <w:b/>
        </w:rPr>
      </w:pPr>
      <w:r>
        <w:rPr>
          <w:b/>
        </w:rPr>
        <w:t>Yes</w:t>
      </w:r>
    </w:p>
    <w:p w:rsidR="00C25F85" w:rsidRDefault="00C25F85"/>
    <w:p w:rsidR="00C25F85" w:rsidRDefault="00C25F85">
      <w:r>
        <w:rPr>
          <w:b/>
        </w:rPr>
        <w:t>No</w:t>
      </w:r>
      <w:r>
        <w:t>- What aspect is concerning you? _______________________________________</w:t>
      </w:r>
    </w:p>
    <w:p w:rsidR="00C25F85" w:rsidRDefault="00C25F85">
      <w:pPr>
        <w:rPr>
          <w:b/>
          <w:sz w:val="32"/>
          <w:szCs w:val="32"/>
        </w:rPr>
      </w:pPr>
    </w:p>
    <w:p w:rsidR="00C25F85" w:rsidRDefault="00C25F85">
      <w:pPr>
        <w:rPr>
          <w:b/>
          <w:sz w:val="32"/>
          <w:szCs w:val="32"/>
        </w:rPr>
      </w:pPr>
      <w:r>
        <w:rPr>
          <w:b/>
          <w:sz w:val="32"/>
          <w:szCs w:val="32"/>
        </w:rPr>
        <w:t>Pupil Reading Reflection Sheet:</w:t>
      </w:r>
    </w:p>
    <w:p w:rsidR="00C25F85" w:rsidRDefault="00C25F85">
      <w:pPr>
        <w:rPr>
          <w:b/>
          <w:sz w:val="32"/>
          <w:szCs w:val="32"/>
        </w:rPr>
      </w:pPr>
    </w:p>
    <w:p w:rsidR="00C25F85" w:rsidRDefault="00C25F85">
      <w:pPr>
        <w:rPr>
          <w:b/>
          <w:sz w:val="32"/>
          <w:szCs w:val="32"/>
        </w:rPr>
      </w:pPr>
      <w:r>
        <w:rPr>
          <w:b/>
          <w:sz w:val="32"/>
          <w:szCs w:val="32"/>
        </w:rPr>
        <w:t xml:space="preserve">October </w:t>
      </w:r>
    </w:p>
    <w:p w:rsidR="00C25F85" w:rsidRDefault="00C25F85"/>
    <w:p w:rsidR="00C25F85" w:rsidRDefault="00C25F85">
      <w:r>
        <w:t>How much time have you spent reading this month?</w:t>
      </w:r>
    </w:p>
    <w:p w:rsidR="00C25F85" w:rsidRDefault="00C25F85"/>
    <w:p w:rsidR="00C25F85" w:rsidRDefault="00C25F85">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C25F85" w:rsidRDefault="00C25F85">
      <w:pPr>
        <w:rPr>
          <w:b/>
        </w:rPr>
      </w:pPr>
    </w:p>
    <w:p w:rsidR="00C25F85" w:rsidRDefault="00C25F85">
      <w:r>
        <w:t>How many books have you read this month?</w:t>
      </w:r>
    </w:p>
    <w:p w:rsidR="00C25F85" w:rsidRDefault="00C25F85"/>
    <w:p w:rsidR="00C25F85" w:rsidRDefault="00C25F85">
      <w:pPr>
        <w:rPr>
          <w:b/>
        </w:rPr>
      </w:pPr>
      <w:r>
        <w:rPr>
          <w:b/>
        </w:rPr>
        <w:t>1 book</w:t>
      </w:r>
      <w:r>
        <w:rPr>
          <w:b/>
        </w:rPr>
        <w:tab/>
      </w:r>
      <w:r>
        <w:rPr>
          <w:b/>
        </w:rPr>
        <w:tab/>
        <w:t>2 books</w:t>
      </w:r>
      <w:r>
        <w:rPr>
          <w:b/>
        </w:rPr>
        <w:tab/>
        <w:t>3 books</w:t>
      </w:r>
      <w:r>
        <w:rPr>
          <w:b/>
        </w:rPr>
        <w:tab/>
        <w:t>4 books</w:t>
      </w:r>
      <w:r>
        <w:rPr>
          <w:b/>
        </w:rPr>
        <w:tab/>
        <w:t>5 books</w:t>
      </w:r>
      <w:r>
        <w:rPr>
          <w:b/>
        </w:rPr>
        <w:tab/>
        <w:t>6 + books</w:t>
      </w:r>
    </w:p>
    <w:p w:rsidR="00C25F85" w:rsidRDefault="00C25F85">
      <w:pPr>
        <w:rPr>
          <w:b/>
        </w:rPr>
      </w:pPr>
    </w:p>
    <w:p w:rsidR="00C25F85" w:rsidRDefault="00C25F85">
      <w:r>
        <w:t>How many points have earned this month?</w:t>
      </w:r>
      <w:r>
        <w:tab/>
        <w:t>__________</w:t>
      </w:r>
    </w:p>
    <w:p w:rsidR="00C25F85" w:rsidRDefault="00C25F85"/>
    <w:p w:rsidR="00C25F85" w:rsidRDefault="00C25F85">
      <w:r>
        <w:t>Do you think this number of points was the best you could have achieved?</w:t>
      </w:r>
    </w:p>
    <w:p w:rsidR="00C25F85" w:rsidRDefault="00C25F85"/>
    <w:p w:rsidR="00C25F85" w:rsidRDefault="00C25F85">
      <w:pPr>
        <w:rPr>
          <w:b/>
        </w:rPr>
      </w:pPr>
      <w:r>
        <w:rPr>
          <w:b/>
        </w:rPr>
        <w:t>Yes</w:t>
      </w:r>
      <w:r>
        <w:rPr>
          <w:b/>
        </w:rPr>
        <w:tab/>
        <w:t>No</w:t>
      </w:r>
    </w:p>
    <w:p w:rsidR="00C25F85" w:rsidRDefault="00C25F85"/>
    <w:p w:rsidR="00C25F85" w:rsidRDefault="00C25F85">
      <w:r>
        <w:t>Where are you currently placed in the overall points positions of the class? ________</w:t>
      </w:r>
    </w:p>
    <w:p w:rsidR="00C25F85" w:rsidRDefault="00C25F85"/>
    <w:p w:rsidR="00C25F85" w:rsidRDefault="00C25F85"/>
    <w:p w:rsidR="00C25F85" w:rsidRDefault="00C25F85"/>
    <w:p w:rsidR="00C25F85" w:rsidRDefault="00C25F85">
      <w:r>
        <w:t>Who is your favourite character this month and why?</w:t>
      </w:r>
    </w:p>
    <w:p w:rsidR="00C25F85" w:rsidRDefault="00C25F85"/>
    <w:p w:rsidR="00C25F85" w:rsidRDefault="00C25F85"/>
    <w:p w:rsidR="00C25F85" w:rsidRDefault="00C25F85"/>
    <w:p w:rsidR="00C25F85" w:rsidRDefault="00C25F85"/>
    <w:p w:rsidR="00C25F85" w:rsidRDefault="00C25F85">
      <w:r>
        <w:t>What was your favourite book this month and why?</w:t>
      </w:r>
    </w:p>
    <w:p w:rsidR="00C25F85" w:rsidRDefault="00C25F85"/>
    <w:p w:rsidR="00C25F85" w:rsidRDefault="00C25F85"/>
    <w:p w:rsidR="00C25F85" w:rsidRDefault="00C25F85"/>
    <w:p w:rsidR="00C25F85" w:rsidRDefault="00C25F85"/>
    <w:p w:rsidR="00C25F85" w:rsidRDefault="00C25F85"/>
    <w:p w:rsidR="00C25F85" w:rsidRDefault="00C25F85">
      <w:r>
        <w:t>What was your least favourite book this month and why?</w:t>
      </w:r>
    </w:p>
    <w:p w:rsidR="00C25F85" w:rsidRDefault="00C25F85"/>
    <w:p w:rsidR="00C25F85" w:rsidRDefault="00C25F85"/>
    <w:p w:rsidR="00C25F85" w:rsidRDefault="00C25F85"/>
    <w:p w:rsidR="00C25F85" w:rsidRDefault="00C25F85">
      <w:pPr>
        <w:rPr>
          <w:b/>
          <w:sz w:val="28"/>
          <w:szCs w:val="28"/>
        </w:rPr>
      </w:pPr>
      <w:r>
        <w:rPr>
          <w:b/>
          <w:sz w:val="28"/>
          <w:szCs w:val="28"/>
        </w:rPr>
        <w:t>Parent Reading Reflection:</w:t>
      </w:r>
    </w:p>
    <w:p w:rsidR="00C25F85" w:rsidRDefault="00C25F85">
      <w:pPr>
        <w:rPr>
          <w:sz w:val="28"/>
          <w:szCs w:val="28"/>
        </w:rPr>
      </w:pPr>
    </w:p>
    <w:p w:rsidR="00C25F85" w:rsidRDefault="00C25F85">
      <w:r>
        <w:t>How many hours would you estimate your son/daughter has spent reading, including newspapers and magazines, this month?</w:t>
      </w:r>
    </w:p>
    <w:p w:rsidR="00C25F85" w:rsidRDefault="00C25F85">
      <w:pPr>
        <w:rPr>
          <w:sz w:val="28"/>
          <w:szCs w:val="28"/>
        </w:rPr>
      </w:pPr>
    </w:p>
    <w:p w:rsidR="00C25F85" w:rsidRDefault="00C25F85">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C25F85" w:rsidRDefault="00C25F85">
      <w:pPr>
        <w:rPr>
          <w:b/>
        </w:rPr>
      </w:pPr>
    </w:p>
    <w:p w:rsidR="00C25F85" w:rsidRDefault="00C25F85">
      <w:r>
        <w:t>Do you feel your son/daughter is progressing well with their reading?</w:t>
      </w:r>
    </w:p>
    <w:p w:rsidR="00C25F85" w:rsidRDefault="00C25F85"/>
    <w:p w:rsidR="00C25F85" w:rsidRDefault="00C25F85">
      <w:pPr>
        <w:rPr>
          <w:b/>
        </w:rPr>
      </w:pPr>
      <w:r>
        <w:rPr>
          <w:b/>
        </w:rPr>
        <w:t>Yes</w:t>
      </w:r>
    </w:p>
    <w:p w:rsidR="00C25F85" w:rsidRDefault="00C25F85"/>
    <w:p w:rsidR="00C25F85" w:rsidRDefault="00C25F85">
      <w:r>
        <w:rPr>
          <w:b/>
        </w:rPr>
        <w:t>No</w:t>
      </w:r>
      <w:r>
        <w:t>- What aspect is concerning you? _______________________________________</w:t>
      </w:r>
    </w:p>
    <w:p w:rsidR="00C25F85" w:rsidRDefault="00C25F85"/>
    <w:p w:rsidR="00C25F85" w:rsidRDefault="00C25F85"/>
    <w:p w:rsidR="00C25F85" w:rsidRDefault="00C25F85">
      <w:r>
        <w:rPr>
          <w:b/>
          <w:sz w:val="32"/>
          <w:szCs w:val="32"/>
        </w:rPr>
        <w:t>Pupil Reading Reflection Sheet:</w:t>
      </w:r>
    </w:p>
    <w:p w:rsidR="00C25F85" w:rsidRDefault="00C25F85">
      <w:pPr>
        <w:rPr>
          <w:b/>
          <w:sz w:val="32"/>
          <w:szCs w:val="32"/>
        </w:rPr>
      </w:pPr>
    </w:p>
    <w:p w:rsidR="00C25F85" w:rsidRDefault="00C25F85">
      <w:pPr>
        <w:rPr>
          <w:b/>
          <w:sz w:val="32"/>
          <w:szCs w:val="32"/>
        </w:rPr>
      </w:pPr>
      <w:r>
        <w:rPr>
          <w:b/>
          <w:sz w:val="32"/>
          <w:szCs w:val="32"/>
        </w:rPr>
        <w:t>November</w:t>
      </w:r>
    </w:p>
    <w:p w:rsidR="00C25F85" w:rsidRDefault="00C25F85"/>
    <w:p w:rsidR="00C25F85" w:rsidRDefault="00C25F85">
      <w:r>
        <w:t>How much time have you spent reading this month?</w:t>
      </w:r>
    </w:p>
    <w:p w:rsidR="00C25F85" w:rsidRDefault="00C25F85"/>
    <w:p w:rsidR="00C25F85" w:rsidRDefault="00C25F85">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C25F85" w:rsidRDefault="00C25F85">
      <w:pPr>
        <w:rPr>
          <w:b/>
        </w:rPr>
      </w:pPr>
    </w:p>
    <w:p w:rsidR="00C25F85" w:rsidRDefault="00C25F85">
      <w:r>
        <w:t>How many books have you read this month?</w:t>
      </w:r>
    </w:p>
    <w:p w:rsidR="00C25F85" w:rsidRDefault="00C25F85"/>
    <w:p w:rsidR="00C25F85" w:rsidRDefault="00C25F85">
      <w:pPr>
        <w:rPr>
          <w:b/>
        </w:rPr>
      </w:pPr>
      <w:r>
        <w:rPr>
          <w:b/>
        </w:rPr>
        <w:t>1 book</w:t>
      </w:r>
      <w:r>
        <w:rPr>
          <w:b/>
        </w:rPr>
        <w:tab/>
      </w:r>
      <w:r>
        <w:rPr>
          <w:b/>
        </w:rPr>
        <w:tab/>
        <w:t>2 books</w:t>
      </w:r>
      <w:r>
        <w:rPr>
          <w:b/>
        </w:rPr>
        <w:tab/>
        <w:t>3 books</w:t>
      </w:r>
      <w:r>
        <w:rPr>
          <w:b/>
        </w:rPr>
        <w:tab/>
        <w:t>4 books</w:t>
      </w:r>
      <w:r>
        <w:rPr>
          <w:b/>
        </w:rPr>
        <w:tab/>
        <w:t>5 books</w:t>
      </w:r>
      <w:r>
        <w:rPr>
          <w:b/>
        </w:rPr>
        <w:tab/>
        <w:t>6 + books</w:t>
      </w:r>
    </w:p>
    <w:p w:rsidR="00C25F85" w:rsidRDefault="00C25F85">
      <w:pPr>
        <w:rPr>
          <w:b/>
        </w:rPr>
      </w:pPr>
    </w:p>
    <w:p w:rsidR="00C25F85" w:rsidRDefault="00C25F85">
      <w:r>
        <w:t>How many points have earned this month?</w:t>
      </w:r>
      <w:r>
        <w:tab/>
        <w:t>__________</w:t>
      </w:r>
    </w:p>
    <w:p w:rsidR="00C25F85" w:rsidRDefault="00C25F85"/>
    <w:p w:rsidR="00C25F85" w:rsidRDefault="00C25F85">
      <w:r>
        <w:t>Do you think this number of points was the best you could have achieved?</w:t>
      </w:r>
    </w:p>
    <w:p w:rsidR="00C25F85" w:rsidRDefault="00C25F85"/>
    <w:p w:rsidR="00C25F85" w:rsidRDefault="00C25F85">
      <w:pPr>
        <w:rPr>
          <w:b/>
        </w:rPr>
      </w:pPr>
      <w:r>
        <w:rPr>
          <w:b/>
        </w:rPr>
        <w:t>Yes</w:t>
      </w:r>
      <w:r>
        <w:rPr>
          <w:b/>
        </w:rPr>
        <w:tab/>
        <w:t>No</w:t>
      </w:r>
    </w:p>
    <w:p w:rsidR="00C25F85" w:rsidRDefault="00C25F85"/>
    <w:p w:rsidR="00C25F85" w:rsidRDefault="00C25F85">
      <w:r>
        <w:t>Where are you currently placed in the overall points positions of the class? ________</w:t>
      </w:r>
    </w:p>
    <w:p w:rsidR="00C25F85" w:rsidRDefault="00C25F85"/>
    <w:p w:rsidR="00C25F85" w:rsidRDefault="00C25F85"/>
    <w:p w:rsidR="00C25F85" w:rsidRDefault="00C25F85"/>
    <w:p w:rsidR="00C25F85" w:rsidRDefault="00C25F85">
      <w:r>
        <w:t>Who is your favourite character this month and why?</w:t>
      </w:r>
    </w:p>
    <w:p w:rsidR="00C25F85" w:rsidRDefault="00C25F85"/>
    <w:p w:rsidR="00C25F85" w:rsidRDefault="00C25F85"/>
    <w:p w:rsidR="00C25F85" w:rsidRDefault="00C25F85"/>
    <w:p w:rsidR="00C25F85" w:rsidRDefault="00C25F85"/>
    <w:p w:rsidR="00C25F85" w:rsidRDefault="00C25F85">
      <w:r>
        <w:t>What was your favourite book this month and why?</w:t>
      </w:r>
    </w:p>
    <w:p w:rsidR="00C25F85" w:rsidRDefault="00C25F85"/>
    <w:p w:rsidR="00C25F85" w:rsidRDefault="00C25F85"/>
    <w:p w:rsidR="00C25F85" w:rsidRDefault="00C25F85"/>
    <w:p w:rsidR="00C25F85" w:rsidRDefault="00C25F85"/>
    <w:p w:rsidR="00C25F85" w:rsidRDefault="00C25F85"/>
    <w:p w:rsidR="00C25F85" w:rsidRDefault="00C25F85">
      <w:r>
        <w:t>What was your least favourite book this month and why?</w:t>
      </w:r>
    </w:p>
    <w:p w:rsidR="00C25F85" w:rsidRDefault="00C25F85"/>
    <w:p w:rsidR="00C25F85" w:rsidRDefault="00C25F85"/>
    <w:p w:rsidR="00C25F85" w:rsidRDefault="00C25F85"/>
    <w:p w:rsidR="00C25F85" w:rsidRDefault="00C25F85"/>
    <w:p w:rsidR="00C25F85" w:rsidRDefault="00C25F85">
      <w:pPr>
        <w:rPr>
          <w:b/>
          <w:sz w:val="28"/>
          <w:szCs w:val="28"/>
        </w:rPr>
      </w:pPr>
      <w:r>
        <w:rPr>
          <w:b/>
          <w:sz w:val="28"/>
          <w:szCs w:val="28"/>
        </w:rPr>
        <w:t>Parent Reading Reflection:</w:t>
      </w:r>
    </w:p>
    <w:p w:rsidR="00C25F85" w:rsidRDefault="00C25F85">
      <w:pPr>
        <w:rPr>
          <w:sz w:val="28"/>
          <w:szCs w:val="28"/>
        </w:rPr>
      </w:pPr>
    </w:p>
    <w:p w:rsidR="00C25F85" w:rsidRDefault="00C25F85">
      <w:r>
        <w:t>How many hours would you estimate your son/daughter has spent reading, including newspapers and magazines, this month?</w:t>
      </w:r>
    </w:p>
    <w:p w:rsidR="00C25F85" w:rsidRDefault="00C25F85">
      <w:pPr>
        <w:rPr>
          <w:sz w:val="28"/>
          <w:szCs w:val="28"/>
        </w:rPr>
      </w:pPr>
    </w:p>
    <w:p w:rsidR="00C25F85" w:rsidRDefault="00C25F85">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C25F85" w:rsidRDefault="00C25F85">
      <w:pPr>
        <w:rPr>
          <w:b/>
        </w:rPr>
      </w:pPr>
    </w:p>
    <w:p w:rsidR="00C25F85" w:rsidRDefault="00C25F85">
      <w:r>
        <w:t>Do you feel your son/daughter is progressing well with their reading?</w:t>
      </w:r>
    </w:p>
    <w:p w:rsidR="00C25F85" w:rsidRDefault="00C25F85"/>
    <w:p w:rsidR="00C25F85" w:rsidRDefault="00C25F85">
      <w:pPr>
        <w:rPr>
          <w:b/>
        </w:rPr>
      </w:pPr>
      <w:r>
        <w:rPr>
          <w:b/>
        </w:rPr>
        <w:t>Yes</w:t>
      </w:r>
    </w:p>
    <w:p w:rsidR="00C25F85" w:rsidRDefault="00C25F85"/>
    <w:p w:rsidR="00C25F85" w:rsidRDefault="00C25F85">
      <w:pPr>
        <w:rPr>
          <w:b/>
          <w:sz w:val="32"/>
          <w:szCs w:val="32"/>
        </w:rPr>
      </w:pPr>
      <w:r>
        <w:rPr>
          <w:b/>
        </w:rPr>
        <w:t>No</w:t>
      </w:r>
      <w:r>
        <w:t>- What aspect is concerning you? _______________________________________</w:t>
      </w:r>
    </w:p>
    <w:p w:rsidR="00C25F85" w:rsidRDefault="00C25F85">
      <w:pPr>
        <w:rPr>
          <w:b/>
          <w:sz w:val="32"/>
          <w:szCs w:val="32"/>
        </w:rPr>
      </w:pPr>
    </w:p>
    <w:p w:rsidR="00C25F85" w:rsidRDefault="00C25F85">
      <w:pPr>
        <w:rPr>
          <w:b/>
          <w:sz w:val="32"/>
          <w:szCs w:val="32"/>
        </w:rPr>
      </w:pPr>
      <w:r>
        <w:rPr>
          <w:b/>
          <w:sz w:val="32"/>
          <w:szCs w:val="32"/>
        </w:rPr>
        <w:t>Pupil Reading Reflection Sheet:</w:t>
      </w:r>
    </w:p>
    <w:p w:rsidR="00C25F85" w:rsidRDefault="00C25F85">
      <w:pPr>
        <w:rPr>
          <w:b/>
          <w:sz w:val="32"/>
          <w:szCs w:val="32"/>
        </w:rPr>
      </w:pPr>
    </w:p>
    <w:p w:rsidR="00C25F85" w:rsidRDefault="00C25F85">
      <w:pPr>
        <w:rPr>
          <w:b/>
          <w:sz w:val="32"/>
          <w:szCs w:val="32"/>
        </w:rPr>
      </w:pPr>
      <w:r>
        <w:rPr>
          <w:b/>
          <w:sz w:val="32"/>
          <w:szCs w:val="32"/>
        </w:rPr>
        <w:t>December</w:t>
      </w:r>
    </w:p>
    <w:p w:rsidR="00C25F85" w:rsidRDefault="00C25F85"/>
    <w:p w:rsidR="00C25F85" w:rsidRDefault="00C25F85">
      <w:r>
        <w:t>How much time have you spent reading this month?</w:t>
      </w:r>
    </w:p>
    <w:p w:rsidR="00C25F85" w:rsidRDefault="00C25F85"/>
    <w:p w:rsidR="00C25F85" w:rsidRDefault="00C25F85">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C25F85" w:rsidRDefault="00C25F85">
      <w:pPr>
        <w:rPr>
          <w:b/>
        </w:rPr>
      </w:pPr>
    </w:p>
    <w:p w:rsidR="00C25F85" w:rsidRDefault="00C25F85">
      <w:r>
        <w:t>How many books have you read this month?</w:t>
      </w:r>
    </w:p>
    <w:p w:rsidR="00C25F85" w:rsidRDefault="00C25F85"/>
    <w:p w:rsidR="00C25F85" w:rsidRDefault="00C25F85">
      <w:pPr>
        <w:rPr>
          <w:b/>
        </w:rPr>
      </w:pPr>
      <w:r>
        <w:rPr>
          <w:b/>
        </w:rPr>
        <w:t>1 book</w:t>
      </w:r>
      <w:r>
        <w:rPr>
          <w:b/>
        </w:rPr>
        <w:tab/>
      </w:r>
      <w:r>
        <w:rPr>
          <w:b/>
        </w:rPr>
        <w:tab/>
        <w:t>2 books</w:t>
      </w:r>
      <w:r>
        <w:rPr>
          <w:b/>
        </w:rPr>
        <w:tab/>
        <w:t>3 books</w:t>
      </w:r>
      <w:r>
        <w:rPr>
          <w:b/>
        </w:rPr>
        <w:tab/>
        <w:t>4 books</w:t>
      </w:r>
      <w:r>
        <w:rPr>
          <w:b/>
        </w:rPr>
        <w:tab/>
        <w:t>5 books</w:t>
      </w:r>
      <w:r>
        <w:rPr>
          <w:b/>
        </w:rPr>
        <w:tab/>
        <w:t>6 + books</w:t>
      </w:r>
    </w:p>
    <w:p w:rsidR="00C25F85" w:rsidRDefault="00C25F85">
      <w:pPr>
        <w:rPr>
          <w:b/>
        </w:rPr>
      </w:pPr>
    </w:p>
    <w:p w:rsidR="00C25F85" w:rsidRDefault="00C25F85">
      <w:r>
        <w:t>How many points have earned this month?</w:t>
      </w:r>
      <w:r>
        <w:tab/>
        <w:t>__________</w:t>
      </w:r>
    </w:p>
    <w:p w:rsidR="00C25F85" w:rsidRDefault="00C25F85"/>
    <w:p w:rsidR="00C25F85" w:rsidRDefault="00C25F85">
      <w:r>
        <w:t>Do you think this number of points was the best you could have achieved?</w:t>
      </w:r>
    </w:p>
    <w:p w:rsidR="00C25F85" w:rsidRDefault="00C25F85"/>
    <w:p w:rsidR="00C25F85" w:rsidRDefault="00C25F85">
      <w:pPr>
        <w:rPr>
          <w:b/>
        </w:rPr>
      </w:pPr>
      <w:r>
        <w:rPr>
          <w:b/>
        </w:rPr>
        <w:t>Yes</w:t>
      </w:r>
      <w:r>
        <w:rPr>
          <w:b/>
        </w:rPr>
        <w:tab/>
        <w:t>No</w:t>
      </w:r>
    </w:p>
    <w:p w:rsidR="00C25F85" w:rsidRDefault="00C25F85"/>
    <w:p w:rsidR="00C25F85" w:rsidRDefault="00C25F85">
      <w:r>
        <w:t>Where are you currently placed in the overall points positions of the class? ________</w:t>
      </w:r>
    </w:p>
    <w:p w:rsidR="00C25F85" w:rsidRDefault="00C25F85"/>
    <w:p w:rsidR="00C25F85" w:rsidRDefault="00C25F85"/>
    <w:p w:rsidR="00C25F85" w:rsidRDefault="00C25F85"/>
    <w:p w:rsidR="00C25F85" w:rsidRDefault="00C25F85">
      <w:r>
        <w:t>Who is your favourite character this month and why?</w:t>
      </w:r>
    </w:p>
    <w:p w:rsidR="00C25F85" w:rsidRDefault="00C25F85"/>
    <w:p w:rsidR="00C25F85" w:rsidRDefault="00C25F85"/>
    <w:p w:rsidR="00C25F85" w:rsidRDefault="00C25F85"/>
    <w:p w:rsidR="00C25F85" w:rsidRDefault="00C25F85"/>
    <w:p w:rsidR="00C25F85" w:rsidRDefault="00C25F85">
      <w:r>
        <w:t>What was your favourite book this month and why?</w:t>
      </w:r>
    </w:p>
    <w:p w:rsidR="00C25F85" w:rsidRDefault="00C25F85"/>
    <w:p w:rsidR="00C25F85" w:rsidRDefault="00C25F85"/>
    <w:p w:rsidR="00C25F85" w:rsidRDefault="00C25F85"/>
    <w:p w:rsidR="00C25F85" w:rsidRDefault="00C25F85"/>
    <w:p w:rsidR="00C25F85" w:rsidRDefault="00C25F85"/>
    <w:p w:rsidR="00C25F85" w:rsidRDefault="00C25F85">
      <w:r>
        <w:t>What was your least favourite book this month and why?</w:t>
      </w:r>
    </w:p>
    <w:p w:rsidR="00C25F85" w:rsidRDefault="00C25F85"/>
    <w:p w:rsidR="00C25F85" w:rsidRDefault="00C25F85"/>
    <w:p w:rsidR="00C25F85" w:rsidRDefault="00C25F85"/>
    <w:p w:rsidR="00C25F85" w:rsidRDefault="00C25F85">
      <w:pPr>
        <w:rPr>
          <w:b/>
          <w:sz w:val="28"/>
          <w:szCs w:val="28"/>
        </w:rPr>
      </w:pPr>
      <w:r>
        <w:rPr>
          <w:b/>
          <w:sz w:val="28"/>
          <w:szCs w:val="28"/>
        </w:rPr>
        <w:t>Parent Reading Reflection:</w:t>
      </w:r>
    </w:p>
    <w:p w:rsidR="00C25F85" w:rsidRDefault="00C25F85">
      <w:pPr>
        <w:rPr>
          <w:sz w:val="28"/>
          <w:szCs w:val="28"/>
        </w:rPr>
      </w:pPr>
    </w:p>
    <w:p w:rsidR="00C25F85" w:rsidRDefault="00C25F85">
      <w:r>
        <w:t>How many hours would you estimate your son/daughter has spent reading, including newspapers and magazines, this month?</w:t>
      </w:r>
    </w:p>
    <w:p w:rsidR="00C25F85" w:rsidRDefault="00C25F85">
      <w:pPr>
        <w:rPr>
          <w:sz w:val="28"/>
          <w:szCs w:val="28"/>
        </w:rPr>
      </w:pPr>
    </w:p>
    <w:p w:rsidR="00C25F85" w:rsidRDefault="00C25F85">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C25F85" w:rsidRDefault="00C25F85">
      <w:pPr>
        <w:rPr>
          <w:b/>
        </w:rPr>
      </w:pPr>
    </w:p>
    <w:p w:rsidR="00C25F85" w:rsidRDefault="00C25F85">
      <w:r>
        <w:t>Do you feel your son/daughter is progressing well with their reading?</w:t>
      </w:r>
    </w:p>
    <w:p w:rsidR="00C25F85" w:rsidRDefault="00C25F85"/>
    <w:p w:rsidR="00C25F85" w:rsidRDefault="00C25F85">
      <w:pPr>
        <w:rPr>
          <w:b/>
        </w:rPr>
      </w:pPr>
      <w:r>
        <w:rPr>
          <w:b/>
        </w:rPr>
        <w:t>Yes</w:t>
      </w:r>
    </w:p>
    <w:p w:rsidR="00C25F85" w:rsidRDefault="00C25F85"/>
    <w:p w:rsidR="00C25F85" w:rsidRDefault="00C25F85">
      <w:r>
        <w:rPr>
          <w:b/>
        </w:rPr>
        <w:t>No</w:t>
      </w:r>
      <w:r>
        <w:t>- What aspect is concerning you? _______________________________________</w:t>
      </w:r>
    </w:p>
    <w:p w:rsidR="00C25F85" w:rsidRDefault="00C25F85">
      <w:pPr>
        <w:rPr>
          <w:b/>
          <w:sz w:val="36"/>
          <w:szCs w:val="36"/>
          <w:u w:val="single"/>
        </w:rPr>
      </w:pPr>
    </w:p>
    <w:p w:rsidR="00C25F85" w:rsidRDefault="00C25F85">
      <w:pPr>
        <w:jc w:val="center"/>
      </w:pPr>
    </w:p>
    <w:p w:rsidR="00C25F85" w:rsidRDefault="00C25F85">
      <w:pPr>
        <w:rPr>
          <w:b/>
          <w:sz w:val="36"/>
          <w:szCs w:val="36"/>
          <w:u w:val="single"/>
        </w:rPr>
      </w:pPr>
    </w:p>
    <w:p w:rsidR="00C25F85" w:rsidRDefault="00C25F85">
      <w:pPr>
        <w:rPr>
          <w:sz w:val="36"/>
          <w:szCs w:val="36"/>
        </w:rPr>
      </w:pPr>
      <w:r>
        <w:rPr>
          <w:b/>
          <w:sz w:val="36"/>
          <w:szCs w:val="36"/>
          <w:u w:val="single"/>
        </w:rPr>
        <w:t xml:space="preserve">CONNECT  FOUR </w:t>
      </w:r>
      <w:r>
        <w:rPr>
          <w:sz w:val="36"/>
          <w:szCs w:val="36"/>
        </w:rPr>
        <w:tab/>
        <w:t>Blue – White &amp; Black</w:t>
      </w:r>
      <w:r>
        <w:rPr>
          <w:sz w:val="36"/>
          <w:szCs w:val="36"/>
        </w:rPr>
        <w:tab/>
        <w:t>6.0 +</w:t>
      </w:r>
    </w:p>
    <w:p w:rsidR="00C25F85" w:rsidRDefault="00C25F85">
      <w:pPr>
        <w:rPr>
          <w:b/>
          <w:sz w:val="36"/>
          <w:szCs w:val="36"/>
          <w:u w:val="single"/>
        </w:rPr>
      </w:pPr>
    </w:p>
    <w:p w:rsidR="00C25F85" w:rsidRDefault="00C25F85">
      <w:pPr>
        <w:jc w:val="right"/>
        <w:rPr>
          <w:b/>
          <w:sz w:val="36"/>
          <w:szCs w:val="36"/>
          <w:u w:val="single"/>
        </w:rPr>
      </w:pPr>
      <w:r>
        <w:rPr>
          <w:b/>
          <w:sz w:val="36"/>
          <w:szCs w:val="36"/>
          <w:u w:val="single"/>
        </w:rPr>
        <w:t>Term 2: January - Easter</w:t>
      </w:r>
    </w:p>
    <w:p w:rsidR="00C25F85" w:rsidRDefault="00C25F85">
      <w:pPr>
        <w:rPr>
          <w:b/>
          <w:sz w:val="36"/>
          <w:szCs w:val="36"/>
          <w:u w:val="single"/>
        </w:rPr>
      </w:pPr>
    </w:p>
    <w:p w:rsidR="00C25F85" w:rsidRDefault="00C25F85">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rsidR="00C25F85" w:rsidRDefault="00C25F85">
      <w:pPr>
        <w:jc w:val="both"/>
        <w:rPr>
          <w:sz w:val="28"/>
          <w:szCs w:val="28"/>
        </w:rPr>
      </w:pPr>
    </w:p>
    <w:p w:rsidR="00C25F85" w:rsidRDefault="00C25F85">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rsidR="00C25F85" w:rsidRDefault="00C25F85">
      <w:pPr>
        <w:jc w:val="both"/>
        <w:rPr>
          <w:sz w:val="28"/>
          <w:szCs w:val="28"/>
        </w:rPr>
      </w:pPr>
    </w:p>
    <w:p w:rsidR="00C25F85" w:rsidRDefault="00C25F85">
      <w:pPr>
        <w:jc w:val="both"/>
        <w:rPr>
          <w:sz w:val="28"/>
          <w:szCs w:val="28"/>
        </w:rPr>
      </w:pPr>
      <w:r>
        <w:rPr>
          <w:sz w:val="28"/>
          <w:szCs w:val="28"/>
        </w:rPr>
        <w:t>ENJOY!</w:t>
      </w:r>
    </w:p>
    <w:p w:rsidR="00C25F85" w:rsidRDefault="00C25F85">
      <w:pPr>
        <w:jc w:val="both"/>
        <w:rPr>
          <w:sz w:val="28"/>
          <w:szCs w:val="28"/>
        </w:rPr>
      </w:pPr>
    </w:p>
    <w:p w:rsidR="00C25F85" w:rsidRDefault="00C25F85">
      <w:pPr>
        <w:jc w:val="both"/>
        <w:rPr>
          <w:sz w:val="28"/>
          <w:szCs w:val="28"/>
        </w:rPr>
      </w:pPr>
      <w:r>
        <w:rPr>
          <w:noProof/>
        </w:rPr>
        <w:pict>
          <v:oval id="_x0000_s1155" style="position:absolute;left:0;text-align:left;margin-left:354pt;margin-top:7.35pt;width:105pt;height:61.9pt;z-index:251715584">
            <v:textbox>
              <w:txbxContent>
                <w:p w:rsidR="00C25F85" w:rsidRDefault="00C25F85">
                  <w:pPr>
                    <w:jc w:val="center"/>
                    <w:rPr>
                      <w:sz w:val="16"/>
                      <w:szCs w:val="16"/>
                    </w:rPr>
                  </w:pPr>
                  <w:r>
                    <w:rPr>
                      <w:sz w:val="16"/>
                      <w:szCs w:val="16"/>
                    </w:rPr>
                    <w:t xml:space="preserve">Harry Potter and the Deathly Hallows </w:t>
                  </w:r>
                </w:p>
                <w:p w:rsidR="00C25F85" w:rsidRDefault="00C25F85">
                  <w:pPr>
                    <w:jc w:val="center"/>
                    <w:rPr>
                      <w:sz w:val="16"/>
                      <w:szCs w:val="16"/>
                    </w:rPr>
                  </w:pPr>
                  <w:r>
                    <w:rPr>
                      <w:sz w:val="16"/>
                      <w:szCs w:val="16"/>
                    </w:rPr>
                    <w:t>J.K Rowling</w:t>
                  </w:r>
                </w:p>
                <w:p w:rsidR="00C25F85" w:rsidRDefault="00C25F85">
                  <w:pPr>
                    <w:jc w:val="center"/>
                    <w:rPr>
                      <w:sz w:val="20"/>
                      <w:szCs w:val="20"/>
                    </w:rPr>
                  </w:pPr>
                </w:p>
              </w:txbxContent>
            </v:textbox>
          </v:oval>
        </w:pict>
      </w:r>
      <w:r>
        <w:rPr>
          <w:noProof/>
        </w:rPr>
        <w:pict>
          <v:oval id="_x0000_s1156" style="position:absolute;left:0;text-align:left;margin-left:237pt;margin-top:7.35pt;width:105pt;height:61.9pt;z-index:251714560">
            <v:textbox>
              <w:txbxContent>
                <w:p w:rsidR="00C25F85" w:rsidRDefault="00C25F85">
                  <w:pPr>
                    <w:ind w:left="-180" w:right="-180"/>
                    <w:jc w:val="center"/>
                    <w:rPr>
                      <w:szCs w:val="20"/>
                    </w:rPr>
                  </w:pPr>
                  <w:r>
                    <w:rPr>
                      <w:szCs w:val="20"/>
                    </w:rPr>
                    <w:t>World of Football</w:t>
                  </w:r>
                </w:p>
                <w:p w:rsidR="00C25F85" w:rsidRDefault="00C25F85">
                  <w:pPr>
                    <w:ind w:left="-180" w:right="-180"/>
                    <w:jc w:val="center"/>
                    <w:rPr>
                      <w:sz w:val="22"/>
                      <w:szCs w:val="22"/>
                    </w:rPr>
                  </w:pPr>
                  <w:r>
                    <w:rPr>
                      <w:sz w:val="22"/>
                      <w:szCs w:val="22"/>
                    </w:rPr>
                    <w:t>Michael Hurley</w:t>
                  </w:r>
                </w:p>
              </w:txbxContent>
            </v:textbox>
          </v:oval>
        </w:pict>
      </w:r>
      <w:r>
        <w:rPr>
          <w:noProof/>
        </w:rPr>
        <w:pict>
          <v:oval id="_x0000_s1157" style="position:absolute;left:0;text-align:left;margin-left:120pt;margin-top:7.35pt;width:105pt;height:54pt;z-index:251713536">
            <v:textbox>
              <w:txbxContent>
                <w:p w:rsidR="00C25F85" w:rsidRDefault="00C25F85">
                  <w:pPr>
                    <w:jc w:val="center"/>
                    <w:rPr>
                      <w:sz w:val="20"/>
                      <w:szCs w:val="20"/>
                    </w:rPr>
                  </w:pPr>
                  <w:r>
                    <w:rPr>
                      <w:sz w:val="20"/>
                      <w:szCs w:val="20"/>
                    </w:rPr>
                    <w:t xml:space="preserve">You Don’t Know Me </w:t>
                  </w:r>
                </w:p>
                <w:p w:rsidR="00C25F85" w:rsidRDefault="00C25F85">
                  <w:pPr>
                    <w:jc w:val="center"/>
                    <w:rPr>
                      <w:sz w:val="20"/>
                      <w:szCs w:val="20"/>
                    </w:rPr>
                  </w:pPr>
                  <w:r>
                    <w:rPr>
                      <w:sz w:val="20"/>
                      <w:szCs w:val="20"/>
                    </w:rPr>
                    <w:t>David Klass</w:t>
                  </w:r>
                </w:p>
              </w:txbxContent>
            </v:textbox>
          </v:oval>
        </w:pict>
      </w:r>
      <w:r>
        <w:rPr>
          <w:noProof/>
        </w:rPr>
        <w:pict>
          <v:oval id="_x0000_s1158" style="position:absolute;left:0;text-align:left;margin-left:3pt;margin-top:7.35pt;width:105pt;height:54pt;z-index:251712512">
            <v:textbox>
              <w:txbxContent>
                <w:p w:rsidR="00C25F85" w:rsidRDefault="00C25F85">
                  <w:pPr>
                    <w:jc w:val="center"/>
                    <w:rPr>
                      <w:sz w:val="20"/>
                      <w:szCs w:val="20"/>
                    </w:rPr>
                  </w:pPr>
                  <w:r>
                    <w:rPr>
                      <w:sz w:val="20"/>
                      <w:szCs w:val="20"/>
                    </w:rPr>
                    <w:t>H.I.V.E</w:t>
                  </w:r>
                </w:p>
                <w:p w:rsidR="00C25F85" w:rsidRDefault="00C25F85">
                  <w:pPr>
                    <w:jc w:val="center"/>
                    <w:rPr>
                      <w:sz w:val="20"/>
                      <w:szCs w:val="20"/>
                    </w:rPr>
                  </w:pPr>
                  <w:r>
                    <w:rPr>
                      <w:sz w:val="20"/>
                      <w:szCs w:val="20"/>
                    </w:rPr>
                    <w:t>Mark Walden</w:t>
                  </w:r>
                </w:p>
              </w:txbxContent>
            </v:textbox>
          </v:oval>
        </w:pict>
      </w:r>
    </w:p>
    <w:p w:rsidR="00C25F85" w:rsidRDefault="00C25F85"/>
    <w:p w:rsidR="00C25F85" w:rsidRDefault="00C25F85"/>
    <w:p w:rsidR="00C25F85" w:rsidRDefault="00C25F85"/>
    <w:p w:rsidR="00C25F85" w:rsidRDefault="00C25F85"/>
    <w:p w:rsidR="00C25F85" w:rsidRDefault="00C25F85">
      <w:r>
        <w:rPr>
          <w:noProof/>
        </w:rPr>
        <w:pict>
          <v:oval id="_x0000_s1159" style="position:absolute;margin-left:237pt;margin-top:8.05pt;width:105pt;height:58.7pt;z-index:251718656">
            <v:textbox>
              <w:txbxContent>
                <w:p w:rsidR="00C25F85" w:rsidRDefault="00C25F85">
                  <w:pPr>
                    <w:jc w:val="center"/>
                    <w:rPr>
                      <w:sz w:val="22"/>
                      <w:szCs w:val="22"/>
                    </w:rPr>
                  </w:pPr>
                  <w:r>
                    <w:rPr>
                      <w:sz w:val="22"/>
                      <w:szCs w:val="22"/>
                    </w:rPr>
                    <w:t>Lockdown</w:t>
                  </w:r>
                </w:p>
                <w:p w:rsidR="00C25F85" w:rsidRDefault="00C25F85">
                  <w:pPr>
                    <w:jc w:val="center"/>
                    <w:rPr>
                      <w:sz w:val="20"/>
                      <w:szCs w:val="20"/>
                    </w:rPr>
                  </w:pPr>
                  <w:r>
                    <w:rPr>
                      <w:sz w:val="20"/>
                      <w:szCs w:val="20"/>
                    </w:rPr>
                    <w:t>Alexander Gordon Smith</w:t>
                  </w:r>
                </w:p>
              </w:txbxContent>
            </v:textbox>
          </v:oval>
        </w:pict>
      </w:r>
      <w:r>
        <w:rPr>
          <w:noProof/>
        </w:rPr>
        <w:pict>
          <v:oval id="_x0000_s1160" style="position:absolute;margin-left:354pt;margin-top:8.05pt;width:105pt;height:54pt;z-index:251719680">
            <v:textbox>
              <w:txbxContent>
                <w:p w:rsidR="00C25F85" w:rsidRDefault="00C25F85">
                  <w:pPr>
                    <w:jc w:val="center"/>
                    <w:rPr>
                      <w:sz w:val="22"/>
                      <w:szCs w:val="22"/>
                    </w:rPr>
                  </w:pPr>
                  <w:r>
                    <w:rPr>
                      <w:sz w:val="22"/>
                      <w:szCs w:val="22"/>
                    </w:rPr>
                    <w:t>Shrimp</w:t>
                  </w:r>
                </w:p>
                <w:p w:rsidR="00C25F85" w:rsidRDefault="00C25F85">
                  <w:pPr>
                    <w:jc w:val="center"/>
                    <w:rPr>
                      <w:sz w:val="16"/>
                      <w:szCs w:val="16"/>
                    </w:rPr>
                  </w:pPr>
                </w:p>
                <w:p w:rsidR="00C25F85" w:rsidRDefault="00C25F85">
                  <w:pPr>
                    <w:jc w:val="center"/>
                    <w:rPr>
                      <w:sz w:val="20"/>
                      <w:szCs w:val="20"/>
                    </w:rPr>
                  </w:pPr>
                  <w:r>
                    <w:rPr>
                      <w:sz w:val="20"/>
                      <w:szCs w:val="20"/>
                    </w:rPr>
                    <w:t>Rachel Cohn</w:t>
                  </w:r>
                </w:p>
              </w:txbxContent>
            </v:textbox>
          </v:oval>
        </w:pict>
      </w:r>
      <w:r>
        <w:rPr>
          <w:noProof/>
        </w:rPr>
        <w:pict>
          <v:oval id="_x0000_s1161" style="position:absolute;margin-left:120pt;margin-top:8.05pt;width:105pt;height:54pt;z-index:251717632">
            <v:textbox>
              <w:txbxContent>
                <w:p w:rsidR="00C25F85" w:rsidRDefault="00C25F85">
                  <w:pPr>
                    <w:rPr>
                      <w:szCs w:val="20"/>
                    </w:rPr>
                  </w:pPr>
                  <w:r>
                    <w:rPr>
                      <w:szCs w:val="20"/>
                    </w:rPr>
                    <w:t>Out of India</w:t>
                  </w:r>
                </w:p>
                <w:p w:rsidR="00C25F85" w:rsidRDefault="00C25F85">
                  <w:pPr>
                    <w:ind w:right="-180" w:hanging="180"/>
                    <w:jc w:val="center"/>
                    <w:rPr>
                      <w:szCs w:val="20"/>
                    </w:rPr>
                  </w:pPr>
                  <w:r>
                    <w:rPr>
                      <w:szCs w:val="20"/>
                    </w:rPr>
                    <w:t>Jamila Gavin</w:t>
                  </w:r>
                </w:p>
              </w:txbxContent>
            </v:textbox>
          </v:oval>
        </w:pict>
      </w:r>
      <w:r>
        <w:rPr>
          <w:noProof/>
        </w:rPr>
        <w:pict>
          <v:oval id="_x0000_s1162" style="position:absolute;margin-left:3pt;margin-top:8.05pt;width:105pt;height:54pt;z-index:251716608">
            <v:textbox>
              <w:txbxContent>
                <w:p w:rsidR="00C25F85" w:rsidRDefault="00C25F85">
                  <w:pPr>
                    <w:jc w:val="center"/>
                    <w:rPr>
                      <w:sz w:val="18"/>
                      <w:szCs w:val="18"/>
                    </w:rPr>
                  </w:pPr>
                  <w:r>
                    <w:rPr>
                      <w:sz w:val="18"/>
                      <w:szCs w:val="18"/>
                    </w:rPr>
                    <w:t>Powder Monkey</w:t>
                  </w:r>
                </w:p>
                <w:p w:rsidR="00C25F85" w:rsidRDefault="00C25F85">
                  <w:pPr>
                    <w:jc w:val="center"/>
                    <w:rPr>
                      <w:sz w:val="18"/>
                      <w:szCs w:val="18"/>
                    </w:rPr>
                  </w:pPr>
                </w:p>
                <w:p w:rsidR="00C25F85" w:rsidRDefault="00C25F85">
                  <w:pPr>
                    <w:jc w:val="center"/>
                    <w:rPr>
                      <w:sz w:val="18"/>
                      <w:szCs w:val="18"/>
                    </w:rPr>
                  </w:pPr>
                  <w:r>
                    <w:rPr>
                      <w:sz w:val="18"/>
                      <w:szCs w:val="18"/>
                    </w:rPr>
                    <w:t>Paul Dowswell</w:t>
                  </w:r>
                </w:p>
              </w:txbxContent>
            </v:textbox>
          </v:oval>
        </w:pict>
      </w:r>
    </w:p>
    <w:p w:rsidR="00C25F85" w:rsidRDefault="00C25F85"/>
    <w:p w:rsidR="00C25F85" w:rsidRDefault="00C25F85"/>
    <w:p w:rsidR="00C25F85" w:rsidRDefault="00C25F85"/>
    <w:p w:rsidR="00C25F85" w:rsidRDefault="00C25F85"/>
    <w:p w:rsidR="00C25F85" w:rsidRDefault="00C25F85">
      <w:r>
        <w:rPr>
          <w:noProof/>
        </w:rPr>
        <w:pict>
          <v:oval id="_x0000_s1163" style="position:absolute;margin-left:237pt;margin-top:11.05pt;width:114pt;height:58.7pt;z-index:251722752">
            <v:textbox>
              <w:txbxContent>
                <w:p w:rsidR="00C25F85" w:rsidRDefault="00C25F85">
                  <w:pPr>
                    <w:jc w:val="center"/>
                    <w:rPr>
                      <w:sz w:val="20"/>
                      <w:szCs w:val="20"/>
                    </w:rPr>
                  </w:pPr>
                  <w:r>
                    <w:rPr>
                      <w:sz w:val="20"/>
                      <w:szCs w:val="20"/>
                    </w:rPr>
                    <w:t>City of Masks</w:t>
                  </w:r>
                </w:p>
                <w:p w:rsidR="00C25F85" w:rsidRDefault="00C25F85">
                  <w:pPr>
                    <w:jc w:val="center"/>
                    <w:rPr>
                      <w:sz w:val="20"/>
                      <w:szCs w:val="20"/>
                    </w:rPr>
                  </w:pPr>
                </w:p>
                <w:p w:rsidR="00C25F85" w:rsidRDefault="00C25F85">
                  <w:pPr>
                    <w:jc w:val="center"/>
                    <w:rPr>
                      <w:sz w:val="20"/>
                      <w:szCs w:val="20"/>
                    </w:rPr>
                  </w:pPr>
                  <w:r>
                    <w:rPr>
                      <w:sz w:val="20"/>
                      <w:szCs w:val="20"/>
                    </w:rPr>
                    <w:t>Mary Hoffman</w:t>
                  </w:r>
                </w:p>
              </w:txbxContent>
            </v:textbox>
          </v:oval>
        </w:pict>
      </w:r>
      <w:r>
        <w:rPr>
          <w:noProof/>
        </w:rPr>
        <w:pict>
          <v:oval id="_x0000_s1164" style="position:absolute;margin-left:5in;margin-top:11.05pt;width:108pt;height:54pt;z-index:251723776">
            <v:textbox>
              <w:txbxContent>
                <w:p w:rsidR="00C25F85" w:rsidRDefault="00C25F85">
                  <w:pPr>
                    <w:jc w:val="center"/>
                    <w:rPr>
                      <w:sz w:val="18"/>
                      <w:szCs w:val="18"/>
                    </w:rPr>
                  </w:pPr>
                  <w:r>
                    <w:rPr>
                      <w:sz w:val="18"/>
                      <w:szCs w:val="18"/>
                    </w:rPr>
                    <w:t>Jackie Daydream</w:t>
                  </w:r>
                </w:p>
                <w:p w:rsidR="00C25F85" w:rsidRDefault="00C25F85">
                  <w:pPr>
                    <w:jc w:val="center"/>
                    <w:rPr>
                      <w:sz w:val="18"/>
                      <w:szCs w:val="18"/>
                    </w:rPr>
                  </w:pPr>
                </w:p>
                <w:p w:rsidR="00C25F85" w:rsidRDefault="00C25F85">
                  <w:pPr>
                    <w:jc w:val="center"/>
                    <w:rPr>
                      <w:sz w:val="16"/>
                      <w:szCs w:val="16"/>
                    </w:rPr>
                  </w:pPr>
                  <w:r>
                    <w:rPr>
                      <w:sz w:val="16"/>
                      <w:szCs w:val="16"/>
                    </w:rPr>
                    <w:t>Jacqueline Wilson</w:t>
                  </w:r>
                </w:p>
              </w:txbxContent>
            </v:textbox>
          </v:oval>
        </w:pict>
      </w:r>
      <w:r>
        <w:rPr>
          <w:noProof/>
        </w:rPr>
        <w:pict>
          <v:oval id="_x0000_s1165" style="position:absolute;margin-left:120pt;margin-top:11.05pt;width:105pt;height:54pt;z-index:251721728">
            <v:textbox>
              <w:txbxContent>
                <w:p w:rsidR="00C25F85" w:rsidRDefault="00C25F85">
                  <w:pPr>
                    <w:jc w:val="center"/>
                    <w:rPr>
                      <w:sz w:val="20"/>
                      <w:szCs w:val="20"/>
                    </w:rPr>
                  </w:pPr>
                  <w:r>
                    <w:rPr>
                      <w:sz w:val="20"/>
                      <w:szCs w:val="20"/>
                    </w:rPr>
                    <w:t>The Awful End</w:t>
                  </w:r>
                </w:p>
                <w:p w:rsidR="00C25F85" w:rsidRDefault="00C25F85">
                  <w:pPr>
                    <w:jc w:val="center"/>
                    <w:rPr>
                      <w:sz w:val="16"/>
                      <w:szCs w:val="16"/>
                    </w:rPr>
                  </w:pPr>
                </w:p>
                <w:p w:rsidR="00C25F85" w:rsidRDefault="00C25F85">
                  <w:pPr>
                    <w:jc w:val="center"/>
                    <w:rPr>
                      <w:sz w:val="20"/>
                      <w:szCs w:val="20"/>
                    </w:rPr>
                  </w:pPr>
                  <w:r>
                    <w:rPr>
                      <w:sz w:val="20"/>
                      <w:szCs w:val="20"/>
                    </w:rPr>
                    <w:t>Philip Ardagh</w:t>
                  </w:r>
                </w:p>
              </w:txbxContent>
            </v:textbox>
          </v:oval>
        </w:pict>
      </w:r>
      <w:r>
        <w:rPr>
          <w:noProof/>
        </w:rPr>
        <w:pict>
          <v:oval id="_x0000_s1166" style="position:absolute;margin-left:3pt;margin-top:11.05pt;width:105pt;height:54pt;z-index:251720704">
            <v:textbox>
              <w:txbxContent>
                <w:p w:rsidR="00C25F85" w:rsidRDefault="00C25F85">
                  <w:pPr>
                    <w:jc w:val="center"/>
                    <w:rPr>
                      <w:sz w:val="18"/>
                      <w:szCs w:val="18"/>
                    </w:rPr>
                  </w:pPr>
                  <w:r>
                    <w:rPr>
                      <w:sz w:val="18"/>
                      <w:szCs w:val="18"/>
                    </w:rPr>
                    <w:t>The Vile Village</w:t>
                  </w:r>
                </w:p>
                <w:p w:rsidR="00C25F85" w:rsidRDefault="00C25F85">
                  <w:pPr>
                    <w:jc w:val="center"/>
                    <w:rPr>
                      <w:sz w:val="18"/>
                      <w:szCs w:val="18"/>
                    </w:rPr>
                  </w:pPr>
                </w:p>
                <w:p w:rsidR="00C25F85" w:rsidRDefault="00C25F85">
                  <w:pPr>
                    <w:jc w:val="center"/>
                    <w:rPr>
                      <w:sz w:val="18"/>
                      <w:szCs w:val="18"/>
                    </w:rPr>
                  </w:pPr>
                  <w:r>
                    <w:rPr>
                      <w:sz w:val="18"/>
                      <w:szCs w:val="18"/>
                    </w:rPr>
                    <w:t>Lemony</w:t>
                  </w:r>
                  <w:r>
                    <w:rPr>
                      <w:sz w:val="20"/>
                      <w:szCs w:val="20"/>
                    </w:rPr>
                    <w:t xml:space="preserve"> </w:t>
                  </w:r>
                  <w:r>
                    <w:rPr>
                      <w:sz w:val="18"/>
                      <w:szCs w:val="18"/>
                    </w:rPr>
                    <w:t>Snicket</w:t>
                  </w:r>
                </w:p>
              </w:txbxContent>
            </v:textbox>
          </v:oval>
        </w:pict>
      </w:r>
    </w:p>
    <w:p w:rsidR="00C25F85" w:rsidRDefault="00C25F85"/>
    <w:p w:rsidR="00C25F85" w:rsidRDefault="00C25F85"/>
    <w:p w:rsidR="00C25F85" w:rsidRDefault="00C25F85"/>
    <w:p w:rsidR="00C25F85" w:rsidRDefault="00C25F85"/>
    <w:p w:rsidR="00C25F85" w:rsidRDefault="00C25F85"/>
    <w:p w:rsidR="00C25F85" w:rsidRDefault="00C25F85">
      <w:r>
        <w:rPr>
          <w:noProof/>
        </w:rPr>
        <w:pict>
          <v:oval id="_x0000_s1167" style="position:absolute;margin-left:5in;margin-top:.25pt;width:108pt;height:61.9pt;z-index:251727872">
            <v:textbox>
              <w:txbxContent>
                <w:p w:rsidR="00C25F85" w:rsidRDefault="00C25F85">
                  <w:pPr>
                    <w:jc w:val="center"/>
                    <w:rPr>
                      <w:sz w:val="20"/>
                      <w:szCs w:val="20"/>
                    </w:rPr>
                  </w:pPr>
                  <w:r>
                    <w:rPr>
                      <w:sz w:val="20"/>
                      <w:szCs w:val="20"/>
                    </w:rPr>
                    <w:t>Measle &amp; the Dragodon</w:t>
                  </w:r>
                </w:p>
                <w:p w:rsidR="00C25F85" w:rsidRDefault="00C25F85">
                  <w:pPr>
                    <w:jc w:val="center"/>
                    <w:rPr>
                      <w:sz w:val="20"/>
                      <w:szCs w:val="20"/>
                    </w:rPr>
                  </w:pPr>
                  <w:r>
                    <w:rPr>
                      <w:sz w:val="20"/>
                      <w:szCs w:val="20"/>
                    </w:rPr>
                    <w:t>Ian Ogilvy</w:t>
                  </w:r>
                </w:p>
              </w:txbxContent>
            </v:textbox>
          </v:oval>
        </w:pict>
      </w:r>
      <w:r>
        <w:rPr>
          <w:noProof/>
        </w:rPr>
        <w:pict>
          <v:oval id="_x0000_s1168" style="position:absolute;margin-left:120pt;margin-top:.25pt;width:105pt;height:61.9pt;z-index:251725824">
            <v:textbox>
              <w:txbxContent>
                <w:p w:rsidR="00C25F85" w:rsidRDefault="00C25F85">
                  <w:pPr>
                    <w:jc w:val="center"/>
                    <w:rPr>
                      <w:sz w:val="20"/>
                      <w:szCs w:val="20"/>
                    </w:rPr>
                  </w:pPr>
                  <w:r>
                    <w:rPr>
                      <w:sz w:val="20"/>
                      <w:szCs w:val="20"/>
                    </w:rPr>
                    <w:t xml:space="preserve">Petals in the Ashes </w:t>
                  </w:r>
                </w:p>
                <w:p w:rsidR="00C25F85" w:rsidRDefault="00C25F85">
                  <w:pPr>
                    <w:jc w:val="center"/>
                    <w:rPr>
                      <w:sz w:val="20"/>
                      <w:szCs w:val="20"/>
                    </w:rPr>
                  </w:pPr>
                  <w:r>
                    <w:rPr>
                      <w:sz w:val="20"/>
                      <w:szCs w:val="20"/>
                    </w:rPr>
                    <w:t xml:space="preserve">Mary Hooper </w:t>
                  </w:r>
                </w:p>
              </w:txbxContent>
            </v:textbox>
          </v:oval>
        </w:pict>
      </w:r>
      <w:r>
        <w:rPr>
          <w:noProof/>
        </w:rPr>
        <w:pict>
          <v:oval id="_x0000_s1169" style="position:absolute;margin-left:3pt;margin-top:.25pt;width:105pt;height:61.9pt;z-index:251724800">
            <v:textbox>
              <w:txbxContent>
                <w:p w:rsidR="00C25F85" w:rsidRDefault="00C25F85">
                  <w:pPr>
                    <w:jc w:val="center"/>
                    <w:rPr>
                      <w:sz w:val="20"/>
                      <w:szCs w:val="20"/>
                    </w:rPr>
                  </w:pPr>
                  <w:r>
                    <w:rPr>
                      <w:sz w:val="20"/>
                      <w:szCs w:val="20"/>
                    </w:rPr>
                    <w:t>Northern Lights</w:t>
                  </w:r>
                </w:p>
                <w:p w:rsidR="00C25F85" w:rsidRDefault="00C25F85">
                  <w:pPr>
                    <w:jc w:val="center"/>
                    <w:rPr>
                      <w:sz w:val="20"/>
                      <w:szCs w:val="20"/>
                    </w:rPr>
                  </w:pPr>
                  <w:r>
                    <w:rPr>
                      <w:sz w:val="20"/>
                      <w:szCs w:val="20"/>
                    </w:rPr>
                    <w:t>Philip Pullman</w:t>
                  </w:r>
                </w:p>
              </w:txbxContent>
            </v:textbox>
          </v:oval>
        </w:pict>
      </w:r>
      <w:r>
        <w:rPr>
          <w:noProof/>
        </w:rPr>
        <w:pict>
          <v:oval id="_x0000_s1170" style="position:absolute;margin-left:237pt;margin-top:.25pt;width:114pt;height:54pt;z-index:251726848">
            <v:textbox>
              <w:txbxContent>
                <w:p w:rsidR="00C25F85" w:rsidRDefault="00C25F85">
                  <w:pPr>
                    <w:jc w:val="center"/>
                    <w:rPr>
                      <w:sz w:val="20"/>
                      <w:szCs w:val="20"/>
                    </w:rPr>
                  </w:pPr>
                  <w:r>
                    <w:rPr>
                      <w:sz w:val="20"/>
                      <w:szCs w:val="20"/>
                    </w:rPr>
                    <w:t>The General</w:t>
                  </w:r>
                </w:p>
                <w:p w:rsidR="00C25F85" w:rsidRDefault="00C25F85">
                  <w:pPr>
                    <w:jc w:val="center"/>
                    <w:rPr>
                      <w:sz w:val="20"/>
                      <w:szCs w:val="20"/>
                    </w:rPr>
                  </w:pPr>
                  <w:r>
                    <w:rPr>
                      <w:sz w:val="20"/>
                      <w:szCs w:val="20"/>
                    </w:rPr>
                    <w:t>Robert Muchamore</w:t>
                  </w:r>
                </w:p>
              </w:txbxContent>
            </v:textbox>
          </v:oval>
        </w:pict>
      </w:r>
    </w:p>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r>
        <w:rPr>
          <w:noProof/>
        </w:rPr>
        <w:pict>
          <v:shape id="_x0000_s1171" type="#_x0000_t202" style="position:absolute;margin-left:-18pt;margin-top:12.45pt;width:495pt;height:93.9pt;z-index:251711488" strokecolor="white">
            <v:textbox>
              <w:txbxContent>
                <w:p w:rsidR="00C25F85" w:rsidRDefault="00C25F85">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rsidR="00C25F85" w:rsidRDefault="00C25F85">
                  <w:pPr>
                    <w:rPr>
                      <w:szCs w:val="20"/>
                    </w:rPr>
                  </w:pPr>
                </w:p>
              </w:txbxContent>
            </v:textbox>
          </v:shape>
        </w:pict>
      </w:r>
    </w:p>
    <w:p w:rsidR="00C25F85" w:rsidRDefault="00C25F85">
      <w:pPr>
        <w:rPr>
          <w:b/>
          <w:sz w:val="36"/>
          <w:szCs w:val="36"/>
          <w:u w:val="single"/>
        </w:rPr>
      </w:pPr>
      <w:r>
        <w:rPr>
          <w:b/>
          <w:sz w:val="36"/>
          <w:szCs w:val="36"/>
          <w:u w:val="single"/>
        </w:rPr>
        <w:t>CONNECT  FOUR</w:t>
      </w:r>
    </w:p>
    <w:p w:rsidR="00C25F85" w:rsidRDefault="00C25F85">
      <w:pPr>
        <w:jc w:val="center"/>
      </w:pPr>
    </w:p>
    <w:p w:rsidR="00C25F85" w:rsidRDefault="00C25F85">
      <w:pPr>
        <w:jc w:val="center"/>
      </w:pPr>
    </w:p>
    <w:p w:rsidR="00C25F85" w:rsidRDefault="00C25F85">
      <w:pPr>
        <w:jc w:val="center"/>
      </w:pPr>
    </w:p>
    <w:p w:rsidR="00C25F85" w:rsidRDefault="00C25F85">
      <w:pPr>
        <w:jc w:val="center"/>
      </w:pPr>
    </w:p>
    <w:p w:rsidR="00C25F85" w:rsidRDefault="00C25F85">
      <w:pPr>
        <w:rPr>
          <w:b/>
          <w:sz w:val="32"/>
          <w:szCs w:val="32"/>
        </w:rPr>
      </w:pPr>
      <w:r>
        <w:rPr>
          <w:b/>
          <w:sz w:val="32"/>
          <w:szCs w:val="32"/>
        </w:rPr>
        <w:t>Pupil Reading Reflection Sheet:</w:t>
      </w:r>
    </w:p>
    <w:p w:rsidR="00C25F85" w:rsidRDefault="00C25F85">
      <w:pPr>
        <w:rPr>
          <w:b/>
          <w:sz w:val="32"/>
          <w:szCs w:val="32"/>
        </w:rPr>
      </w:pPr>
    </w:p>
    <w:p w:rsidR="00C25F85" w:rsidRDefault="00C25F85">
      <w:pPr>
        <w:rPr>
          <w:b/>
          <w:sz w:val="32"/>
          <w:szCs w:val="32"/>
        </w:rPr>
      </w:pPr>
      <w:r>
        <w:rPr>
          <w:b/>
          <w:sz w:val="32"/>
          <w:szCs w:val="32"/>
        </w:rPr>
        <w:t>January</w:t>
      </w:r>
    </w:p>
    <w:p w:rsidR="00C25F85" w:rsidRDefault="00C25F85"/>
    <w:p w:rsidR="00C25F85" w:rsidRDefault="00C25F85">
      <w:r>
        <w:t>How much time have you spent reading this month?</w:t>
      </w:r>
    </w:p>
    <w:p w:rsidR="00C25F85" w:rsidRDefault="00C25F85"/>
    <w:p w:rsidR="00C25F85" w:rsidRDefault="00C25F85">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C25F85" w:rsidRDefault="00C25F85">
      <w:pPr>
        <w:rPr>
          <w:b/>
        </w:rPr>
      </w:pPr>
    </w:p>
    <w:p w:rsidR="00C25F85" w:rsidRDefault="00C25F85">
      <w:r>
        <w:t>How many books have you read this month?</w:t>
      </w:r>
    </w:p>
    <w:p w:rsidR="00C25F85" w:rsidRDefault="00C25F85"/>
    <w:p w:rsidR="00C25F85" w:rsidRDefault="00C25F85">
      <w:pPr>
        <w:rPr>
          <w:b/>
        </w:rPr>
      </w:pPr>
      <w:r>
        <w:rPr>
          <w:b/>
        </w:rPr>
        <w:t>1 book</w:t>
      </w:r>
      <w:r>
        <w:rPr>
          <w:b/>
        </w:rPr>
        <w:tab/>
      </w:r>
      <w:r>
        <w:rPr>
          <w:b/>
        </w:rPr>
        <w:tab/>
        <w:t>2 books</w:t>
      </w:r>
      <w:r>
        <w:rPr>
          <w:b/>
        </w:rPr>
        <w:tab/>
        <w:t>3 books</w:t>
      </w:r>
      <w:r>
        <w:rPr>
          <w:b/>
        </w:rPr>
        <w:tab/>
        <w:t>4 books</w:t>
      </w:r>
      <w:r>
        <w:rPr>
          <w:b/>
        </w:rPr>
        <w:tab/>
        <w:t>5 books</w:t>
      </w:r>
      <w:r>
        <w:rPr>
          <w:b/>
        </w:rPr>
        <w:tab/>
        <w:t>6 + books</w:t>
      </w:r>
    </w:p>
    <w:p w:rsidR="00C25F85" w:rsidRDefault="00C25F85">
      <w:pPr>
        <w:rPr>
          <w:b/>
        </w:rPr>
      </w:pPr>
    </w:p>
    <w:p w:rsidR="00C25F85" w:rsidRDefault="00C25F85">
      <w:r>
        <w:t>How many points have earned this month?</w:t>
      </w:r>
      <w:r>
        <w:tab/>
        <w:t>__________</w:t>
      </w:r>
    </w:p>
    <w:p w:rsidR="00C25F85" w:rsidRDefault="00C25F85"/>
    <w:p w:rsidR="00C25F85" w:rsidRDefault="00C25F85">
      <w:r>
        <w:t>Do you think this number of points was the best you could have achieved?</w:t>
      </w:r>
    </w:p>
    <w:p w:rsidR="00C25F85" w:rsidRDefault="00C25F85"/>
    <w:p w:rsidR="00C25F85" w:rsidRDefault="00C25F85">
      <w:pPr>
        <w:rPr>
          <w:b/>
        </w:rPr>
      </w:pPr>
      <w:r>
        <w:rPr>
          <w:b/>
        </w:rPr>
        <w:t>Yes</w:t>
      </w:r>
      <w:r>
        <w:rPr>
          <w:b/>
        </w:rPr>
        <w:tab/>
        <w:t>No</w:t>
      </w:r>
    </w:p>
    <w:p w:rsidR="00C25F85" w:rsidRDefault="00C25F85"/>
    <w:p w:rsidR="00C25F85" w:rsidRDefault="00C25F85">
      <w:r>
        <w:t>Where are you currently placed in the overall points positions of the class? ________</w:t>
      </w:r>
    </w:p>
    <w:p w:rsidR="00C25F85" w:rsidRDefault="00C25F85"/>
    <w:p w:rsidR="00C25F85" w:rsidRDefault="00C25F85"/>
    <w:p w:rsidR="00C25F85" w:rsidRDefault="00C25F85"/>
    <w:p w:rsidR="00C25F85" w:rsidRDefault="00C25F85">
      <w:r>
        <w:t>Who is your favourite character this month and why?</w:t>
      </w:r>
    </w:p>
    <w:p w:rsidR="00C25F85" w:rsidRDefault="00C25F85"/>
    <w:p w:rsidR="00C25F85" w:rsidRDefault="00C25F85"/>
    <w:p w:rsidR="00C25F85" w:rsidRDefault="00C25F85"/>
    <w:p w:rsidR="00C25F85" w:rsidRDefault="00C25F85"/>
    <w:p w:rsidR="00C25F85" w:rsidRDefault="00C25F85">
      <w:r>
        <w:t>What was your favourite book this month and why?</w:t>
      </w:r>
    </w:p>
    <w:p w:rsidR="00C25F85" w:rsidRDefault="00C25F85"/>
    <w:p w:rsidR="00C25F85" w:rsidRDefault="00C25F85"/>
    <w:p w:rsidR="00C25F85" w:rsidRDefault="00C25F85"/>
    <w:p w:rsidR="00C25F85" w:rsidRDefault="00C25F85"/>
    <w:p w:rsidR="00C25F85" w:rsidRDefault="00C25F85"/>
    <w:p w:rsidR="00C25F85" w:rsidRDefault="00C25F85">
      <w:r>
        <w:t>What was your least favourite book this month and why?</w:t>
      </w:r>
    </w:p>
    <w:p w:rsidR="00C25F85" w:rsidRDefault="00C25F85"/>
    <w:p w:rsidR="00C25F85" w:rsidRDefault="00C25F85"/>
    <w:p w:rsidR="00C25F85" w:rsidRDefault="00C25F85"/>
    <w:p w:rsidR="00C25F85" w:rsidRDefault="00C25F85">
      <w:pPr>
        <w:rPr>
          <w:b/>
          <w:sz w:val="28"/>
          <w:szCs w:val="28"/>
        </w:rPr>
      </w:pPr>
      <w:r>
        <w:rPr>
          <w:b/>
          <w:sz w:val="28"/>
          <w:szCs w:val="28"/>
        </w:rPr>
        <w:t>Parent Reading Reflection:</w:t>
      </w:r>
    </w:p>
    <w:p w:rsidR="00C25F85" w:rsidRDefault="00C25F85">
      <w:pPr>
        <w:rPr>
          <w:sz w:val="28"/>
          <w:szCs w:val="28"/>
        </w:rPr>
      </w:pPr>
    </w:p>
    <w:p w:rsidR="00C25F85" w:rsidRDefault="00C25F85">
      <w:r>
        <w:t>How many hours would you estimate your son/daughter has spent reading, including newspapers and magazines, this month?</w:t>
      </w:r>
    </w:p>
    <w:p w:rsidR="00C25F85" w:rsidRDefault="00C25F85">
      <w:pPr>
        <w:rPr>
          <w:sz w:val="28"/>
          <w:szCs w:val="28"/>
        </w:rPr>
      </w:pPr>
    </w:p>
    <w:p w:rsidR="00C25F85" w:rsidRDefault="00C25F85">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C25F85" w:rsidRDefault="00C25F85">
      <w:pPr>
        <w:rPr>
          <w:b/>
        </w:rPr>
      </w:pPr>
    </w:p>
    <w:p w:rsidR="00C25F85" w:rsidRDefault="00C25F85">
      <w:r>
        <w:t>Do you feel your son/daughter is progressing well with their reading?</w:t>
      </w:r>
    </w:p>
    <w:p w:rsidR="00C25F85" w:rsidRDefault="00C25F85"/>
    <w:p w:rsidR="00C25F85" w:rsidRDefault="00C25F85">
      <w:pPr>
        <w:rPr>
          <w:b/>
        </w:rPr>
      </w:pPr>
      <w:r>
        <w:rPr>
          <w:b/>
        </w:rPr>
        <w:t>Yes</w:t>
      </w:r>
    </w:p>
    <w:p w:rsidR="00C25F85" w:rsidRDefault="00C25F85"/>
    <w:p w:rsidR="00C25F85" w:rsidRDefault="00C25F85">
      <w:r>
        <w:rPr>
          <w:b/>
        </w:rPr>
        <w:t>No</w:t>
      </w:r>
      <w:r>
        <w:t>- What aspect is concerning you? _______________________________________</w:t>
      </w:r>
    </w:p>
    <w:p w:rsidR="00C25F85" w:rsidRDefault="00C25F85"/>
    <w:p w:rsidR="00C25F85" w:rsidRDefault="00C25F85">
      <w:pPr>
        <w:rPr>
          <w:b/>
          <w:sz w:val="32"/>
          <w:szCs w:val="32"/>
        </w:rPr>
      </w:pPr>
    </w:p>
    <w:p w:rsidR="00C25F85" w:rsidRDefault="00C25F85">
      <w:pPr>
        <w:rPr>
          <w:b/>
          <w:sz w:val="32"/>
          <w:szCs w:val="32"/>
        </w:rPr>
      </w:pPr>
    </w:p>
    <w:p w:rsidR="00C25F85" w:rsidRDefault="00C25F85">
      <w:pPr>
        <w:rPr>
          <w:b/>
          <w:sz w:val="32"/>
          <w:szCs w:val="32"/>
        </w:rPr>
      </w:pPr>
      <w:r>
        <w:rPr>
          <w:b/>
          <w:sz w:val="32"/>
          <w:szCs w:val="32"/>
        </w:rPr>
        <w:t>Pupil Reading Reflection Sheet:</w:t>
      </w:r>
    </w:p>
    <w:p w:rsidR="00C25F85" w:rsidRDefault="00C25F85">
      <w:pPr>
        <w:rPr>
          <w:b/>
          <w:sz w:val="32"/>
          <w:szCs w:val="32"/>
        </w:rPr>
      </w:pPr>
    </w:p>
    <w:p w:rsidR="00C25F85" w:rsidRDefault="00C25F85">
      <w:pPr>
        <w:rPr>
          <w:b/>
          <w:sz w:val="32"/>
          <w:szCs w:val="32"/>
        </w:rPr>
      </w:pPr>
      <w:r>
        <w:rPr>
          <w:b/>
          <w:sz w:val="32"/>
          <w:szCs w:val="32"/>
        </w:rPr>
        <w:t>February</w:t>
      </w:r>
    </w:p>
    <w:p w:rsidR="00C25F85" w:rsidRDefault="00C25F85"/>
    <w:p w:rsidR="00C25F85" w:rsidRDefault="00C25F85">
      <w:r>
        <w:t>How much time have you spent reading this month?</w:t>
      </w:r>
    </w:p>
    <w:p w:rsidR="00C25F85" w:rsidRDefault="00C25F85"/>
    <w:p w:rsidR="00C25F85" w:rsidRDefault="00C25F85">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C25F85" w:rsidRDefault="00C25F85">
      <w:pPr>
        <w:rPr>
          <w:b/>
        </w:rPr>
      </w:pPr>
    </w:p>
    <w:p w:rsidR="00C25F85" w:rsidRDefault="00C25F85">
      <w:r>
        <w:t>How many books have you read this month?</w:t>
      </w:r>
    </w:p>
    <w:p w:rsidR="00C25F85" w:rsidRDefault="00C25F85"/>
    <w:p w:rsidR="00C25F85" w:rsidRDefault="00C25F85">
      <w:pPr>
        <w:rPr>
          <w:b/>
        </w:rPr>
      </w:pPr>
      <w:r>
        <w:rPr>
          <w:b/>
        </w:rPr>
        <w:t>1 book</w:t>
      </w:r>
      <w:r>
        <w:rPr>
          <w:b/>
        </w:rPr>
        <w:tab/>
      </w:r>
      <w:r>
        <w:rPr>
          <w:b/>
        </w:rPr>
        <w:tab/>
        <w:t>2 books</w:t>
      </w:r>
      <w:r>
        <w:rPr>
          <w:b/>
        </w:rPr>
        <w:tab/>
        <w:t>3 books</w:t>
      </w:r>
      <w:r>
        <w:rPr>
          <w:b/>
        </w:rPr>
        <w:tab/>
        <w:t>4 books</w:t>
      </w:r>
      <w:r>
        <w:rPr>
          <w:b/>
        </w:rPr>
        <w:tab/>
        <w:t>5 books</w:t>
      </w:r>
      <w:r>
        <w:rPr>
          <w:b/>
        </w:rPr>
        <w:tab/>
        <w:t>6 + books</w:t>
      </w:r>
    </w:p>
    <w:p w:rsidR="00C25F85" w:rsidRDefault="00C25F85">
      <w:pPr>
        <w:rPr>
          <w:b/>
        </w:rPr>
      </w:pPr>
    </w:p>
    <w:p w:rsidR="00C25F85" w:rsidRDefault="00C25F85">
      <w:r>
        <w:t>How many points have earned this month?</w:t>
      </w:r>
      <w:r>
        <w:tab/>
        <w:t>__________</w:t>
      </w:r>
    </w:p>
    <w:p w:rsidR="00C25F85" w:rsidRDefault="00C25F85"/>
    <w:p w:rsidR="00C25F85" w:rsidRDefault="00C25F85">
      <w:r>
        <w:t>Do you think this number of points was the best you could have achieved?</w:t>
      </w:r>
    </w:p>
    <w:p w:rsidR="00C25F85" w:rsidRDefault="00C25F85"/>
    <w:p w:rsidR="00C25F85" w:rsidRDefault="00C25F85">
      <w:pPr>
        <w:rPr>
          <w:b/>
        </w:rPr>
      </w:pPr>
      <w:r>
        <w:rPr>
          <w:b/>
        </w:rPr>
        <w:t>Yes</w:t>
      </w:r>
      <w:r>
        <w:rPr>
          <w:b/>
        </w:rPr>
        <w:tab/>
        <w:t>No</w:t>
      </w:r>
    </w:p>
    <w:p w:rsidR="00C25F85" w:rsidRDefault="00C25F85"/>
    <w:p w:rsidR="00C25F85" w:rsidRDefault="00C25F85">
      <w:r>
        <w:t>Where are you currently placed in the overall points positions of the class? ________</w:t>
      </w:r>
    </w:p>
    <w:p w:rsidR="00C25F85" w:rsidRDefault="00C25F85"/>
    <w:p w:rsidR="00C25F85" w:rsidRDefault="00C25F85"/>
    <w:p w:rsidR="00C25F85" w:rsidRDefault="00C25F85"/>
    <w:p w:rsidR="00C25F85" w:rsidRDefault="00C25F85">
      <w:r>
        <w:t>Who is your favourite character this month and why?</w:t>
      </w:r>
    </w:p>
    <w:p w:rsidR="00C25F85" w:rsidRDefault="00C25F85"/>
    <w:p w:rsidR="00C25F85" w:rsidRDefault="00C25F85"/>
    <w:p w:rsidR="00C25F85" w:rsidRDefault="00C25F85"/>
    <w:p w:rsidR="00C25F85" w:rsidRDefault="00C25F85"/>
    <w:p w:rsidR="00C25F85" w:rsidRDefault="00C25F85">
      <w:r>
        <w:t>What was your favourite book this month and why?</w:t>
      </w:r>
    </w:p>
    <w:p w:rsidR="00C25F85" w:rsidRDefault="00C25F85"/>
    <w:p w:rsidR="00C25F85" w:rsidRDefault="00C25F85"/>
    <w:p w:rsidR="00C25F85" w:rsidRDefault="00C25F85"/>
    <w:p w:rsidR="00C25F85" w:rsidRDefault="00C25F85"/>
    <w:p w:rsidR="00C25F85" w:rsidRDefault="00C25F85"/>
    <w:p w:rsidR="00C25F85" w:rsidRDefault="00C25F85">
      <w:r>
        <w:t>What was your least favourite book this month and why?</w:t>
      </w:r>
    </w:p>
    <w:p w:rsidR="00C25F85" w:rsidRDefault="00C25F85"/>
    <w:p w:rsidR="00C25F85" w:rsidRDefault="00C25F85"/>
    <w:p w:rsidR="00C25F85" w:rsidRDefault="00C25F85"/>
    <w:p w:rsidR="00C25F85" w:rsidRDefault="00C25F85"/>
    <w:p w:rsidR="00C25F85" w:rsidRDefault="00C25F85">
      <w:pPr>
        <w:rPr>
          <w:b/>
          <w:sz w:val="28"/>
          <w:szCs w:val="28"/>
        </w:rPr>
      </w:pPr>
      <w:r>
        <w:rPr>
          <w:b/>
          <w:sz w:val="28"/>
          <w:szCs w:val="28"/>
        </w:rPr>
        <w:t>Parent Reading Reflection:</w:t>
      </w:r>
    </w:p>
    <w:p w:rsidR="00C25F85" w:rsidRDefault="00C25F85">
      <w:pPr>
        <w:rPr>
          <w:sz w:val="28"/>
          <w:szCs w:val="28"/>
        </w:rPr>
      </w:pPr>
    </w:p>
    <w:p w:rsidR="00C25F85" w:rsidRDefault="00C25F85">
      <w:r>
        <w:t>How many hours would you estimate your son/daughter has spent reading, including newspapers and magazines, this month?</w:t>
      </w:r>
    </w:p>
    <w:p w:rsidR="00C25F85" w:rsidRDefault="00C25F85">
      <w:pPr>
        <w:rPr>
          <w:sz w:val="28"/>
          <w:szCs w:val="28"/>
        </w:rPr>
      </w:pPr>
    </w:p>
    <w:p w:rsidR="00C25F85" w:rsidRDefault="00C25F85">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C25F85" w:rsidRDefault="00C25F85">
      <w:pPr>
        <w:rPr>
          <w:b/>
        </w:rPr>
      </w:pPr>
    </w:p>
    <w:p w:rsidR="00C25F85" w:rsidRDefault="00C25F85">
      <w:r>
        <w:t>Do you feel your son/daughter is progressing well with their reading?</w:t>
      </w:r>
    </w:p>
    <w:p w:rsidR="00C25F85" w:rsidRDefault="00C25F85"/>
    <w:p w:rsidR="00C25F85" w:rsidRDefault="00C25F85">
      <w:pPr>
        <w:rPr>
          <w:b/>
        </w:rPr>
      </w:pPr>
      <w:r>
        <w:rPr>
          <w:b/>
        </w:rPr>
        <w:t>Yes</w:t>
      </w:r>
    </w:p>
    <w:p w:rsidR="00C25F85" w:rsidRDefault="00C25F85"/>
    <w:p w:rsidR="00C25F85" w:rsidRDefault="00C25F85">
      <w:r>
        <w:rPr>
          <w:b/>
        </w:rPr>
        <w:t>No</w:t>
      </w:r>
      <w:r>
        <w:t>- What aspect is concerning you? _______________________________________</w:t>
      </w:r>
    </w:p>
    <w:p w:rsidR="00C25F85" w:rsidRDefault="00C25F85">
      <w:pPr>
        <w:rPr>
          <w:b/>
          <w:sz w:val="32"/>
          <w:szCs w:val="32"/>
        </w:rPr>
      </w:pPr>
    </w:p>
    <w:p w:rsidR="00C25F85" w:rsidRDefault="00C25F85">
      <w:pPr>
        <w:rPr>
          <w:b/>
          <w:sz w:val="32"/>
          <w:szCs w:val="32"/>
        </w:rPr>
      </w:pPr>
      <w:r>
        <w:rPr>
          <w:b/>
          <w:sz w:val="32"/>
          <w:szCs w:val="32"/>
        </w:rPr>
        <w:t>Pupil Reading Reflection Sheet:</w:t>
      </w:r>
    </w:p>
    <w:p w:rsidR="00C25F85" w:rsidRDefault="00C25F85">
      <w:pPr>
        <w:rPr>
          <w:b/>
          <w:sz w:val="32"/>
          <w:szCs w:val="32"/>
        </w:rPr>
      </w:pPr>
    </w:p>
    <w:p w:rsidR="00C25F85" w:rsidRDefault="00C25F85">
      <w:pPr>
        <w:rPr>
          <w:b/>
          <w:sz w:val="32"/>
          <w:szCs w:val="32"/>
        </w:rPr>
      </w:pPr>
      <w:r>
        <w:rPr>
          <w:b/>
          <w:sz w:val="32"/>
          <w:szCs w:val="32"/>
        </w:rPr>
        <w:t>March</w:t>
      </w:r>
    </w:p>
    <w:p w:rsidR="00C25F85" w:rsidRDefault="00C25F85"/>
    <w:p w:rsidR="00C25F85" w:rsidRDefault="00C25F85">
      <w:r>
        <w:t>How much time have you spent reading this month?</w:t>
      </w:r>
    </w:p>
    <w:p w:rsidR="00C25F85" w:rsidRDefault="00C25F85"/>
    <w:p w:rsidR="00C25F85" w:rsidRDefault="00C25F85">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C25F85" w:rsidRDefault="00C25F85">
      <w:pPr>
        <w:rPr>
          <w:b/>
        </w:rPr>
      </w:pPr>
    </w:p>
    <w:p w:rsidR="00C25F85" w:rsidRDefault="00C25F85">
      <w:r>
        <w:t>How many books have you read this month?</w:t>
      </w:r>
    </w:p>
    <w:p w:rsidR="00C25F85" w:rsidRDefault="00C25F85"/>
    <w:p w:rsidR="00C25F85" w:rsidRDefault="00C25F85">
      <w:pPr>
        <w:rPr>
          <w:b/>
        </w:rPr>
      </w:pPr>
      <w:r>
        <w:rPr>
          <w:b/>
        </w:rPr>
        <w:t>1 book</w:t>
      </w:r>
      <w:r>
        <w:rPr>
          <w:b/>
        </w:rPr>
        <w:tab/>
      </w:r>
      <w:r>
        <w:rPr>
          <w:b/>
        </w:rPr>
        <w:tab/>
        <w:t>2 books</w:t>
      </w:r>
      <w:r>
        <w:rPr>
          <w:b/>
        </w:rPr>
        <w:tab/>
        <w:t>3 books</w:t>
      </w:r>
      <w:r>
        <w:rPr>
          <w:b/>
        </w:rPr>
        <w:tab/>
        <w:t>4 books</w:t>
      </w:r>
      <w:r>
        <w:rPr>
          <w:b/>
        </w:rPr>
        <w:tab/>
        <w:t>5 books</w:t>
      </w:r>
      <w:r>
        <w:rPr>
          <w:b/>
        </w:rPr>
        <w:tab/>
        <w:t>6 + books</w:t>
      </w:r>
    </w:p>
    <w:p w:rsidR="00C25F85" w:rsidRDefault="00C25F85">
      <w:pPr>
        <w:rPr>
          <w:b/>
        </w:rPr>
      </w:pPr>
    </w:p>
    <w:p w:rsidR="00C25F85" w:rsidRDefault="00C25F85">
      <w:r>
        <w:t>How many points have earned this month?</w:t>
      </w:r>
      <w:r>
        <w:tab/>
        <w:t>__________</w:t>
      </w:r>
    </w:p>
    <w:p w:rsidR="00C25F85" w:rsidRDefault="00C25F85"/>
    <w:p w:rsidR="00C25F85" w:rsidRDefault="00C25F85">
      <w:r>
        <w:t>Do you think this number of points was the best you could have achieved?</w:t>
      </w:r>
    </w:p>
    <w:p w:rsidR="00C25F85" w:rsidRDefault="00C25F85"/>
    <w:p w:rsidR="00C25F85" w:rsidRDefault="00C25F85">
      <w:pPr>
        <w:rPr>
          <w:b/>
        </w:rPr>
      </w:pPr>
      <w:r>
        <w:rPr>
          <w:b/>
        </w:rPr>
        <w:t>Yes</w:t>
      </w:r>
      <w:r>
        <w:rPr>
          <w:b/>
        </w:rPr>
        <w:tab/>
        <w:t>No</w:t>
      </w:r>
    </w:p>
    <w:p w:rsidR="00C25F85" w:rsidRDefault="00C25F85"/>
    <w:p w:rsidR="00C25F85" w:rsidRDefault="00C25F85">
      <w:r>
        <w:t>Where are you currently placed in the overall points positions of the class? ________</w:t>
      </w:r>
    </w:p>
    <w:p w:rsidR="00C25F85" w:rsidRDefault="00C25F85"/>
    <w:p w:rsidR="00C25F85" w:rsidRDefault="00C25F85"/>
    <w:p w:rsidR="00C25F85" w:rsidRDefault="00C25F85"/>
    <w:p w:rsidR="00C25F85" w:rsidRDefault="00C25F85">
      <w:r>
        <w:t>Who is your favourite character this month and why?</w:t>
      </w:r>
    </w:p>
    <w:p w:rsidR="00C25F85" w:rsidRDefault="00C25F85"/>
    <w:p w:rsidR="00C25F85" w:rsidRDefault="00C25F85"/>
    <w:p w:rsidR="00C25F85" w:rsidRDefault="00C25F85"/>
    <w:p w:rsidR="00C25F85" w:rsidRDefault="00C25F85"/>
    <w:p w:rsidR="00C25F85" w:rsidRDefault="00C25F85">
      <w:r>
        <w:t>What was your favourite book this month and why?</w:t>
      </w:r>
    </w:p>
    <w:p w:rsidR="00C25F85" w:rsidRDefault="00C25F85"/>
    <w:p w:rsidR="00C25F85" w:rsidRDefault="00C25F85"/>
    <w:p w:rsidR="00C25F85" w:rsidRDefault="00C25F85"/>
    <w:p w:rsidR="00C25F85" w:rsidRDefault="00C25F85"/>
    <w:p w:rsidR="00C25F85" w:rsidRDefault="00C25F85"/>
    <w:p w:rsidR="00C25F85" w:rsidRDefault="00C25F85">
      <w:r>
        <w:t>What was your least favourite book this month and why?</w:t>
      </w:r>
    </w:p>
    <w:p w:rsidR="00C25F85" w:rsidRDefault="00C25F85"/>
    <w:p w:rsidR="00C25F85" w:rsidRDefault="00C25F85"/>
    <w:p w:rsidR="00C25F85" w:rsidRDefault="00C25F85"/>
    <w:p w:rsidR="00C25F85" w:rsidRDefault="00C25F85"/>
    <w:p w:rsidR="00C25F85" w:rsidRDefault="00C25F85">
      <w:pPr>
        <w:rPr>
          <w:b/>
          <w:sz w:val="28"/>
          <w:szCs w:val="28"/>
        </w:rPr>
      </w:pPr>
      <w:r>
        <w:rPr>
          <w:b/>
          <w:sz w:val="28"/>
          <w:szCs w:val="28"/>
        </w:rPr>
        <w:t>Parent Reading Reflection:</w:t>
      </w:r>
    </w:p>
    <w:p w:rsidR="00C25F85" w:rsidRDefault="00C25F85">
      <w:pPr>
        <w:rPr>
          <w:sz w:val="28"/>
          <w:szCs w:val="28"/>
        </w:rPr>
      </w:pPr>
    </w:p>
    <w:p w:rsidR="00C25F85" w:rsidRDefault="00C25F85">
      <w:r>
        <w:t>How many hours would you estimate your son/daughter has spent reading, including newspapers and magazines, this month?</w:t>
      </w:r>
    </w:p>
    <w:p w:rsidR="00C25F85" w:rsidRDefault="00C25F85">
      <w:pPr>
        <w:rPr>
          <w:sz w:val="28"/>
          <w:szCs w:val="28"/>
        </w:rPr>
      </w:pPr>
    </w:p>
    <w:p w:rsidR="00C25F85" w:rsidRDefault="00C25F85">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C25F85" w:rsidRDefault="00C25F85">
      <w:pPr>
        <w:rPr>
          <w:b/>
        </w:rPr>
      </w:pPr>
    </w:p>
    <w:p w:rsidR="00C25F85" w:rsidRDefault="00C25F85">
      <w:r>
        <w:t>Do you feel your son/daughter is progressing well with their reading?</w:t>
      </w:r>
    </w:p>
    <w:p w:rsidR="00C25F85" w:rsidRDefault="00C25F85"/>
    <w:p w:rsidR="00C25F85" w:rsidRDefault="00C25F85">
      <w:pPr>
        <w:rPr>
          <w:b/>
        </w:rPr>
      </w:pPr>
      <w:r>
        <w:rPr>
          <w:b/>
        </w:rPr>
        <w:t>Yes</w:t>
      </w:r>
    </w:p>
    <w:p w:rsidR="00C25F85" w:rsidRDefault="00C25F85"/>
    <w:p w:rsidR="00C25F85" w:rsidRDefault="00C25F85">
      <w:r>
        <w:rPr>
          <w:b/>
        </w:rPr>
        <w:t>No</w:t>
      </w:r>
      <w:r>
        <w:t>- What aspect is concerning you? _______________________________________</w:t>
      </w:r>
    </w:p>
    <w:p w:rsidR="00C25F85" w:rsidRDefault="00C25F85">
      <w:pPr>
        <w:rPr>
          <w:b/>
          <w:sz w:val="32"/>
          <w:szCs w:val="32"/>
        </w:rPr>
      </w:pPr>
    </w:p>
    <w:p w:rsidR="00C25F85" w:rsidRDefault="00C25F85">
      <w:pPr>
        <w:ind w:left="4320"/>
        <w:jc w:val="right"/>
        <w:rPr>
          <w:rFonts w:ascii="Comic Sans MS" w:hAnsi="Comic Sans MS"/>
          <w:sz w:val="32"/>
          <w:szCs w:val="32"/>
        </w:rPr>
      </w:pPr>
      <w:r>
        <w:rPr>
          <w:noProof/>
        </w:rPr>
        <w:pict>
          <v:oval id="_x0000_s1172" style="position:absolute;left:0;text-align:left;margin-left:27pt;margin-top:36pt;width:98.95pt;height:81pt;z-index:251691008"/>
        </w:pict>
      </w:r>
      <w:r>
        <w:rPr>
          <w:rFonts w:ascii="Comic Sans MS" w:hAnsi="Comic Sans MS"/>
          <w:sz w:val="32"/>
          <w:szCs w:val="32"/>
        </w:rPr>
        <w:t>Don’t forget to write the title and author of your choices in the circles provided!</w:t>
      </w:r>
    </w:p>
    <w:p w:rsidR="00C25F85" w:rsidRDefault="00C25F85">
      <w:pPr>
        <w:rPr>
          <w:b/>
          <w:sz w:val="32"/>
          <w:szCs w:val="32"/>
        </w:rPr>
      </w:pPr>
    </w:p>
    <w:p w:rsidR="00C25F85" w:rsidRDefault="00C25F85">
      <w:r>
        <w:rPr>
          <w:noProof/>
        </w:rPr>
        <w:pict>
          <v:oval id="_x0000_s1173" style="position:absolute;margin-left:315pt;margin-top:174.65pt;width:98.95pt;height:81pt;z-index:251694080"/>
        </w:pict>
      </w:r>
      <w:r>
        <w:rPr>
          <w:noProof/>
        </w:rPr>
        <w:pict>
          <v:oval id="_x0000_s1174" style="position:absolute;margin-left:3in;margin-top:102.65pt;width:98.95pt;height:81pt;z-index:251693056"/>
        </w:pict>
      </w:r>
      <w:r>
        <w:rPr>
          <w:noProof/>
        </w:rPr>
        <w:pict>
          <v:oval id="_x0000_s1175" style="position:absolute;margin-left:117pt;margin-top:21.65pt;width:98.95pt;height:81pt;z-index:251692032"/>
        </w:pict>
      </w:r>
    </w:p>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 w:rsidR="00C25F85" w:rsidRDefault="00C25F85">
      <w:pPr>
        <w:tabs>
          <w:tab w:val="left" w:pos="7260"/>
        </w:tabs>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189" type="#_x0000_t172" style="width:356.25pt;height:145.5pt;mso-position-horizontal-relative:char;mso-position-vertical-relative:line" adj="6924" fillcolor="#60c" stroked="f">
            <v:fill color2="#c0c" focus="100%" type="gradient"/>
            <v:shadow on="t" color="#99f" opacity="52429f" offset="3pt,3pt"/>
            <v:textpath style="font-family:&quot;Impact&quot;;font-size:80pt;v-text-kern:t" string="Well Done!"/>
          </v:shape>
        </w:pict>
      </w:r>
    </w:p>
    <w:p w:rsidR="00C25F85" w:rsidRDefault="00C25F85">
      <w:pPr>
        <w:tabs>
          <w:tab w:val="left" w:pos="7260"/>
        </w:tabs>
      </w:pPr>
    </w:p>
    <w:p w:rsidR="00C25F85" w:rsidRDefault="00C25F85">
      <w:pPr>
        <w:tabs>
          <w:tab w:val="left" w:pos="7260"/>
        </w:tabs>
        <w:jc w:val="center"/>
      </w:pPr>
    </w:p>
    <w:p w:rsidR="00C25F85" w:rsidRDefault="00C25F85">
      <w:pPr>
        <w:tabs>
          <w:tab w:val="left" w:pos="7260"/>
        </w:tabs>
      </w:pPr>
    </w:p>
    <w:p w:rsidR="00C25F85" w:rsidRDefault="00C25F85">
      <w:pPr>
        <w:tabs>
          <w:tab w:val="left" w:pos="7260"/>
        </w:tabs>
        <w:jc w:val="center"/>
      </w:pPr>
    </w:p>
    <w:p w:rsidR="00C25F85" w:rsidRDefault="00C25F85">
      <w:pPr>
        <w:tabs>
          <w:tab w:val="left" w:pos="7260"/>
        </w:tabs>
        <w:jc w:val="center"/>
        <w:rPr>
          <w:b/>
          <w:sz w:val="40"/>
          <w:szCs w:val="40"/>
        </w:rPr>
      </w:pPr>
      <w:r>
        <w:rPr>
          <w:b/>
          <w:sz w:val="40"/>
          <w:szCs w:val="40"/>
        </w:rPr>
        <w:t>For Term 3</w:t>
      </w:r>
    </w:p>
    <w:p w:rsidR="00C25F85" w:rsidRDefault="00C25F85">
      <w:pPr>
        <w:tabs>
          <w:tab w:val="left" w:pos="7260"/>
        </w:tabs>
        <w:jc w:val="center"/>
        <w:rPr>
          <w:b/>
          <w:sz w:val="40"/>
          <w:szCs w:val="40"/>
        </w:rPr>
      </w:pPr>
    </w:p>
    <w:p w:rsidR="00C25F85" w:rsidRDefault="00C25F85">
      <w:pPr>
        <w:tabs>
          <w:tab w:val="left" w:pos="7260"/>
        </w:tabs>
        <w:jc w:val="center"/>
        <w:rPr>
          <w:b/>
          <w:sz w:val="40"/>
          <w:szCs w:val="40"/>
        </w:rPr>
      </w:pPr>
      <w:r>
        <w:rPr>
          <w:b/>
          <w:sz w:val="40"/>
          <w:szCs w:val="40"/>
        </w:rPr>
        <w:t>You can pick any 4 books you want – within your reading range</w:t>
      </w:r>
    </w:p>
    <w:p w:rsidR="00C25F85" w:rsidRDefault="00C25F85">
      <w:pPr>
        <w:rPr>
          <w:b/>
          <w:sz w:val="32"/>
          <w:szCs w:val="32"/>
        </w:rPr>
      </w:pPr>
    </w:p>
    <w:p w:rsidR="00C25F85" w:rsidRDefault="00C25F85">
      <w:pPr>
        <w:rPr>
          <w:b/>
          <w:sz w:val="32"/>
          <w:szCs w:val="32"/>
        </w:rPr>
      </w:pPr>
      <w:r>
        <w:rPr>
          <w:b/>
          <w:sz w:val="32"/>
          <w:szCs w:val="32"/>
        </w:rPr>
        <w:t>Pupil Reading Reflection Sheet:</w:t>
      </w:r>
    </w:p>
    <w:p w:rsidR="00C25F85" w:rsidRDefault="00C25F85">
      <w:pPr>
        <w:rPr>
          <w:b/>
          <w:sz w:val="32"/>
          <w:szCs w:val="32"/>
        </w:rPr>
      </w:pPr>
    </w:p>
    <w:p w:rsidR="00C25F85" w:rsidRDefault="00C25F85">
      <w:pPr>
        <w:rPr>
          <w:b/>
          <w:sz w:val="32"/>
          <w:szCs w:val="32"/>
        </w:rPr>
      </w:pPr>
      <w:r>
        <w:rPr>
          <w:b/>
          <w:sz w:val="32"/>
          <w:szCs w:val="32"/>
        </w:rPr>
        <w:t>April</w:t>
      </w:r>
    </w:p>
    <w:p w:rsidR="00C25F85" w:rsidRDefault="00C25F85"/>
    <w:p w:rsidR="00C25F85" w:rsidRDefault="00C25F85">
      <w:r>
        <w:t>How much time have you spent reading this month?</w:t>
      </w:r>
    </w:p>
    <w:p w:rsidR="00C25F85" w:rsidRDefault="00C25F85"/>
    <w:p w:rsidR="00C25F85" w:rsidRDefault="00C25F85">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C25F85" w:rsidRDefault="00C25F85">
      <w:pPr>
        <w:rPr>
          <w:b/>
        </w:rPr>
      </w:pPr>
    </w:p>
    <w:p w:rsidR="00C25F85" w:rsidRDefault="00C25F85">
      <w:r>
        <w:t>How many books have you read this month?</w:t>
      </w:r>
    </w:p>
    <w:p w:rsidR="00C25F85" w:rsidRDefault="00C25F85"/>
    <w:p w:rsidR="00C25F85" w:rsidRDefault="00C25F85">
      <w:pPr>
        <w:rPr>
          <w:b/>
        </w:rPr>
      </w:pPr>
      <w:r>
        <w:rPr>
          <w:b/>
        </w:rPr>
        <w:t>1 book</w:t>
      </w:r>
      <w:r>
        <w:rPr>
          <w:b/>
        </w:rPr>
        <w:tab/>
      </w:r>
      <w:r>
        <w:rPr>
          <w:b/>
        </w:rPr>
        <w:tab/>
        <w:t>2 books</w:t>
      </w:r>
      <w:r>
        <w:rPr>
          <w:b/>
        </w:rPr>
        <w:tab/>
        <w:t>3 books</w:t>
      </w:r>
      <w:r>
        <w:rPr>
          <w:b/>
        </w:rPr>
        <w:tab/>
        <w:t>4 books</w:t>
      </w:r>
      <w:r>
        <w:rPr>
          <w:b/>
        </w:rPr>
        <w:tab/>
        <w:t>5 books</w:t>
      </w:r>
      <w:r>
        <w:rPr>
          <w:b/>
        </w:rPr>
        <w:tab/>
        <w:t>6 + books</w:t>
      </w:r>
    </w:p>
    <w:p w:rsidR="00C25F85" w:rsidRDefault="00C25F85">
      <w:pPr>
        <w:rPr>
          <w:b/>
        </w:rPr>
      </w:pPr>
    </w:p>
    <w:p w:rsidR="00C25F85" w:rsidRDefault="00C25F85">
      <w:r>
        <w:t>How many points have earned this month?</w:t>
      </w:r>
      <w:r>
        <w:tab/>
        <w:t>__________</w:t>
      </w:r>
    </w:p>
    <w:p w:rsidR="00C25F85" w:rsidRDefault="00C25F85"/>
    <w:p w:rsidR="00C25F85" w:rsidRDefault="00C25F85">
      <w:r>
        <w:t>Do you think this number of points was the best you could have achieved?</w:t>
      </w:r>
    </w:p>
    <w:p w:rsidR="00C25F85" w:rsidRDefault="00C25F85"/>
    <w:p w:rsidR="00C25F85" w:rsidRDefault="00C25F85">
      <w:pPr>
        <w:rPr>
          <w:b/>
        </w:rPr>
      </w:pPr>
      <w:r>
        <w:rPr>
          <w:b/>
        </w:rPr>
        <w:t>Yes</w:t>
      </w:r>
      <w:r>
        <w:rPr>
          <w:b/>
        </w:rPr>
        <w:tab/>
        <w:t>No</w:t>
      </w:r>
    </w:p>
    <w:p w:rsidR="00C25F85" w:rsidRDefault="00C25F85"/>
    <w:p w:rsidR="00C25F85" w:rsidRDefault="00C25F85">
      <w:r>
        <w:t>Where are you currently placed in the overall points positions of the class? ________</w:t>
      </w:r>
    </w:p>
    <w:p w:rsidR="00C25F85" w:rsidRDefault="00C25F85"/>
    <w:p w:rsidR="00C25F85" w:rsidRDefault="00C25F85"/>
    <w:p w:rsidR="00C25F85" w:rsidRDefault="00C25F85"/>
    <w:p w:rsidR="00C25F85" w:rsidRDefault="00C25F85">
      <w:r>
        <w:t>Who is your favourite character this month and why?</w:t>
      </w:r>
    </w:p>
    <w:p w:rsidR="00C25F85" w:rsidRDefault="00C25F85"/>
    <w:p w:rsidR="00C25F85" w:rsidRDefault="00C25F85"/>
    <w:p w:rsidR="00C25F85" w:rsidRDefault="00C25F85"/>
    <w:p w:rsidR="00C25F85" w:rsidRDefault="00C25F85"/>
    <w:p w:rsidR="00C25F85" w:rsidRDefault="00C25F85">
      <w:r>
        <w:t>What was your favourite book this month and why?</w:t>
      </w:r>
    </w:p>
    <w:p w:rsidR="00C25F85" w:rsidRDefault="00C25F85"/>
    <w:p w:rsidR="00C25F85" w:rsidRDefault="00C25F85"/>
    <w:p w:rsidR="00C25F85" w:rsidRDefault="00C25F85"/>
    <w:p w:rsidR="00C25F85" w:rsidRDefault="00C25F85"/>
    <w:p w:rsidR="00C25F85" w:rsidRDefault="00C25F85"/>
    <w:p w:rsidR="00C25F85" w:rsidRDefault="00C25F85">
      <w:r>
        <w:t>What was your least favourite book this month and why?</w:t>
      </w:r>
    </w:p>
    <w:p w:rsidR="00C25F85" w:rsidRDefault="00C25F85"/>
    <w:p w:rsidR="00C25F85" w:rsidRDefault="00C25F85"/>
    <w:p w:rsidR="00C25F85" w:rsidRDefault="00C25F85"/>
    <w:p w:rsidR="00C25F85" w:rsidRDefault="00C25F85"/>
    <w:p w:rsidR="00C25F85" w:rsidRDefault="00C25F85">
      <w:pPr>
        <w:rPr>
          <w:b/>
          <w:sz w:val="28"/>
          <w:szCs w:val="28"/>
        </w:rPr>
      </w:pPr>
      <w:r>
        <w:rPr>
          <w:b/>
          <w:sz w:val="28"/>
          <w:szCs w:val="28"/>
        </w:rPr>
        <w:t>Parent Reading Reflection:</w:t>
      </w:r>
    </w:p>
    <w:p w:rsidR="00C25F85" w:rsidRDefault="00C25F85">
      <w:pPr>
        <w:rPr>
          <w:sz w:val="28"/>
          <w:szCs w:val="28"/>
        </w:rPr>
      </w:pPr>
    </w:p>
    <w:p w:rsidR="00C25F85" w:rsidRDefault="00C25F85">
      <w:r>
        <w:t>How many hours would you estimate your son/daughter has spent reading, including newspapers and magazines, this month?</w:t>
      </w:r>
    </w:p>
    <w:p w:rsidR="00C25F85" w:rsidRDefault="00C25F85">
      <w:pPr>
        <w:rPr>
          <w:sz w:val="28"/>
          <w:szCs w:val="28"/>
        </w:rPr>
      </w:pPr>
    </w:p>
    <w:p w:rsidR="00C25F85" w:rsidRDefault="00C25F85">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C25F85" w:rsidRDefault="00C25F85">
      <w:pPr>
        <w:rPr>
          <w:b/>
        </w:rPr>
      </w:pPr>
    </w:p>
    <w:p w:rsidR="00C25F85" w:rsidRDefault="00C25F85">
      <w:r>
        <w:t>Do you feel your son/daughter is progressing well with their reading?</w:t>
      </w:r>
    </w:p>
    <w:p w:rsidR="00C25F85" w:rsidRDefault="00C25F85"/>
    <w:p w:rsidR="00C25F85" w:rsidRDefault="00C25F85">
      <w:pPr>
        <w:rPr>
          <w:b/>
        </w:rPr>
      </w:pPr>
      <w:r>
        <w:rPr>
          <w:b/>
        </w:rPr>
        <w:t>Yes</w:t>
      </w:r>
    </w:p>
    <w:p w:rsidR="00C25F85" w:rsidRDefault="00C25F85"/>
    <w:p w:rsidR="00C25F85" w:rsidRDefault="00C25F85">
      <w:r>
        <w:rPr>
          <w:b/>
        </w:rPr>
        <w:t>No</w:t>
      </w:r>
      <w:r>
        <w:t>- What aspect is concerning you? _______________________________________</w:t>
      </w:r>
    </w:p>
    <w:p w:rsidR="00C25F85" w:rsidRDefault="00C25F85">
      <w:pPr>
        <w:rPr>
          <w:b/>
          <w:sz w:val="32"/>
          <w:szCs w:val="32"/>
        </w:rPr>
      </w:pPr>
    </w:p>
    <w:p w:rsidR="00C25F85" w:rsidRDefault="00C25F85">
      <w:pPr>
        <w:rPr>
          <w:b/>
          <w:sz w:val="32"/>
          <w:szCs w:val="32"/>
        </w:rPr>
      </w:pPr>
    </w:p>
    <w:p w:rsidR="00C25F85" w:rsidRDefault="00C25F85">
      <w:pPr>
        <w:rPr>
          <w:b/>
          <w:sz w:val="32"/>
          <w:szCs w:val="32"/>
        </w:rPr>
      </w:pPr>
      <w:r>
        <w:rPr>
          <w:b/>
          <w:sz w:val="32"/>
          <w:szCs w:val="32"/>
        </w:rPr>
        <w:t>Pupil Reading Reflection Sheet:</w:t>
      </w:r>
    </w:p>
    <w:p w:rsidR="00C25F85" w:rsidRDefault="00C25F85">
      <w:pPr>
        <w:rPr>
          <w:b/>
          <w:sz w:val="32"/>
          <w:szCs w:val="32"/>
        </w:rPr>
      </w:pPr>
    </w:p>
    <w:p w:rsidR="00C25F85" w:rsidRDefault="00C25F85">
      <w:pPr>
        <w:rPr>
          <w:b/>
          <w:sz w:val="32"/>
          <w:szCs w:val="32"/>
        </w:rPr>
      </w:pPr>
      <w:r>
        <w:rPr>
          <w:b/>
          <w:sz w:val="32"/>
          <w:szCs w:val="32"/>
        </w:rPr>
        <w:t>May</w:t>
      </w:r>
    </w:p>
    <w:p w:rsidR="00C25F85" w:rsidRDefault="00C25F85"/>
    <w:p w:rsidR="00C25F85" w:rsidRDefault="00C25F85">
      <w:r>
        <w:t>How much time have you spent reading this month?</w:t>
      </w:r>
    </w:p>
    <w:p w:rsidR="00C25F85" w:rsidRDefault="00C25F85"/>
    <w:p w:rsidR="00C25F85" w:rsidRDefault="00C25F85">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C25F85" w:rsidRDefault="00C25F85">
      <w:pPr>
        <w:rPr>
          <w:b/>
        </w:rPr>
      </w:pPr>
    </w:p>
    <w:p w:rsidR="00C25F85" w:rsidRDefault="00C25F85">
      <w:r>
        <w:t>How many books have you read this month?</w:t>
      </w:r>
    </w:p>
    <w:p w:rsidR="00C25F85" w:rsidRDefault="00C25F85"/>
    <w:p w:rsidR="00C25F85" w:rsidRDefault="00C25F85">
      <w:pPr>
        <w:rPr>
          <w:b/>
        </w:rPr>
      </w:pPr>
      <w:r>
        <w:rPr>
          <w:b/>
        </w:rPr>
        <w:t>1 book</w:t>
      </w:r>
      <w:r>
        <w:rPr>
          <w:b/>
        </w:rPr>
        <w:tab/>
      </w:r>
      <w:r>
        <w:rPr>
          <w:b/>
        </w:rPr>
        <w:tab/>
        <w:t>2 books</w:t>
      </w:r>
      <w:r>
        <w:rPr>
          <w:b/>
        </w:rPr>
        <w:tab/>
        <w:t>3 books</w:t>
      </w:r>
      <w:r>
        <w:rPr>
          <w:b/>
        </w:rPr>
        <w:tab/>
        <w:t>4 books</w:t>
      </w:r>
      <w:r>
        <w:rPr>
          <w:b/>
        </w:rPr>
        <w:tab/>
        <w:t>5 books</w:t>
      </w:r>
      <w:r>
        <w:rPr>
          <w:b/>
        </w:rPr>
        <w:tab/>
        <w:t>6 + books</w:t>
      </w:r>
    </w:p>
    <w:p w:rsidR="00C25F85" w:rsidRDefault="00C25F85">
      <w:pPr>
        <w:rPr>
          <w:b/>
        </w:rPr>
      </w:pPr>
    </w:p>
    <w:p w:rsidR="00C25F85" w:rsidRDefault="00C25F85">
      <w:r>
        <w:t>How many points have earned this month?</w:t>
      </w:r>
      <w:r>
        <w:tab/>
        <w:t>__________</w:t>
      </w:r>
    </w:p>
    <w:p w:rsidR="00C25F85" w:rsidRDefault="00C25F85"/>
    <w:p w:rsidR="00C25F85" w:rsidRDefault="00C25F85">
      <w:r>
        <w:t>Do you think this number of points was the best you could have achieved?</w:t>
      </w:r>
    </w:p>
    <w:p w:rsidR="00C25F85" w:rsidRDefault="00C25F85"/>
    <w:p w:rsidR="00C25F85" w:rsidRDefault="00C25F85">
      <w:pPr>
        <w:rPr>
          <w:b/>
        </w:rPr>
      </w:pPr>
      <w:r>
        <w:rPr>
          <w:b/>
        </w:rPr>
        <w:t>Yes</w:t>
      </w:r>
      <w:r>
        <w:rPr>
          <w:b/>
        </w:rPr>
        <w:tab/>
        <w:t>No</w:t>
      </w:r>
    </w:p>
    <w:p w:rsidR="00C25F85" w:rsidRDefault="00C25F85"/>
    <w:p w:rsidR="00C25F85" w:rsidRDefault="00C25F85">
      <w:r>
        <w:t>Where are you currently placed in the overall points positions of the class? ________</w:t>
      </w:r>
    </w:p>
    <w:p w:rsidR="00C25F85" w:rsidRDefault="00C25F85"/>
    <w:p w:rsidR="00C25F85" w:rsidRDefault="00C25F85"/>
    <w:p w:rsidR="00C25F85" w:rsidRDefault="00C25F85"/>
    <w:p w:rsidR="00C25F85" w:rsidRDefault="00C25F85">
      <w:r>
        <w:t>Who is your favourite character this month and why?</w:t>
      </w:r>
    </w:p>
    <w:p w:rsidR="00C25F85" w:rsidRDefault="00C25F85"/>
    <w:p w:rsidR="00C25F85" w:rsidRDefault="00C25F85"/>
    <w:p w:rsidR="00C25F85" w:rsidRDefault="00C25F85"/>
    <w:p w:rsidR="00C25F85" w:rsidRDefault="00C25F85"/>
    <w:p w:rsidR="00C25F85" w:rsidRDefault="00C25F85">
      <w:r>
        <w:t>What was your favourite book this month and why?</w:t>
      </w:r>
    </w:p>
    <w:p w:rsidR="00C25F85" w:rsidRDefault="00C25F85"/>
    <w:p w:rsidR="00C25F85" w:rsidRDefault="00C25F85"/>
    <w:p w:rsidR="00C25F85" w:rsidRDefault="00C25F85"/>
    <w:p w:rsidR="00C25F85" w:rsidRDefault="00C25F85"/>
    <w:p w:rsidR="00C25F85" w:rsidRDefault="00C25F85"/>
    <w:p w:rsidR="00C25F85" w:rsidRDefault="00C25F85">
      <w:r>
        <w:t>What was your least favourite book this month and why?</w:t>
      </w:r>
    </w:p>
    <w:p w:rsidR="00C25F85" w:rsidRDefault="00C25F85"/>
    <w:p w:rsidR="00C25F85" w:rsidRDefault="00C25F85"/>
    <w:p w:rsidR="00C25F85" w:rsidRDefault="00C25F85"/>
    <w:p w:rsidR="00C25F85" w:rsidRDefault="00C25F85"/>
    <w:p w:rsidR="00C25F85" w:rsidRDefault="00C25F85">
      <w:pPr>
        <w:rPr>
          <w:b/>
          <w:sz w:val="28"/>
          <w:szCs w:val="28"/>
        </w:rPr>
      </w:pPr>
      <w:r>
        <w:rPr>
          <w:b/>
          <w:sz w:val="28"/>
          <w:szCs w:val="28"/>
        </w:rPr>
        <w:t>Parent Reading Reflection:</w:t>
      </w:r>
    </w:p>
    <w:p w:rsidR="00C25F85" w:rsidRDefault="00C25F85">
      <w:pPr>
        <w:rPr>
          <w:sz w:val="28"/>
          <w:szCs w:val="28"/>
        </w:rPr>
      </w:pPr>
    </w:p>
    <w:p w:rsidR="00C25F85" w:rsidRDefault="00C25F85">
      <w:r>
        <w:t>How many hours would you estimate your son/daughter has spent reading, including newspapers and magazines, this month?</w:t>
      </w:r>
    </w:p>
    <w:p w:rsidR="00C25F85" w:rsidRDefault="00C25F85">
      <w:pPr>
        <w:rPr>
          <w:sz w:val="28"/>
          <w:szCs w:val="28"/>
        </w:rPr>
      </w:pPr>
    </w:p>
    <w:p w:rsidR="00C25F85" w:rsidRDefault="00C25F85">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C25F85" w:rsidRDefault="00C25F85">
      <w:pPr>
        <w:rPr>
          <w:b/>
        </w:rPr>
      </w:pPr>
    </w:p>
    <w:p w:rsidR="00C25F85" w:rsidRDefault="00C25F85">
      <w:r>
        <w:t>Do you feel your son/daughter is progressing well with their reading?</w:t>
      </w:r>
    </w:p>
    <w:p w:rsidR="00C25F85" w:rsidRDefault="00C25F85"/>
    <w:p w:rsidR="00C25F85" w:rsidRDefault="00C25F85">
      <w:pPr>
        <w:rPr>
          <w:b/>
        </w:rPr>
      </w:pPr>
      <w:r>
        <w:rPr>
          <w:b/>
        </w:rPr>
        <w:t>Yes</w:t>
      </w:r>
    </w:p>
    <w:p w:rsidR="00C25F85" w:rsidRDefault="00C25F85"/>
    <w:p w:rsidR="00C25F85" w:rsidRDefault="00C25F85">
      <w:r>
        <w:rPr>
          <w:b/>
        </w:rPr>
        <w:t>No</w:t>
      </w:r>
      <w:r>
        <w:t>- What aspect is concerning you? _______________________________________</w:t>
      </w:r>
    </w:p>
    <w:p w:rsidR="00C25F85" w:rsidRDefault="00C25F85">
      <w:pPr>
        <w:rPr>
          <w:b/>
          <w:sz w:val="32"/>
          <w:szCs w:val="32"/>
        </w:rPr>
      </w:pPr>
      <w:r>
        <w:rPr>
          <w:b/>
          <w:sz w:val="32"/>
          <w:szCs w:val="32"/>
        </w:rPr>
        <w:t>Pupil Reading Reflection Sheet:</w:t>
      </w:r>
    </w:p>
    <w:p w:rsidR="00C25F85" w:rsidRDefault="00C25F85">
      <w:pPr>
        <w:rPr>
          <w:b/>
          <w:sz w:val="32"/>
          <w:szCs w:val="32"/>
        </w:rPr>
      </w:pPr>
    </w:p>
    <w:p w:rsidR="00C25F85" w:rsidRDefault="00C25F85">
      <w:pPr>
        <w:rPr>
          <w:b/>
          <w:sz w:val="32"/>
          <w:szCs w:val="32"/>
        </w:rPr>
      </w:pPr>
      <w:r>
        <w:rPr>
          <w:b/>
          <w:sz w:val="32"/>
          <w:szCs w:val="32"/>
        </w:rPr>
        <w:t>June</w:t>
      </w:r>
    </w:p>
    <w:p w:rsidR="00C25F85" w:rsidRDefault="00C25F85"/>
    <w:p w:rsidR="00C25F85" w:rsidRDefault="00C25F85">
      <w:r>
        <w:t>How much time have you spent reading this month?</w:t>
      </w:r>
    </w:p>
    <w:p w:rsidR="00C25F85" w:rsidRDefault="00C25F85"/>
    <w:p w:rsidR="00C25F85" w:rsidRDefault="00C25F85">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C25F85" w:rsidRDefault="00C25F85">
      <w:pPr>
        <w:rPr>
          <w:b/>
        </w:rPr>
      </w:pPr>
    </w:p>
    <w:p w:rsidR="00C25F85" w:rsidRDefault="00C25F85">
      <w:r>
        <w:t>How many books have you read this month?</w:t>
      </w:r>
    </w:p>
    <w:p w:rsidR="00C25F85" w:rsidRDefault="00C25F85"/>
    <w:p w:rsidR="00C25F85" w:rsidRDefault="00C25F85">
      <w:pPr>
        <w:rPr>
          <w:b/>
        </w:rPr>
      </w:pPr>
      <w:r>
        <w:rPr>
          <w:b/>
        </w:rPr>
        <w:t>1 book</w:t>
      </w:r>
      <w:r>
        <w:rPr>
          <w:b/>
        </w:rPr>
        <w:tab/>
      </w:r>
      <w:r>
        <w:rPr>
          <w:b/>
        </w:rPr>
        <w:tab/>
        <w:t>2 books</w:t>
      </w:r>
      <w:r>
        <w:rPr>
          <w:b/>
        </w:rPr>
        <w:tab/>
        <w:t>3 books</w:t>
      </w:r>
      <w:r>
        <w:rPr>
          <w:b/>
        </w:rPr>
        <w:tab/>
        <w:t>4 books</w:t>
      </w:r>
      <w:r>
        <w:rPr>
          <w:b/>
        </w:rPr>
        <w:tab/>
        <w:t>5 books</w:t>
      </w:r>
      <w:r>
        <w:rPr>
          <w:b/>
        </w:rPr>
        <w:tab/>
        <w:t>6 + books</w:t>
      </w:r>
    </w:p>
    <w:p w:rsidR="00C25F85" w:rsidRDefault="00C25F85">
      <w:pPr>
        <w:rPr>
          <w:b/>
        </w:rPr>
      </w:pPr>
    </w:p>
    <w:p w:rsidR="00C25F85" w:rsidRDefault="00C25F85">
      <w:r>
        <w:t>How many points have earned this month?</w:t>
      </w:r>
      <w:r>
        <w:tab/>
        <w:t>__________</w:t>
      </w:r>
    </w:p>
    <w:p w:rsidR="00C25F85" w:rsidRDefault="00C25F85"/>
    <w:p w:rsidR="00C25F85" w:rsidRDefault="00C25F85">
      <w:r>
        <w:t>Do you think this number of points was the best you could have achieved?</w:t>
      </w:r>
    </w:p>
    <w:p w:rsidR="00C25F85" w:rsidRDefault="00C25F85"/>
    <w:p w:rsidR="00C25F85" w:rsidRDefault="00C25F85">
      <w:pPr>
        <w:rPr>
          <w:b/>
        </w:rPr>
      </w:pPr>
      <w:r>
        <w:rPr>
          <w:b/>
        </w:rPr>
        <w:t>Yes</w:t>
      </w:r>
      <w:r>
        <w:rPr>
          <w:b/>
        </w:rPr>
        <w:tab/>
        <w:t>No</w:t>
      </w:r>
    </w:p>
    <w:p w:rsidR="00C25F85" w:rsidRDefault="00C25F85"/>
    <w:p w:rsidR="00C25F85" w:rsidRDefault="00C25F85">
      <w:r>
        <w:t>Where are you currently placed in the overall points positions of the class? ________</w:t>
      </w:r>
    </w:p>
    <w:p w:rsidR="00C25F85" w:rsidRDefault="00C25F85"/>
    <w:p w:rsidR="00C25F85" w:rsidRDefault="00C25F85"/>
    <w:p w:rsidR="00C25F85" w:rsidRDefault="00C25F85"/>
    <w:p w:rsidR="00C25F85" w:rsidRDefault="00C25F85">
      <w:r>
        <w:t>Who is your favourite character this month and why?</w:t>
      </w:r>
    </w:p>
    <w:p w:rsidR="00C25F85" w:rsidRDefault="00C25F85"/>
    <w:p w:rsidR="00C25F85" w:rsidRDefault="00C25F85"/>
    <w:p w:rsidR="00C25F85" w:rsidRDefault="00C25F85"/>
    <w:p w:rsidR="00C25F85" w:rsidRDefault="00C25F85"/>
    <w:p w:rsidR="00C25F85" w:rsidRDefault="00C25F85">
      <w:r>
        <w:t>What was your favourite book this month and why?</w:t>
      </w:r>
    </w:p>
    <w:p w:rsidR="00C25F85" w:rsidRDefault="00C25F85"/>
    <w:p w:rsidR="00C25F85" w:rsidRDefault="00C25F85"/>
    <w:p w:rsidR="00C25F85" w:rsidRDefault="00C25F85"/>
    <w:p w:rsidR="00C25F85" w:rsidRDefault="00C25F85"/>
    <w:p w:rsidR="00C25F85" w:rsidRDefault="00C25F85"/>
    <w:p w:rsidR="00C25F85" w:rsidRDefault="00C25F85">
      <w:r>
        <w:t>What was your least favourite book this month and why?</w:t>
      </w:r>
    </w:p>
    <w:p w:rsidR="00C25F85" w:rsidRDefault="00C25F85"/>
    <w:p w:rsidR="00C25F85" w:rsidRDefault="00C25F85"/>
    <w:p w:rsidR="00C25F85" w:rsidRDefault="00C25F85"/>
    <w:p w:rsidR="00C25F85" w:rsidRDefault="00C25F85"/>
    <w:p w:rsidR="00C25F85" w:rsidRDefault="00C25F85">
      <w:pPr>
        <w:rPr>
          <w:b/>
          <w:sz w:val="28"/>
          <w:szCs w:val="28"/>
        </w:rPr>
      </w:pPr>
      <w:r>
        <w:rPr>
          <w:b/>
          <w:sz w:val="28"/>
          <w:szCs w:val="28"/>
        </w:rPr>
        <w:t>Parent Reading Reflection:</w:t>
      </w:r>
    </w:p>
    <w:p w:rsidR="00C25F85" w:rsidRDefault="00C25F85">
      <w:pPr>
        <w:rPr>
          <w:sz w:val="28"/>
          <w:szCs w:val="28"/>
        </w:rPr>
      </w:pPr>
    </w:p>
    <w:p w:rsidR="00C25F85" w:rsidRDefault="00C25F85">
      <w:r>
        <w:t>How many hours would you estimate your son/daughter has spent reading, including newspapers and magazines, this month?</w:t>
      </w:r>
    </w:p>
    <w:p w:rsidR="00C25F85" w:rsidRDefault="00C25F85">
      <w:pPr>
        <w:rPr>
          <w:sz w:val="28"/>
          <w:szCs w:val="28"/>
        </w:rPr>
      </w:pPr>
    </w:p>
    <w:p w:rsidR="00C25F85" w:rsidRDefault="00C25F85">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C25F85" w:rsidRDefault="00C25F85">
      <w:pPr>
        <w:rPr>
          <w:b/>
        </w:rPr>
      </w:pPr>
    </w:p>
    <w:p w:rsidR="00C25F85" w:rsidRDefault="00C25F85">
      <w:r>
        <w:t>Do you feel your son/daughter is progressing well with their reading?</w:t>
      </w:r>
    </w:p>
    <w:p w:rsidR="00C25F85" w:rsidRDefault="00C25F85"/>
    <w:p w:rsidR="00C25F85" w:rsidRDefault="00C25F85">
      <w:pPr>
        <w:rPr>
          <w:b/>
        </w:rPr>
      </w:pPr>
      <w:r>
        <w:rPr>
          <w:b/>
        </w:rPr>
        <w:t>Yes</w:t>
      </w:r>
    </w:p>
    <w:p w:rsidR="00C25F85" w:rsidRDefault="00C25F85"/>
    <w:p w:rsidR="00C25F85" w:rsidRDefault="00C25F85">
      <w:r>
        <w:rPr>
          <w:b/>
        </w:rPr>
        <w:t>No</w:t>
      </w:r>
      <w:r>
        <w:t>- What aspect is concerning you? _______________________________________</w:t>
      </w:r>
    </w:p>
    <w:p w:rsidR="00C25F85" w:rsidRDefault="00C25F85">
      <w:pPr>
        <w:tabs>
          <w:tab w:val="left" w:pos="7260"/>
        </w:tabs>
        <w:rPr>
          <w:b/>
          <w:sz w:val="40"/>
          <w:szCs w:val="40"/>
        </w:rPr>
      </w:pPr>
    </w:p>
    <w:sectPr w:rsidR="00C25F85" w:rsidSect="00D07046">
      <w:pgSz w:w="11906" w:h="16838"/>
      <w:pgMar w:top="899" w:right="1800" w:bottom="1258" w:left="1800" w:header="708" w:footer="708" w:gutter="0"/>
      <w:cols w:space="708"/>
      <w:docGrid w:linePitch="360" w:charSpace="20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62C"/>
    <w:multiLevelType w:val="hybridMultilevel"/>
    <w:tmpl w:val="99DCFE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nsid w:val="0854364C"/>
    <w:multiLevelType w:val="hybridMultilevel"/>
    <w:tmpl w:val="D8408B4C"/>
    <w:lvl w:ilvl="0" w:tplc="0809000F">
      <w:start w:val="1"/>
      <w:numFmt w:val="decimal"/>
      <w:lvlText w:val="%1."/>
      <w:lvlJc w:val="left"/>
      <w:pPr>
        <w:tabs>
          <w:tab w:val="num" w:pos="1080"/>
        </w:tabs>
        <w:ind w:left="1080" w:hanging="360"/>
      </w:pPr>
      <w:rPr>
        <w:rFonts w:cs="Times New Roman"/>
      </w:rPr>
    </w:lvl>
    <w:lvl w:ilvl="1" w:tplc="08090001">
      <w:start w:val="1"/>
      <w:numFmt w:val="bullet"/>
      <w:lvlText w:val=""/>
      <w:lvlJc w:val="left"/>
      <w:pPr>
        <w:tabs>
          <w:tab w:val="num" w:pos="1800"/>
        </w:tabs>
        <w:ind w:left="1800" w:hanging="360"/>
      </w:pPr>
      <w:rPr>
        <w:rFonts w:ascii="Symbol" w:hAnsi="Symbol" w:hint="default"/>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2">
    <w:nsid w:val="3FA1488F"/>
    <w:multiLevelType w:val="hybridMultilevel"/>
    <w:tmpl w:val="F9688DF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nsid w:val="45E6584F"/>
    <w:multiLevelType w:val="hybridMultilevel"/>
    <w:tmpl w:val="0F906DF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7DDE113F"/>
    <w:multiLevelType w:val="hybridMultilevel"/>
    <w:tmpl w:val="41B0844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oNotHyphenateCaps/>
  <w:displayHorizontalDrawingGridEvery w:val="0"/>
  <w:displayVerticalDrawingGridEvery w:val="2"/>
  <w:doNotUseMarginsForDrawingGridOrigin/>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7046"/>
    <w:rsid w:val="00420034"/>
    <w:rsid w:val="005544D4"/>
    <w:rsid w:val="00C25F85"/>
    <w:rsid w:val="00D028CB"/>
    <w:rsid w:val="00D07046"/>
    <w:rsid w:val="00F4132B"/>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1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046"/>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 Type="http://schemas.openxmlformats.org/officeDocument/2006/relationships/image" Target="media/image3.png"/><Relationship Id="rId7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1"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 Type="http://schemas.openxmlformats.org/officeDocument/2006/relationships/image" Target="media/image1.jpeg"/><Relationship Id="rId6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9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1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 Type="http://schemas.openxmlformats.org/officeDocument/2006/relationships/image" Target="media/image4.png"/><Relationship Id="rId5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0" Type="http://schemas.openxmlformats.org/officeDocument/2006/relationships/image" Target="media/image5.jpeg"/><Relationship Id="rId3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 Type="http://schemas.openxmlformats.org/officeDocument/2006/relationships/webSettings" Target="webSettings.xml"/><Relationship Id="rId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28</Pages>
  <Words>2932</Words>
  <Characters>16718</Characters>
  <Application>Microsoft Office Outlook</Application>
  <DocSecurity>0</DocSecurity>
  <Lines>0</Lines>
  <Paragraphs>0</Paragraphs>
  <ScaleCrop>false</ScaleCrop>
  <Company>City of Edinburgh Council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FORRESTER HIGH SCHOOL ENGLISH DEPARTMENT</dc:title>
  <dc:subject/>
  <dc:creator>CEC</dc:creator>
  <cp:keywords/>
  <dc:description/>
  <cp:lastModifiedBy>CEC</cp:lastModifiedBy>
  <cp:revision>2</cp:revision>
  <dcterms:created xsi:type="dcterms:W3CDTF">2012-09-20T10:53:00Z</dcterms:created>
  <dcterms:modified xsi:type="dcterms:W3CDTF">2012-09-20T10:53:00Z</dcterms:modified>
</cp:coreProperties>
</file>